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2865"/>
        <w:tblW w:w="102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1134"/>
        <w:gridCol w:w="1302"/>
        <w:gridCol w:w="1249"/>
        <w:gridCol w:w="496"/>
        <w:gridCol w:w="780"/>
        <w:gridCol w:w="1276"/>
        <w:gridCol w:w="1275"/>
      </w:tblGrid>
      <w:tr w:rsidR="002651D6" w:rsidRPr="003504F1" w14:paraId="65216A9E" w14:textId="77777777" w:rsidTr="00024CAC">
        <w:trPr>
          <w:cantSplit/>
          <w:trHeight w:val="4794"/>
        </w:trPr>
        <w:tc>
          <w:tcPr>
            <w:tcW w:w="10206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</w:tcPr>
          <w:p w14:paraId="599FD10B" w14:textId="77777777" w:rsidR="002651D6" w:rsidRPr="003504F1" w:rsidRDefault="002651D6" w:rsidP="00024CAC">
            <w:pPr>
              <w:tabs>
                <w:tab w:val="left" w:pos="1969"/>
              </w:tabs>
              <w:spacing w:before="120" w:after="120"/>
              <w:ind w:left="1915" w:hanging="1915"/>
              <w:jc w:val="center"/>
              <w:rPr>
                <w:b/>
                <w:sz w:val="32"/>
                <w:szCs w:val="32"/>
              </w:rPr>
            </w:pPr>
          </w:p>
          <w:p w14:paraId="632372D4" w14:textId="77777777" w:rsidR="002651D6" w:rsidRPr="003504F1" w:rsidRDefault="002651D6" w:rsidP="00024CAC">
            <w:pPr>
              <w:tabs>
                <w:tab w:val="left" w:pos="1969"/>
              </w:tabs>
              <w:jc w:val="center"/>
              <w:rPr>
                <w:b/>
                <w:sz w:val="40"/>
                <w:szCs w:val="40"/>
              </w:rPr>
            </w:pPr>
          </w:p>
          <w:p w14:paraId="2BAA1627" w14:textId="4F79D8CE" w:rsidR="002651D6" w:rsidRPr="003504F1" w:rsidRDefault="00024CAC" w:rsidP="00024CAC">
            <w:pPr>
              <w:tabs>
                <w:tab w:val="left" w:pos="1969"/>
                <w:tab w:val="left" w:pos="3349"/>
              </w:tabs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ab/>
            </w:r>
            <w:r>
              <w:rPr>
                <w:b/>
                <w:sz w:val="40"/>
                <w:szCs w:val="40"/>
              </w:rPr>
              <w:tab/>
            </w:r>
          </w:p>
          <w:p w14:paraId="37209C01" w14:textId="77777777" w:rsidR="002651D6" w:rsidRDefault="002651D6" w:rsidP="00024CAC">
            <w:pPr>
              <w:tabs>
                <w:tab w:val="left" w:pos="1969"/>
              </w:tabs>
              <w:jc w:val="center"/>
              <w:rPr>
                <w:b/>
                <w:sz w:val="40"/>
                <w:szCs w:val="40"/>
              </w:rPr>
            </w:pPr>
          </w:p>
          <w:p w14:paraId="3D467829" w14:textId="77777777" w:rsidR="002651D6" w:rsidRPr="003504F1" w:rsidRDefault="002651D6" w:rsidP="00024CAC">
            <w:pPr>
              <w:tabs>
                <w:tab w:val="left" w:pos="1969"/>
              </w:tabs>
              <w:jc w:val="center"/>
              <w:rPr>
                <w:b/>
                <w:sz w:val="40"/>
                <w:szCs w:val="40"/>
              </w:rPr>
            </w:pPr>
          </w:p>
          <w:p w14:paraId="77F24FC3" w14:textId="77777777" w:rsidR="002651D6" w:rsidRDefault="002651D6" w:rsidP="00024CAC">
            <w:pPr>
              <w:pStyle w:val="Footer"/>
              <w:spacing w:after="0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B87AB8">
              <w:rPr>
                <w:rFonts w:cs="Arial"/>
                <w:b/>
                <w:bCs/>
                <w:sz w:val="28"/>
                <w:szCs w:val="28"/>
              </w:rPr>
              <w:t>PROGRAM DE CONTROL AL CALITATII PE FAZE DE EXECUTIE</w:t>
            </w:r>
          </w:p>
          <w:p w14:paraId="790D90ED" w14:textId="25EAD6FD" w:rsidR="002651D6" w:rsidRPr="00B87AB8" w:rsidRDefault="002651D6" w:rsidP="00024CAC">
            <w:pPr>
              <w:pStyle w:val="Footer"/>
              <w:spacing w:after="0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B87AB8">
              <w:rPr>
                <w:rFonts w:cs="Arial"/>
                <w:b/>
                <w:bCs/>
                <w:sz w:val="28"/>
                <w:szCs w:val="28"/>
              </w:rPr>
              <w:t xml:space="preserve"> – LUCRARI </w:t>
            </w:r>
            <w:r>
              <w:rPr>
                <w:rFonts w:cs="Arial"/>
                <w:b/>
                <w:bCs/>
                <w:sz w:val="28"/>
                <w:szCs w:val="28"/>
              </w:rPr>
              <w:t>DRUM DE ACCES</w:t>
            </w:r>
          </w:p>
          <w:p w14:paraId="15E3AD93" w14:textId="2CCBAFA2" w:rsidR="002651D6" w:rsidRDefault="002651D6" w:rsidP="00024CAC">
            <w:pPr>
              <w:pStyle w:val="Footer"/>
              <w:spacing w:after="0"/>
              <w:jc w:val="center"/>
              <w:rPr>
                <w:b/>
                <w:sz w:val="32"/>
                <w:szCs w:val="32"/>
              </w:rPr>
            </w:pPr>
            <w:r w:rsidRPr="00B87AB8">
              <w:rPr>
                <w:rFonts w:cs="Arial"/>
                <w:b/>
                <w:bCs/>
                <w:sz w:val="28"/>
                <w:szCs w:val="28"/>
              </w:rPr>
              <w:t xml:space="preserve">QUALITY CONTROL PROGRAM FOR 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ACCESS ROAD</w:t>
            </w:r>
          </w:p>
          <w:p w14:paraId="5A869440" w14:textId="77777777" w:rsidR="002651D6" w:rsidRDefault="002651D6" w:rsidP="00024CAC">
            <w:pPr>
              <w:spacing w:after="120"/>
              <w:jc w:val="center"/>
              <w:rPr>
                <w:b/>
                <w:sz w:val="32"/>
                <w:szCs w:val="32"/>
              </w:rPr>
            </w:pPr>
          </w:p>
          <w:p w14:paraId="2D259C2E" w14:textId="77777777" w:rsidR="00402092" w:rsidRDefault="00402092" w:rsidP="00024CAC">
            <w:pPr>
              <w:spacing w:after="120"/>
              <w:jc w:val="center"/>
              <w:rPr>
                <w:b/>
                <w:sz w:val="32"/>
                <w:szCs w:val="32"/>
              </w:rPr>
            </w:pPr>
          </w:p>
          <w:p w14:paraId="1059EE8E" w14:textId="77777777" w:rsidR="002651D6" w:rsidRPr="003504F1" w:rsidRDefault="002651D6" w:rsidP="00024CAC">
            <w:pPr>
              <w:spacing w:after="120"/>
              <w:jc w:val="center"/>
              <w:rPr>
                <w:b/>
                <w:sz w:val="32"/>
                <w:szCs w:val="32"/>
              </w:rPr>
            </w:pPr>
          </w:p>
        </w:tc>
      </w:tr>
      <w:tr w:rsidR="00384DD4" w:rsidRPr="003504F1" w14:paraId="0C246C12" w14:textId="77777777" w:rsidTr="00024CAC">
        <w:trPr>
          <w:cantSplit/>
          <w:trHeight w:val="567"/>
        </w:trPr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7031DF1" w14:textId="339ECF5B" w:rsidR="00384DD4" w:rsidRPr="003504F1" w:rsidRDefault="00384DD4" w:rsidP="00384DD4">
            <w:pPr>
              <w:spacing w:before="180" w:after="120"/>
              <w:jc w:val="center"/>
              <w:rPr>
                <w:sz w:val="20"/>
              </w:rPr>
            </w:pPr>
            <w:r w:rsidRPr="003504F1">
              <w:rPr>
                <w:sz w:val="20"/>
              </w:rPr>
              <w:t>0</w:t>
            </w:r>
            <w:r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DA05E86" w14:textId="1571DA78" w:rsidR="00384DD4" w:rsidRPr="003504F1" w:rsidRDefault="00384DD4" w:rsidP="00384DD4">
            <w:pPr>
              <w:spacing w:before="180" w:after="12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05.2022</w:t>
            </w:r>
          </w:p>
        </w:tc>
        <w:tc>
          <w:tcPr>
            <w:tcW w:w="24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C570875" w14:textId="0D574349" w:rsidR="00384DD4" w:rsidRPr="003504F1" w:rsidRDefault="00384DD4" w:rsidP="00384DD4">
            <w:pPr>
              <w:jc w:val="center"/>
            </w:pPr>
            <w:proofErr w:type="spellStart"/>
            <w:r w:rsidRPr="003504F1">
              <w:rPr>
                <w:sz w:val="20"/>
              </w:rPr>
              <w:t>Emis</w:t>
            </w:r>
            <w:proofErr w:type="spellEnd"/>
            <w:r w:rsidRPr="003504F1">
              <w:rPr>
                <w:sz w:val="20"/>
              </w:rPr>
              <w:t xml:space="preserve"> </w:t>
            </w:r>
            <w:proofErr w:type="spellStart"/>
            <w:r w:rsidRPr="003504F1">
              <w:rPr>
                <w:sz w:val="20"/>
              </w:rPr>
              <w:t>pentru</w:t>
            </w:r>
            <w:proofErr w:type="spellEnd"/>
            <w:r w:rsidRPr="003504F1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construire</w:t>
            </w:r>
            <w:proofErr w:type="spellEnd"/>
          </w:p>
        </w:tc>
        <w:tc>
          <w:tcPr>
            <w:tcW w:w="12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1EC38D0" w14:textId="71FF28DA" w:rsidR="00384DD4" w:rsidRPr="003504F1" w:rsidRDefault="00384DD4" w:rsidP="00384DD4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S. </w:t>
            </w:r>
            <w:proofErr w:type="spellStart"/>
            <w:r>
              <w:rPr>
                <w:sz w:val="20"/>
              </w:rPr>
              <w:t>Badea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E4C41E6" w14:textId="64CF2CBA" w:rsidR="00384DD4" w:rsidRPr="003504F1" w:rsidRDefault="00384DD4" w:rsidP="00384DD4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L. </w:t>
            </w:r>
            <w:proofErr w:type="spellStart"/>
            <w:r>
              <w:rPr>
                <w:sz w:val="20"/>
              </w:rPr>
              <w:t>Soare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4E89198D" w14:textId="7AF3CD62" w:rsidR="00384DD4" w:rsidRPr="003504F1" w:rsidRDefault="00384DD4" w:rsidP="00384DD4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C. Stan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7CA61FF1" w14:textId="67BCEFC1" w:rsidR="00384DD4" w:rsidRPr="003504F1" w:rsidRDefault="00384DD4" w:rsidP="00384DD4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Nan J. C.</w:t>
            </w:r>
          </w:p>
        </w:tc>
      </w:tr>
      <w:tr w:rsidR="002651D6" w:rsidRPr="003504F1" w14:paraId="4A5EE0EF" w14:textId="77777777" w:rsidTr="00024CAC">
        <w:trPr>
          <w:cantSplit/>
          <w:trHeight w:val="567"/>
        </w:trPr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6C52AA68" w14:textId="3DBCBE3F" w:rsidR="002651D6" w:rsidRPr="003504F1" w:rsidRDefault="002651D6" w:rsidP="00024CAC">
            <w:pPr>
              <w:spacing w:before="180" w:after="120"/>
              <w:jc w:val="center"/>
              <w:rPr>
                <w:sz w:val="20"/>
              </w:rPr>
            </w:pPr>
            <w:r w:rsidRPr="003504F1">
              <w:rPr>
                <w:sz w:val="20"/>
              </w:rPr>
              <w:t>0</w:t>
            </w:r>
            <w:r w:rsidR="00B318AD">
              <w:rPr>
                <w:sz w:val="2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A6036A4" w14:textId="43F56575" w:rsidR="002651D6" w:rsidRPr="003504F1" w:rsidRDefault="00B318AD" w:rsidP="00024CAC">
            <w:pPr>
              <w:spacing w:before="180" w:after="120"/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06</w:t>
            </w:r>
            <w:r w:rsidR="002651D6">
              <w:rPr>
                <w:sz w:val="20"/>
              </w:rPr>
              <w:t>.20</w:t>
            </w:r>
            <w:r>
              <w:rPr>
                <w:sz w:val="20"/>
              </w:rPr>
              <w:t>21</w:t>
            </w:r>
          </w:p>
        </w:tc>
        <w:tc>
          <w:tcPr>
            <w:tcW w:w="243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81D09EC" w14:textId="22EA450C" w:rsidR="002651D6" w:rsidRPr="003504F1" w:rsidRDefault="002651D6" w:rsidP="00402092">
            <w:pPr>
              <w:jc w:val="center"/>
            </w:pPr>
            <w:proofErr w:type="spellStart"/>
            <w:r w:rsidRPr="003504F1">
              <w:rPr>
                <w:sz w:val="20"/>
              </w:rPr>
              <w:t>Emis</w:t>
            </w:r>
            <w:proofErr w:type="spellEnd"/>
            <w:r w:rsidRPr="003504F1">
              <w:rPr>
                <w:sz w:val="20"/>
              </w:rPr>
              <w:t xml:space="preserve"> </w:t>
            </w:r>
            <w:proofErr w:type="spellStart"/>
            <w:r w:rsidRPr="003504F1">
              <w:rPr>
                <w:sz w:val="20"/>
              </w:rPr>
              <w:t>pentru</w:t>
            </w:r>
            <w:proofErr w:type="spellEnd"/>
            <w:r w:rsidRPr="003504F1">
              <w:rPr>
                <w:sz w:val="20"/>
              </w:rPr>
              <w:t xml:space="preserve"> </w:t>
            </w:r>
            <w:proofErr w:type="spellStart"/>
            <w:r w:rsidR="00B318AD">
              <w:rPr>
                <w:sz w:val="20"/>
              </w:rPr>
              <w:t>comentarii</w:t>
            </w:r>
            <w:proofErr w:type="spellEnd"/>
          </w:p>
        </w:tc>
        <w:tc>
          <w:tcPr>
            <w:tcW w:w="12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D125C22" w14:textId="77777777" w:rsidR="002651D6" w:rsidRPr="003504F1" w:rsidRDefault="002651D6" w:rsidP="00024CAC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S. </w:t>
            </w:r>
            <w:proofErr w:type="spellStart"/>
            <w:r>
              <w:rPr>
                <w:sz w:val="20"/>
              </w:rPr>
              <w:t>Badea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4653D13" w14:textId="77777777" w:rsidR="002651D6" w:rsidRPr="003504F1" w:rsidRDefault="002651D6" w:rsidP="00024CAC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L. </w:t>
            </w:r>
            <w:proofErr w:type="spellStart"/>
            <w:r>
              <w:rPr>
                <w:sz w:val="20"/>
              </w:rPr>
              <w:t>Soare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AE4C8A3" w14:textId="22B64E86" w:rsidR="002651D6" w:rsidRPr="003504F1" w:rsidRDefault="00B318AD" w:rsidP="00024CAC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C. Stan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5F1DAAD" w14:textId="5646ADB5" w:rsidR="002651D6" w:rsidRPr="003504F1" w:rsidRDefault="00B318AD" w:rsidP="00024CAC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Nan J.</w:t>
            </w:r>
            <w:r w:rsidR="00384DD4">
              <w:rPr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</w:p>
        </w:tc>
      </w:tr>
      <w:tr w:rsidR="002651D6" w:rsidRPr="003504F1" w14:paraId="60C3F4F0" w14:textId="77777777" w:rsidTr="00024CAC">
        <w:trPr>
          <w:cantSplit/>
          <w:trHeight w:val="567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34E8129B" w14:textId="77777777" w:rsidR="002651D6" w:rsidRPr="003504F1" w:rsidRDefault="002651D6" w:rsidP="00024CAC">
            <w:pPr>
              <w:jc w:val="center"/>
              <w:rPr>
                <w:b/>
                <w:sz w:val="20"/>
              </w:rPr>
            </w:pPr>
            <w:r w:rsidRPr="003504F1">
              <w:rPr>
                <w:b/>
                <w:sz w:val="20"/>
              </w:rPr>
              <w:t>Rev. No.</w:t>
            </w:r>
          </w:p>
          <w:p w14:paraId="461E9FB9" w14:textId="77777777" w:rsidR="002651D6" w:rsidRPr="003504F1" w:rsidRDefault="002651D6" w:rsidP="00024CAC">
            <w:pPr>
              <w:jc w:val="center"/>
              <w:rPr>
                <w:sz w:val="20"/>
              </w:rPr>
            </w:pPr>
            <w:r w:rsidRPr="003504F1">
              <w:rPr>
                <w:sz w:val="20"/>
              </w:rPr>
              <w:t xml:space="preserve">Rev. </w:t>
            </w:r>
            <w:proofErr w:type="spellStart"/>
            <w:r w:rsidRPr="003504F1">
              <w:rPr>
                <w:sz w:val="20"/>
              </w:rPr>
              <w:t>Nr</w:t>
            </w:r>
            <w:proofErr w:type="spellEnd"/>
            <w:r w:rsidRPr="003504F1">
              <w:rPr>
                <w:sz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1FE246C3" w14:textId="77777777" w:rsidR="002651D6" w:rsidRPr="003504F1" w:rsidRDefault="002651D6" w:rsidP="00024CAC">
            <w:pPr>
              <w:jc w:val="center"/>
              <w:rPr>
                <w:b/>
                <w:sz w:val="20"/>
              </w:rPr>
            </w:pPr>
            <w:r w:rsidRPr="003504F1">
              <w:rPr>
                <w:b/>
                <w:sz w:val="20"/>
              </w:rPr>
              <w:t>Date</w:t>
            </w:r>
          </w:p>
          <w:p w14:paraId="46C1766A" w14:textId="77777777" w:rsidR="002651D6" w:rsidRPr="003504F1" w:rsidRDefault="002651D6" w:rsidP="00024CAC">
            <w:pPr>
              <w:jc w:val="center"/>
              <w:rPr>
                <w:sz w:val="20"/>
              </w:rPr>
            </w:pPr>
            <w:r w:rsidRPr="003504F1">
              <w:rPr>
                <w:sz w:val="20"/>
              </w:rPr>
              <w:t>Data</w:t>
            </w:r>
          </w:p>
        </w:tc>
        <w:tc>
          <w:tcPr>
            <w:tcW w:w="2436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06E8969B" w14:textId="77777777" w:rsidR="002651D6" w:rsidRPr="003504F1" w:rsidRDefault="002651D6" w:rsidP="00024CAC">
            <w:pPr>
              <w:jc w:val="center"/>
              <w:rPr>
                <w:b/>
                <w:sz w:val="20"/>
              </w:rPr>
            </w:pPr>
            <w:r w:rsidRPr="003504F1">
              <w:rPr>
                <w:b/>
                <w:sz w:val="20"/>
              </w:rPr>
              <w:t>Description</w:t>
            </w:r>
          </w:p>
          <w:p w14:paraId="23E66079" w14:textId="77777777" w:rsidR="002651D6" w:rsidRPr="003504F1" w:rsidRDefault="002651D6" w:rsidP="00024CAC">
            <w:pPr>
              <w:jc w:val="center"/>
              <w:rPr>
                <w:sz w:val="20"/>
              </w:rPr>
            </w:pPr>
            <w:proofErr w:type="spellStart"/>
            <w:r w:rsidRPr="003504F1">
              <w:rPr>
                <w:sz w:val="20"/>
              </w:rPr>
              <w:t>Descriere</w:t>
            </w:r>
            <w:proofErr w:type="spell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580FC338" w14:textId="77777777" w:rsidR="002651D6" w:rsidRPr="003504F1" w:rsidRDefault="002651D6" w:rsidP="00024CAC">
            <w:pPr>
              <w:jc w:val="center"/>
              <w:rPr>
                <w:b/>
                <w:sz w:val="20"/>
              </w:rPr>
            </w:pPr>
            <w:r w:rsidRPr="003504F1">
              <w:rPr>
                <w:b/>
                <w:sz w:val="20"/>
              </w:rPr>
              <w:t>Prepared</w:t>
            </w:r>
          </w:p>
          <w:p w14:paraId="6FC11D33" w14:textId="77777777" w:rsidR="002651D6" w:rsidRPr="003504F1" w:rsidRDefault="002651D6" w:rsidP="00024CAC">
            <w:pPr>
              <w:jc w:val="center"/>
              <w:rPr>
                <w:b/>
                <w:sz w:val="20"/>
              </w:rPr>
            </w:pPr>
            <w:proofErr w:type="spellStart"/>
            <w:r w:rsidRPr="003504F1">
              <w:rPr>
                <w:sz w:val="20"/>
              </w:rPr>
              <w:t>Intocmit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5E8A0FE8" w14:textId="77777777" w:rsidR="002651D6" w:rsidRPr="003504F1" w:rsidRDefault="002651D6" w:rsidP="00024CAC">
            <w:pPr>
              <w:jc w:val="center"/>
              <w:rPr>
                <w:b/>
                <w:sz w:val="20"/>
              </w:rPr>
            </w:pPr>
            <w:r w:rsidRPr="003504F1">
              <w:rPr>
                <w:b/>
                <w:sz w:val="20"/>
              </w:rPr>
              <w:t>Checked</w:t>
            </w:r>
          </w:p>
          <w:p w14:paraId="71912426" w14:textId="77777777" w:rsidR="002651D6" w:rsidRPr="003504F1" w:rsidRDefault="002651D6" w:rsidP="00024CAC">
            <w:pPr>
              <w:jc w:val="center"/>
              <w:rPr>
                <w:sz w:val="20"/>
              </w:rPr>
            </w:pPr>
            <w:proofErr w:type="spellStart"/>
            <w:r w:rsidRPr="003504F1">
              <w:rPr>
                <w:sz w:val="20"/>
              </w:rPr>
              <w:t>Verificat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6824C315" w14:textId="77777777" w:rsidR="002651D6" w:rsidRPr="003504F1" w:rsidRDefault="002651D6" w:rsidP="00024CAC">
            <w:pPr>
              <w:jc w:val="center"/>
              <w:rPr>
                <w:b/>
                <w:sz w:val="20"/>
              </w:rPr>
            </w:pPr>
            <w:r w:rsidRPr="003504F1">
              <w:rPr>
                <w:b/>
                <w:sz w:val="20"/>
              </w:rPr>
              <w:t>Project Manager</w:t>
            </w:r>
          </w:p>
          <w:p w14:paraId="655CF171" w14:textId="77777777" w:rsidR="002651D6" w:rsidRPr="003504F1" w:rsidRDefault="002651D6" w:rsidP="00024CAC">
            <w:pPr>
              <w:jc w:val="center"/>
              <w:rPr>
                <w:sz w:val="20"/>
              </w:rPr>
            </w:pPr>
            <w:proofErr w:type="spellStart"/>
            <w:r w:rsidRPr="003504F1">
              <w:rPr>
                <w:sz w:val="20"/>
              </w:rPr>
              <w:t>Sef</w:t>
            </w:r>
            <w:proofErr w:type="spellEnd"/>
            <w:r w:rsidRPr="003504F1">
              <w:rPr>
                <w:sz w:val="20"/>
              </w:rPr>
              <w:t xml:space="preserve"> </w:t>
            </w:r>
            <w:proofErr w:type="spellStart"/>
            <w:r w:rsidRPr="003504F1">
              <w:rPr>
                <w:sz w:val="20"/>
              </w:rPr>
              <w:t>Proiect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39A75CB6" w14:textId="77777777" w:rsidR="002651D6" w:rsidRPr="003504F1" w:rsidRDefault="002651D6" w:rsidP="00024CAC">
            <w:pPr>
              <w:jc w:val="center"/>
              <w:rPr>
                <w:b/>
                <w:sz w:val="20"/>
              </w:rPr>
            </w:pPr>
            <w:r w:rsidRPr="003504F1">
              <w:rPr>
                <w:b/>
                <w:sz w:val="20"/>
              </w:rPr>
              <w:t>Approved</w:t>
            </w:r>
          </w:p>
          <w:p w14:paraId="649C71BB" w14:textId="77777777" w:rsidR="002651D6" w:rsidRPr="003504F1" w:rsidRDefault="002651D6" w:rsidP="00024CAC">
            <w:pPr>
              <w:jc w:val="center"/>
              <w:rPr>
                <w:sz w:val="20"/>
              </w:rPr>
            </w:pPr>
            <w:proofErr w:type="spellStart"/>
            <w:r w:rsidRPr="003504F1">
              <w:rPr>
                <w:sz w:val="20"/>
              </w:rPr>
              <w:t>Aprobat</w:t>
            </w:r>
            <w:proofErr w:type="spellEnd"/>
          </w:p>
        </w:tc>
      </w:tr>
      <w:tr w:rsidR="002651D6" w:rsidRPr="003504F1" w14:paraId="520CA478" w14:textId="77777777" w:rsidTr="00024CAC">
        <w:trPr>
          <w:cantSplit/>
          <w:trHeight w:val="772"/>
        </w:trPr>
        <w:tc>
          <w:tcPr>
            <w:tcW w:w="269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8988B81" w14:textId="4E70D6F3" w:rsidR="002651D6" w:rsidRDefault="002651D6" w:rsidP="00024CAC">
            <w:pPr>
              <w:spacing w:before="120"/>
              <w:jc w:val="center"/>
              <w:rPr>
                <w:b/>
                <w:szCs w:val="24"/>
              </w:rPr>
            </w:pPr>
            <w:r w:rsidRPr="00493B96">
              <w:rPr>
                <w:rFonts w:cs="Arial"/>
                <w:noProof/>
                <w:szCs w:val="22"/>
              </w:rPr>
              <w:drawing>
                <wp:inline distT="0" distB="0" distL="0" distR="0" wp14:anchorId="174758A7" wp14:editId="2720BFB5">
                  <wp:extent cx="925830" cy="78295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7829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27753DF" w14:textId="0F3EEE08" w:rsidR="002651D6" w:rsidRPr="002651D6" w:rsidRDefault="002651D6" w:rsidP="00024CAC">
            <w:pPr>
              <w:rPr>
                <w:szCs w:val="24"/>
              </w:rPr>
            </w:pPr>
            <w:r>
              <w:rPr>
                <w:rFonts w:cs="Arial"/>
                <w:b/>
                <w:caps/>
                <w:sz w:val="20"/>
                <w:szCs w:val="22"/>
                <w:lang w:val="ro-RO"/>
              </w:rPr>
              <w:t xml:space="preserve">          </w:t>
            </w:r>
            <w:r w:rsidRPr="00493B96">
              <w:rPr>
                <w:rFonts w:cs="Arial"/>
                <w:b/>
                <w:caps/>
                <w:sz w:val="20"/>
                <w:szCs w:val="22"/>
                <w:lang w:val="ro-RO"/>
              </w:rPr>
              <w:t>S.C. CONPET S.A.</w:t>
            </w:r>
          </w:p>
        </w:tc>
        <w:tc>
          <w:tcPr>
            <w:tcW w:w="6237" w:type="dxa"/>
            <w:gridSpan w:val="6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F2CB86A" w14:textId="77777777" w:rsidR="002651D6" w:rsidRPr="00B12014" w:rsidRDefault="002651D6" w:rsidP="00024CAC">
            <w:pPr>
              <w:pStyle w:val="Footer"/>
              <w:spacing w:after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B12014">
              <w:rPr>
                <w:rFonts w:cs="Arial"/>
                <w:b/>
                <w:bCs/>
                <w:sz w:val="24"/>
                <w:szCs w:val="24"/>
              </w:rPr>
              <w:t xml:space="preserve">PROGRAM CONTROL </w:t>
            </w:r>
          </w:p>
          <w:p w14:paraId="21ABB192" w14:textId="77777777" w:rsidR="002651D6" w:rsidRPr="003504F1" w:rsidRDefault="002651D6" w:rsidP="00024CAC">
            <w:pPr>
              <w:jc w:val="center"/>
              <w:rPr>
                <w:b/>
                <w:caps/>
                <w:szCs w:val="24"/>
                <w:lang w:eastAsia="x-none"/>
              </w:rPr>
            </w:pPr>
            <w:r w:rsidRPr="00B12014">
              <w:rPr>
                <w:rFonts w:cs="Arial"/>
                <w:b/>
                <w:bCs/>
                <w:sz w:val="24"/>
                <w:szCs w:val="24"/>
              </w:rPr>
              <w:t>QUALITY CONTROL PROGRAM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C7F9A4" w14:textId="77777777" w:rsidR="002651D6" w:rsidRPr="003504F1" w:rsidRDefault="002651D6" w:rsidP="00024CAC">
            <w:pPr>
              <w:rPr>
                <w:b/>
                <w:lang w:eastAsia="x-none"/>
              </w:rPr>
            </w:pPr>
            <w:r w:rsidRPr="003504F1">
              <w:rPr>
                <w:b/>
                <w:lang w:eastAsia="x-none"/>
              </w:rPr>
              <w:t>Phase:</w:t>
            </w:r>
          </w:p>
          <w:p w14:paraId="5CC0ECFB" w14:textId="77777777" w:rsidR="002651D6" w:rsidRPr="003504F1" w:rsidRDefault="002651D6" w:rsidP="00024CAC">
            <w:pPr>
              <w:rPr>
                <w:b/>
                <w:lang w:eastAsia="x-none"/>
              </w:rPr>
            </w:pPr>
            <w:proofErr w:type="spellStart"/>
            <w:r w:rsidRPr="003504F1">
              <w:rPr>
                <w:lang w:eastAsia="x-none"/>
              </w:rPr>
              <w:t>Faza</w:t>
            </w:r>
            <w:proofErr w:type="spellEnd"/>
          </w:p>
          <w:p w14:paraId="7050424E" w14:textId="77777777" w:rsidR="002651D6" w:rsidRPr="003504F1" w:rsidRDefault="002651D6" w:rsidP="00024CAC">
            <w:pPr>
              <w:rPr>
                <w:szCs w:val="24"/>
                <w:lang w:eastAsia="x-none"/>
              </w:rPr>
            </w:pPr>
            <w:r w:rsidRPr="003504F1">
              <w:rPr>
                <w:b/>
                <w:lang w:eastAsia="x-none"/>
              </w:rPr>
              <w:t>DETAIL DESIGN</w:t>
            </w:r>
          </w:p>
        </w:tc>
      </w:tr>
      <w:tr w:rsidR="002651D6" w:rsidRPr="003504F1" w14:paraId="189B1970" w14:textId="77777777" w:rsidTr="00024CAC">
        <w:trPr>
          <w:cantSplit/>
          <w:trHeight w:val="574"/>
        </w:trPr>
        <w:tc>
          <w:tcPr>
            <w:tcW w:w="269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4A0E6C6E" w14:textId="77777777" w:rsidR="002651D6" w:rsidRPr="003504F1" w:rsidRDefault="002651D6" w:rsidP="00024CAC">
            <w:pPr>
              <w:jc w:val="left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66293D3" w14:textId="77777777" w:rsidR="002651D6" w:rsidRPr="003504F1" w:rsidRDefault="002651D6" w:rsidP="00024CAC">
            <w:pPr>
              <w:jc w:val="left"/>
              <w:rPr>
                <w:b/>
              </w:rPr>
            </w:pPr>
            <w:r w:rsidRPr="003504F1">
              <w:rPr>
                <w:b/>
              </w:rPr>
              <w:t>Doc. No.:</w:t>
            </w:r>
          </w:p>
          <w:p w14:paraId="2ECDD3A7" w14:textId="77777777" w:rsidR="002651D6" w:rsidRPr="003504F1" w:rsidRDefault="002651D6" w:rsidP="00024CAC">
            <w:pPr>
              <w:jc w:val="left"/>
              <w:rPr>
                <w:b/>
              </w:rPr>
            </w:pPr>
            <w:proofErr w:type="spellStart"/>
            <w:r w:rsidRPr="003504F1">
              <w:t>Nr</w:t>
            </w:r>
            <w:proofErr w:type="spellEnd"/>
            <w:r w:rsidRPr="003504F1">
              <w:t>. Doc.: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93D8AE1" w14:textId="1C1022DB" w:rsidR="002651D6" w:rsidRPr="003504F1" w:rsidRDefault="002651D6" w:rsidP="00024CAC">
            <w:pPr>
              <w:jc w:val="center"/>
              <w:rPr>
                <w:b/>
              </w:rPr>
            </w:pPr>
            <w:r w:rsidRPr="003942AF">
              <w:rPr>
                <w:b/>
              </w:rPr>
              <w:t>PR1193-CS18-0</w:t>
            </w:r>
            <w:r w:rsidR="00384DD4">
              <w:rPr>
                <w:b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3905B214" w14:textId="77777777" w:rsidR="002651D6" w:rsidRPr="003504F1" w:rsidRDefault="002651D6" w:rsidP="00024CAC">
            <w:pPr>
              <w:jc w:val="center"/>
              <w:rPr>
                <w:b/>
              </w:rPr>
            </w:pPr>
            <w:r w:rsidRPr="003504F1">
              <w:rPr>
                <w:b/>
              </w:rPr>
              <w:t>Rev.:</w:t>
            </w:r>
          </w:p>
          <w:p w14:paraId="2A8D8907" w14:textId="77777777" w:rsidR="002651D6" w:rsidRPr="003504F1" w:rsidRDefault="002651D6" w:rsidP="00024CAC">
            <w:pPr>
              <w:jc w:val="center"/>
            </w:pPr>
            <w:r w:rsidRPr="003504F1">
              <w:t>Rev.:</w:t>
            </w:r>
          </w:p>
          <w:p w14:paraId="12CE8A44" w14:textId="666B5C2A" w:rsidR="002651D6" w:rsidRPr="003504F1" w:rsidRDefault="002651D6" w:rsidP="00024CAC">
            <w:pPr>
              <w:jc w:val="center"/>
              <w:rPr>
                <w:b/>
              </w:rPr>
            </w:pPr>
            <w:r w:rsidRPr="003504F1">
              <w:rPr>
                <w:b/>
              </w:rPr>
              <w:t>0</w:t>
            </w:r>
            <w:r w:rsidR="00384DD4">
              <w:rPr>
                <w:b/>
              </w:rPr>
              <w:t>1</w:t>
            </w:r>
          </w:p>
        </w:tc>
      </w:tr>
      <w:tr w:rsidR="002651D6" w:rsidRPr="003504F1" w14:paraId="62012978" w14:textId="77777777" w:rsidTr="00402092">
        <w:trPr>
          <w:cantSplit/>
          <w:trHeight w:val="563"/>
        </w:trPr>
        <w:tc>
          <w:tcPr>
            <w:tcW w:w="2694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12BA326" w14:textId="77777777" w:rsidR="002651D6" w:rsidRPr="003504F1" w:rsidRDefault="002651D6" w:rsidP="00024CAC">
            <w:pPr>
              <w:jc w:val="center"/>
            </w:pPr>
            <w:r>
              <w:rPr>
                <w:noProof/>
                <w:szCs w:val="24"/>
              </w:rPr>
              <w:drawing>
                <wp:inline distT="0" distB="0" distL="0" distR="0" wp14:anchorId="395F83F3" wp14:editId="2055D80C">
                  <wp:extent cx="742950" cy="6286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21EAAE4" w14:textId="77777777" w:rsidR="002651D6" w:rsidRPr="003504F1" w:rsidRDefault="002651D6" w:rsidP="00024CAC">
            <w:pPr>
              <w:jc w:val="left"/>
              <w:rPr>
                <w:b/>
              </w:rPr>
            </w:pPr>
            <w:r w:rsidRPr="003504F1">
              <w:rPr>
                <w:b/>
              </w:rPr>
              <w:t>Project Title:</w:t>
            </w:r>
          </w:p>
          <w:p w14:paraId="7D8ECE9B" w14:textId="77777777" w:rsidR="002651D6" w:rsidRPr="003504F1" w:rsidRDefault="002651D6" w:rsidP="00024CAC">
            <w:pPr>
              <w:jc w:val="left"/>
            </w:pPr>
            <w:proofErr w:type="spellStart"/>
            <w:r w:rsidRPr="003504F1">
              <w:t>Titlul</w:t>
            </w:r>
            <w:proofErr w:type="spellEnd"/>
            <w:r w:rsidRPr="003504F1">
              <w:t xml:space="preserve"> </w:t>
            </w:r>
            <w:proofErr w:type="spellStart"/>
            <w:r w:rsidRPr="003504F1">
              <w:t>proiectului</w:t>
            </w:r>
            <w:proofErr w:type="spellEnd"/>
            <w:r w:rsidRPr="003504F1">
              <w:t>:</w:t>
            </w:r>
          </w:p>
        </w:tc>
        <w:tc>
          <w:tcPr>
            <w:tcW w:w="2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A991215" w14:textId="77777777" w:rsidR="002651D6" w:rsidRPr="003504F1" w:rsidRDefault="002651D6" w:rsidP="00024CAC">
            <w:pPr>
              <w:jc w:val="left"/>
              <w:rPr>
                <w:b/>
              </w:rPr>
            </w:pPr>
            <w:r w:rsidRPr="003504F1">
              <w:rPr>
                <w:b/>
              </w:rPr>
              <w:t>Project no.:</w:t>
            </w:r>
          </w:p>
          <w:p w14:paraId="0D57A08D" w14:textId="77777777" w:rsidR="002651D6" w:rsidRPr="003504F1" w:rsidRDefault="002651D6" w:rsidP="00024CAC">
            <w:pPr>
              <w:jc w:val="left"/>
            </w:pPr>
            <w:proofErr w:type="spellStart"/>
            <w:r w:rsidRPr="003504F1">
              <w:t>Proiect</w:t>
            </w:r>
            <w:proofErr w:type="spellEnd"/>
            <w:r w:rsidRPr="003504F1">
              <w:t xml:space="preserve"> </w:t>
            </w:r>
            <w:proofErr w:type="spellStart"/>
            <w:proofErr w:type="gramStart"/>
            <w:r w:rsidRPr="003504F1">
              <w:t>nr</w:t>
            </w:r>
            <w:proofErr w:type="spellEnd"/>
            <w:r w:rsidRPr="003504F1">
              <w:t>.: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14:paraId="75B6EA6E" w14:textId="77777777" w:rsidR="002651D6" w:rsidRPr="003504F1" w:rsidRDefault="002651D6" w:rsidP="00024CAC">
            <w:pPr>
              <w:jc w:val="center"/>
              <w:rPr>
                <w:b/>
              </w:rPr>
            </w:pPr>
            <w:proofErr w:type="spellStart"/>
            <w:r w:rsidRPr="003504F1">
              <w:rPr>
                <w:b/>
              </w:rPr>
              <w:t>Pag</w:t>
            </w:r>
            <w:proofErr w:type="spellEnd"/>
            <w:r w:rsidRPr="003504F1">
              <w:rPr>
                <w:b/>
              </w:rPr>
              <w:t>. No.:</w:t>
            </w:r>
          </w:p>
          <w:p w14:paraId="054C7A6C" w14:textId="77777777" w:rsidR="002651D6" w:rsidRPr="003504F1" w:rsidRDefault="002651D6" w:rsidP="00024CAC">
            <w:pPr>
              <w:jc w:val="center"/>
            </w:pPr>
            <w:proofErr w:type="spellStart"/>
            <w:r w:rsidRPr="003504F1">
              <w:t>Pag</w:t>
            </w:r>
            <w:proofErr w:type="spellEnd"/>
            <w:r w:rsidRPr="003504F1">
              <w:t xml:space="preserve">. </w:t>
            </w:r>
            <w:proofErr w:type="spellStart"/>
            <w:r w:rsidRPr="003504F1">
              <w:t>Nr</w:t>
            </w:r>
            <w:proofErr w:type="spellEnd"/>
            <w:r w:rsidRPr="003504F1">
              <w:t>.:</w:t>
            </w:r>
          </w:p>
        </w:tc>
      </w:tr>
      <w:tr w:rsidR="002651D6" w:rsidRPr="003504F1" w14:paraId="4FB6F846" w14:textId="77777777" w:rsidTr="00B318AD">
        <w:trPr>
          <w:cantSplit/>
          <w:trHeight w:val="3181"/>
        </w:trPr>
        <w:tc>
          <w:tcPr>
            <w:tcW w:w="2694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1A0CF30" w14:textId="77777777" w:rsidR="002651D6" w:rsidRPr="003504F1" w:rsidRDefault="002651D6" w:rsidP="00024CAC">
            <w:pPr>
              <w:jc w:val="left"/>
            </w:pPr>
          </w:p>
        </w:tc>
        <w:tc>
          <w:tcPr>
            <w:tcW w:w="4181" w:type="dxa"/>
            <w:gridSpan w:val="4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139422C" w14:textId="77777777" w:rsidR="002651D6" w:rsidRPr="003942AF" w:rsidRDefault="002651D6" w:rsidP="00024CAC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Cs w:val="24"/>
              </w:rPr>
            </w:pPr>
            <w:r w:rsidRPr="003942AF">
              <w:rPr>
                <w:b/>
                <w:bCs/>
                <w:szCs w:val="24"/>
              </w:rPr>
              <w:t xml:space="preserve">MODERNIZAREA STATIEI DE </w:t>
            </w:r>
          </w:p>
          <w:p w14:paraId="3CAC74BE" w14:textId="77777777" w:rsidR="002651D6" w:rsidRPr="003942AF" w:rsidRDefault="002651D6" w:rsidP="00024CAC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Cs w:val="24"/>
              </w:rPr>
            </w:pPr>
            <w:r w:rsidRPr="003942AF">
              <w:rPr>
                <w:b/>
                <w:bCs/>
                <w:szCs w:val="24"/>
              </w:rPr>
              <w:t>POMPARE A TITEIULUI</w:t>
            </w:r>
          </w:p>
          <w:p w14:paraId="3F076016" w14:textId="77777777" w:rsidR="002651D6" w:rsidRPr="008C5643" w:rsidRDefault="002651D6" w:rsidP="00024CAC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caps/>
                <w:szCs w:val="24"/>
              </w:rPr>
            </w:pPr>
            <w:r w:rsidRPr="003942AF">
              <w:rPr>
                <w:b/>
                <w:bCs/>
                <w:szCs w:val="24"/>
              </w:rPr>
              <w:t>SLOBOZIA JUD. PRAHOVA</w:t>
            </w:r>
          </w:p>
        </w:tc>
        <w:tc>
          <w:tcPr>
            <w:tcW w:w="205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18FDF546" w14:textId="77777777" w:rsidR="002651D6" w:rsidRPr="003504F1" w:rsidRDefault="002651D6" w:rsidP="00024CAC">
            <w:pPr>
              <w:tabs>
                <w:tab w:val="center" w:pos="4320"/>
                <w:tab w:val="right" w:pos="8640"/>
              </w:tabs>
              <w:jc w:val="center"/>
              <w:rPr>
                <w:b/>
                <w:sz w:val="20"/>
              </w:rPr>
            </w:pPr>
            <w:r w:rsidRPr="003942AF">
              <w:rPr>
                <w:b/>
                <w:sz w:val="20"/>
              </w:rPr>
              <w:t>Pr1193/2019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1B74AA1" w14:textId="77777777" w:rsidR="002651D6" w:rsidRPr="003504F1" w:rsidRDefault="002651D6" w:rsidP="00024CAC">
            <w:pPr>
              <w:jc w:val="center"/>
              <w:rPr>
                <w:b/>
              </w:rPr>
            </w:pPr>
            <w:r>
              <w:rPr>
                <w:b/>
              </w:rPr>
              <w:t>1/5</w:t>
            </w:r>
          </w:p>
        </w:tc>
      </w:tr>
    </w:tbl>
    <w:p w14:paraId="041DC7EA" w14:textId="77777777" w:rsidR="002651D6" w:rsidRDefault="002651D6" w:rsidP="00DA121C">
      <w:pPr>
        <w:rPr>
          <w:rFonts w:cs="Arial"/>
          <w:color w:val="000000"/>
          <w:szCs w:val="24"/>
        </w:rPr>
      </w:pPr>
    </w:p>
    <w:tbl>
      <w:tblPr>
        <w:tblW w:w="102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1"/>
        <w:gridCol w:w="7150"/>
        <w:gridCol w:w="1522"/>
      </w:tblGrid>
      <w:tr w:rsidR="00B12014" w:rsidRPr="00143481" w14:paraId="5571E508" w14:textId="77777777" w:rsidTr="00970146">
        <w:trPr>
          <w:trHeight w:val="624"/>
          <w:jc w:val="center"/>
        </w:trPr>
        <w:tc>
          <w:tcPr>
            <w:tcW w:w="1581" w:type="dxa"/>
            <w:vAlign w:val="center"/>
          </w:tcPr>
          <w:p w14:paraId="2A13B4AA" w14:textId="77777777" w:rsidR="00B12014" w:rsidRPr="00143481" w:rsidRDefault="00B12014" w:rsidP="000B63CC">
            <w:pPr>
              <w:jc w:val="center"/>
              <w:rPr>
                <w:b/>
                <w:bCs/>
                <w:szCs w:val="24"/>
              </w:rPr>
            </w:pPr>
            <w:r w:rsidRPr="00143481">
              <w:rPr>
                <w:b/>
                <w:bCs/>
                <w:szCs w:val="24"/>
              </w:rPr>
              <w:lastRenderedPageBreak/>
              <w:t>Revision No.</w:t>
            </w:r>
          </w:p>
          <w:p w14:paraId="510695A7" w14:textId="77777777" w:rsidR="00B12014" w:rsidRPr="00143481" w:rsidRDefault="00B12014" w:rsidP="000B63CC">
            <w:pPr>
              <w:jc w:val="center"/>
              <w:rPr>
                <w:color w:val="000000"/>
                <w:szCs w:val="24"/>
              </w:rPr>
            </w:pPr>
            <w:proofErr w:type="spellStart"/>
            <w:r w:rsidRPr="00143481">
              <w:rPr>
                <w:b/>
                <w:bCs/>
                <w:szCs w:val="24"/>
              </w:rPr>
              <w:t>Revizia</w:t>
            </w:r>
            <w:proofErr w:type="spellEnd"/>
            <w:r w:rsidRPr="00143481">
              <w:rPr>
                <w:b/>
                <w:bCs/>
                <w:szCs w:val="24"/>
              </w:rPr>
              <w:t xml:space="preserve"> </w:t>
            </w:r>
            <w:proofErr w:type="spellStart"/>
            <w:r w:rsidRPr="00143481">
              <w:rPr>
                <w:b/>
                <w:bCs/>
                <w:szCs w:val="24"/>
              </w:rPr>
              <w:t>nr</w:t>
            </w:r>
            <w:proofErr w:type="spellEnd"/>
            <w:r w:rsidRPr="00143481">
              <w:rPr>
                <w:b/>
                <w:bCs/>
                <w:szCs w:val="24"/>
              </w:rPr>
              <w:t>.</w:t>
            </w:r>
          </w:p>
        </w:tc>
        <w:tc>
          <w:tcPr>
            <w:tcW w:w="7150" w:type="dxa"/>
            <w:vAlign w:val="center"/>
          </w:tcPr>
          <w:p w14:paraId="04A814D8" w14:textId="77777777" w:rsidR="00B12014" w:rsidRPr="00143481" w:rsidRDefault="00B12014" w:rsidP="000B63CC">
            <w:pPr>
              <w:jc w:val="left"/>
              <w:rPr>
                <w:b/>
                <w:bCs/>
                <w:szCs w:val="24"/>
              </w:rPr>
            </w:pPr>
            <w:r w:rsidRPr="00143481">
              <w:rPr>
                <w:b/>
                <w:bCs/>
                <w:szCs w:val="24"/>
              </w:rPr>
              <w:t>Reason for Revision /</w:t>
            </w:r>
          </w:p>
          <w:p w14:paraId="3F344888" w14:textId="77777777" w:rsidR="00B12014" w:rsidRPr="00143481" w:rsidRDefault="00B12014" w:rsidP="000B63CC">
            <w:pPr>
              <w:jc w:val="left"/>
              <w:rPr>
                <w:color w:val="000000"/>
                <w:szCs w:val="24"/>
              </w:rPr>
            </w:pPr>
            <w:proofErr w:type="spellStart"/>
            <w:r w:rsidRPr="00143481">
              <w:rPr>
                <w:b/>
                <w:bCs/>
                <w:szCs w:val="24"/>
              </w:rPr>
              <w:t>Motivul</w:t>
            </w:r>
            <w:proofErr w:type="spellEnd"/>
            <w:r w:rsidRPr="00143481">
              <w:rPr>
                <w:b/>
                <w:bCs/>
                <w:szCs w:val="24"/>
              </w:rPr>
              <w:t xml:space="preserve"> </w:t>
            </w:r>
            <w:proofErr w:type="spellStart"/>
            <w:r w:rsidRPr="00143481">
              <w:rPr>
                <w:b/>
                <w:bCs/>
                <w:szCs w:val="24"/>
              </w:rPr>
              <w:t>reviziei</w:t>
            </w:r>
            <w:proofErr w:type="spellEnd"/>
          </w:p>
        </w:tc>
        <w:tc>
          <w:tcPr>
            <w:tcW w:w="1522" w:type="dxa"/>
            <w:vAlign w:val="center"/>
          </w:tcPr>
          <w:p w14:paraId="53CF6DBC" w14:textId="77777777" w:rsidR="00B12014" w:rsidRPr="00143481" w:rsidRDefault="00B12014" w:rsidP="000B63CC">
            <w:pPr>
              <w:jc w:val="left"/>
              <w:rPr>
                <w:b/>
                <w:bCs/>
                <w:szCs w:val="24"/>
              </w:rPr>
            </w:pPr>
            <w:r w:rsidRPr="00143481">
              <w:rPr>
                <w:b/>
                <w:bCs/>
                <w:szCs w:val="24"/>
              </w:rPr>
              <w:t>Date:</w:t>
            </w:r>
          </w:p>
          <w:p w14:paraId="57B1A774" w14:textId="77777777" w:rsidR="00B12014" w:rsidRPr="00143481" w:rsidRDefault="00B12014" w:rsidP="000B63CC">
            <w:pPr>
              <w:jc w:val="left"/>
              <w:rPr>
                <w:color w:val="000000"/>
                <w:szCs w:val="24"/>
              </w:rPr>
            </w:pPr>
            <w:r w:rsidRPr="00143481">
              <w:rPr>
                <w:b/>
                <w:bCs/>
                <w:szCs w:val="24"/>
              </w:rPr>
              <w:t>Data:</w:t>
            </w:r>
          </w:p>
        </w:tc>
      </w:tr>
      <w:tr w:rsidR="00493B96" w:rsidRPr="00143481" w14:paraId="7CA653CE" w14:textId="77777777" w:rsidTr="00970146">
        <w:trPr>
          <w:trHeight w:val="624"/>
          <w:jc w:val="center"/>
        </w:trPr>
        <w:tc>
          <w:tcPr>
            <w:tcW w:w="1581" w:type="dxa"/>
            <w:vAlign w:val="center"/>
          </w:tcPr>
          <w:p w14:paraId="0D6C4039" w14:textId="4E45B8A7" w:rsidR="00493B96" w:rsidRPr="00143481" w:rsidRDefault="00493B96" w:rsidP="00493B96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0</w:t>
            </w:r>
            <w:r w:rsidR="00B10EDA">
              <w:rPr>
                <w:szCs w:val="24"/>
              </w:rPr>
              <w:t>0</w:t>
            </w:r>
          </w:p>
        </w:tc>
        <w:tc>
          <w:tcPr>
            <w:tcW w:w="7150" w:type="dxa"/>
            <w:vAlign w:val="center"/>
          </w:tcPr>
          <w:p w14:paraId="4CFBB13B" w14:textId="1D0EB791" w:rsidR="00493B96" w:rsidRPr="00143481" w:rsidRDefault="00493B96" w:rsidP="00402092">
            <w:pPr>
              <w:pStyle w:val="Default"/>
              <w:jc w:val="center"/>
            </w:pPr>
            <w:proofErr w:type="spellStart"/>
            <w:r w:rsidRPr="00143481">
              <w:t>Emis</w:t>
            </w:r>
            <w:proofErr w:type="spellEnd"/>
            <w:r w:rsidRPr="00143481">
              <w:t xml:space="preserve"> </w:t>
            </w:r>
            <w:proofErr w:type="spellStart"/>
            <w:r w:rsidRPr="00143481">
              <w:t>pentru</w:t>
            </w:r>
            <w:proofErr w:type="spellEnd"/>
            <w:r>
              <w:t xml:space="preserve"> </w:t>
            </w:r>
            <w:proofErr w:type="spellStart"/>
            <w:r w:rsidR="00B10EDA">
              <w:t>comentarii</w:t>
            </w:r>
            <w:proofErr w:type="spellEnd"/>
          </w:p>
        </w:tc>
        <w:tc>
          <w:tcPr>
            <w:tcW w:w="1522" w:type="dxa"/>
            <w:vAlign w:val="center"/>
          </w:tcPr>
          <w:p w14:paraId="6ECAFF05" w14:textId="6406BCAC" w:rsidR="00493B96" w:rsidRPr="00143481" w:rsidRDefault="00B10EDA" w:rsidP="00493B96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06</w:t>
            </w:r>
            <w:r w:rsidR="00493B96">
              <w:rPr>
                <w:szCs w:val="24"/>
              </w:rPr>
              <w:t>.20</w:t>
            </w:r>
            <w:r>
              <w:rPr>
                <w:szCs w:val="24"/>
              </w:rPr>
              <w:t>21</w:t>
            </w:r>
          </w:p>
        </w:tc>
      </w:tr>
      <w:tr w:rsidR="00384DD4" w:rsidRPr="00143481" w14:paraId="20B88EE8" w14:textId="77777777" w:rsidTr="00970146">
        <w:trPr>
          <w:trHeight w:val="624"/>
          <w:jc w:val="center"/>
        </w:trPr>
        <w:tc>
          <w:tcPr>
            <w:tcW w:w="1581" w:type="dxa"/>
            <w:vAlign w:val="center"/>
          </w:tcPr>
          <w:p w14:paraId="13EA02BF" w14:textId="3EC60B55" w:rsidR="00384DD4" w:rsidRPr="00143481" w:rsidRDefault="00384DD4" w:rsidP="00384DD4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01</w:t>
            </w:r>
          </w:p>
        </w:tc>
        <w:tc>
          <w:tcPr>
            <w:tcW w:w="7150" w:type="dxa"/>
            <w:vAlign w:val="center"/>
          </w:tcPr>
          <w:p w14:paraId="7E675967" w14:textId="729DB94D" w:rsidR="00384DD4" w:rsidRPr="00143481" w:rsidRDefault="00384DD4" w:rsidP="00384DD4">
            <w:pPr>
              <w:pStyle w:val="Default"/>
              <w:jc w:val="center"/>
            </w:pPr>
            <w:proofErr w:type="spellStart"/>
            <w:r w:rsidRPr="00143481">
              <w:t>Emis</w:t>
            </w:r>
            <w:proofErr w:type="spellEnd"/>
            <w:r w:rsidRPr="00143481">
              <w:t xml:space="preserve"> </w:t>
            </w:r>
            <w:proofErr w:type="spellStart"/>
            <w:r w:rsidRPr="00143481">
              <w:t>pentru</w:t>
            </w:r>
            <w:proofErr w:type="spellEnd"/>
            <w:r>
              <w:t xml:space="preserve"> </w:t>
            </w:r>
            <w:proofErr w:type="spellStart"/>
            <w:r>
              <w:t>construire</w:t>
            </w:r>
            <w:proofErr w:type="spellEnd"/>
          </w:p>
        </w:tc>
        <w:tc>
          <w:tcPr>
            <w:tcW w:w="1522" w:type="dxa"/>
            <w:vAlign w:val="center"/>
          </w:tcPr>
          <w:p w14:paraId="5DDDCAC3" w14:textId="63F4B3A9" w:rsidR="00384DD4" w:rsidRPr="00143481" w:rsidRDefault="00384DD4" w:rsidP="00384DD4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05.2022</w:t>
            </w:r>
          </w:p>
        </w:tc>
      </w:tr>
      <w:tr w:rsidR="00B10EDA" w:rsidRPr="00143481" w14:paraId="1C8A0A14" w14:textId="77777777" w:rsidTr="00970146">
        <w:trPr>
          <w:trHeight w:val="624"/>
          <w:jc w:val="center"/>
        </w:trPr>
        <w:tc>
          <w:tcPr>
            <w:tcW w:w="1581" w:type="dxa"/>
            <w:vAlign w:val="center"/>
          </w:tcPr>
          <w:p w14:paraId="4C650971" w14:textId="77777777" w:rsidR="00B10EDA" w:rsidRPr="00143481" w:rsidRDefault="00B10EDA" w:rsidP="00970146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7150" w:type="dxa"/>
            <w:vAlign w:val="center"/>
          </w:tcPr>
          <w:p w14:paraId="5B280798" w14:textId="77777777" w:rsidR="00B10EDA" w:rsidRPr="00143481" w:rsidRDefault="00B10EDA" w:rsidP="008C5643">
            <w:pPr>
              <w:pStyle w:val="Default"/>
              <w:jc w:val="center"/>
            </w:pPr>
          </w:p>
        </w:tc>
        <w:tc>
          <w:tcPr>
            <w:tcW w:w="1522" w:type="dxa"/>
            <w:vAlign w:val="center"/>
          </w:tcPr>
          <w:p w14:paraId="29B8405D" w14:textId="77777777" w:rsidR="00B10EDA" w:rsidRPr="00143481" w:rsidRDefault="00B10EDA" w:rsidP="006244CF">
            <w:pPr>
              <w:jc w:val="center"/>
              <w:rPr>
                <w:color w:val="000000"/>
                <w:szCs w:val="24"/>
              </w:rPr>
            </w:pPr>
          </w:p>
        </w:tc>
      </w:tr>
      <w:tr w:rsidR="00B10EDA" w:rsidRPr="00143481" w14:paraId="033A3C71" w14:textId="77777777" w:rsidTr="00970146">
        <w:trPr>
          <w:trHeight w:val="624"/>
          <w:jc w:val="center"/>
        </w:trPr>
        <w:tc>
          <w:tcPr>
            <w:tcW w:w="1581" w:type="dxa"/>
            <w:vAlign w:val="center"/>
          </w:tcPr>
          <w:p w14:paraId="22AD7669" w14:textId="77777777" w:rsidR="00B10EDA" w:rsidRPr="00143481" w:rsidRDefault="00B10EDA" w:rsidP="00970146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7150" w:type="dxa"/>
            <w:vAlign w:val="center"/>
          </w:tcPr>
          <w:p w14:paraId="73A45975" w14:textId="77777777" w:rsidR="00B10EDA" w:rsidRPr="00143481" w:rsidRDefault="00B10EDA" w:rsidP="008C5643">
            <w:pPr>
              <w:pStyle w:val="Default"/>
              <w:jc w:val="center"/>
            </w:pPr>
          </w:p>
        </w:tc>
        <w:tc>
          <w:tcPr>
            <w:tcW w:w="1522" w:type="dxa"/>
            <w:vAlign w:val="center"/>
          </w:tcPr>
          <w:p w14:paraId="0308CA01" w14:textId="77777777" w:rsidR="00B10EDA" w:rsidRPr="00143481" w:rsidRDefault="00B10EDA" w:rsidP="006244CF">
            <w:pPr>
              <w:jc w:val="center"/>
              <w:rPr>
                <w:color w:val="000000"/>
                <w:szCs w:val="24"/>
              </w:rPr>
            </w:pPr>
          </w:p>
        </w:tc>
      </w:tr>
      <w:tr w:rsidR="00B10EDA" w:rsidRPr="00143481" w14:paraId="434B34E1" w14:textId="77777777" w:rsidTr="00970146">
        <w:trPr>
          <w:trHeight w:val="624"/>
          <w:jc w:val="center"/>
        </w:trPr>
        <w:tc>
          <w:tcPr>
            <w:tcW w:w="1581" w:type="dxa"/>
            <w:vAlign w:val="center"/>
          </w:tcPr>
          <w:p w14:paraId="2BEB30C2" w14:textId="77777777" w:rsidR="00B10EDA" w:rsidRPr="00143481" w:rsidRDefault="00B10EDA" w:rsidP="00970146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7150" w:type="dxa"/>
            <w:vAlign w:val="center"/>
          </w:tcPr>
          <w:p w14:paraId="78BA5F76" w14:textId="77777777" w:rsidR="00B10EDA" w:rsidRPr="00143481" w:rsidRDefault="00B10EDA" w:rsidP="008C5643">
            <w:pPr>
              <w:pStyle w:val="Default"/>
              <w:jc w:val="center"/>
            </w:pPr>
          </w:p>
        </w:tc>
        <w:tc>
          <w:tcPr>
            <w:tcW w:w="1522" w:type="dxa"/>
            <w:vAlign w:val="center"/>
          </w:tcPr>
          <w:p w14:paraId="20ED1BAB" w14:textId="77777777" w:rsidR="00B10EDA" w:rsidRPr="00143481" w:rsidRDefault="00B10EDA" w:rsidP="006244CF">
            <w:pPr>
              <w:jc w:val="center"/>
              <w:rPr>
                <w:color w:val="000000"/>
                <w:szCs w:val="24"/>
              </w:rPr>
            </w:pPr>
          </w:p>
        </w:tc>
      </w:tr>
      <w:tr w:rsidR="00B10EDA" w:rsidRPr="00143481" w14:paraId="67380C31" w14:textId="77777777" w:rsidTr="00970146">
        <w:trPr>
          <w:trHeight w:val="624"/>
          <w:jc w:val="center"/>
        </w:trPr>
        <w:tc>
          <w:tcPr>
            <w:tcW w:w="1581" w:type="dxa"/>
            <w:vAlign w:val="center"/>
          </w:tcPr>
          <w:p w14:paraId="148462A5" w14:textId="77777777" w:rsidR="00B10EDA" w:rsidRPr="00143481" w:rsidRDefault="00B10EDA" w:rsidP="00970146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7150" w:type="dxa"/>
            <w:vAlign w:val="center"/>
          </w:tcPr>
          <w:p w14:paraId="35C91DD2" w14:textId="77777777" w:rsidR="00B10EDA" w:rsidRPr="00143481" w:rsidRDefault="00B10EDA" w:rsidP="008C5643">
            <w:pPr>
              <w:pStyle w:val="Default"/>
              <w:jc w:val="center"/>
            </w:pPr>
          </w:p>
        </w:tc>
        <w:tc>
          <w:tcPr>
            <w:tcW w:w="1522" w:type="dxa"/>
            <w:vAlign w:val="center"/>
          </w:tcPr>
          <w:p w14:paraId="7F89DEDF" w14:textId="77777777" w:rsidR="00B10EDA" w:rsidRPr="00143481" w:rsidRDefault="00B10EDA" w:rsidP="006244CF">
            <w:pPr>
              <w:jc w:val="center"/>
              <w:rPr>
                <w:color w:val="000000"/>
                <w:szCs w:val="24"/>
              </w:rPr>
            </w:pPr>
          </w:p>
        </w:tc>
      </w:tr>
    </w:tbl>
    <w:p w14:paraId="7B6CF2E7" w14:textId="77777777" w:rsidR="00DA121C" w:rsidRDefault="00DA121C" w:rsidP="00DA121C">
      <w:pPr>
        <w:rPr>
          <w:rFonts w:cs="Arial"/>
          <w:color w:val="000000"/>
          <w:szCs w:val="24"/>
        </w:rPr>
      </w:pPr>
    </w:p>
    <w:p w14:paraId="1DAF9250" w14:textId="77777777" w:rsidR="002235C9" w:rsidRDefault="002235C9">
      <w:pPr>
        <w:ind w:left="426" w:right="680"/>
        <w:jc w:val="center"/>
        <w:rPr>
          <w:lang w:val="es-ES_tradnl"/>
        </w:rPr>
      </w:pPr>
    </w:p>
    <w:p w14:paraId="738CCD6B" w14:textId="77777777" w:rsidR="00853964" w:rsidRDefault="00853964">
      <w:pPr>
        <w:ind w:left="426" w:right="680"/>
        <w:jc w:val="center"/>
        <w:rPr>
          <w:lang w:val="es-ES_tradnl"/>
        </w:rPr>
        <w:sectPr w:rsidR="00853964" w:rsidSect="00E667AA">
          <w:headerReference w:type="default" r:id="rId10"/>
          <w:footerReference w:type="default" r:id="rId11"/>
          <w:headerReference w:type="first" r:id="rId12"/>
          <w:footerReference w:type="first" r:id="rId13"/>
          <w:pgSz w:w="11907" w:h="16840" w:code="9"/>
          <w:pgMar w:top="522" w:right="851" w:bottom="907" w:left="1418" w:header="851" w:footer="720" w:gutter="0"/>
          <w:paperSrc w:first="7" w:other="7"/>
          <w:cols w:space="720"/>
          <w:titlePg/>
          <w:docGrid w:linePitch="299"/>
        </w:sectPr>
      </w:pPr>
    </w:p>
    <w:p w14:paraId="7BB17136" w14:textId="77777777" w:rsidR="00D274EE" w:rsidRPr="00C45799" w:rsidRDefault="00D274EE" w:rsidP="00D274EE">
      <w:pPr>
        <w:pStyle w:val="Footer"/>
        <w:spacing w:after="0"/>
        <w:jc w:val="center"/>
        <w:rPr>
          <w:b/>
          <w:sz w:val="24"/>
          <w:szCs w:val="24"/>
        </w:rPr>
      </w:pPr>
      <w:r w:rsidRPr="00C45799">
        <w:rPr>
          <w:b/>
          <w:sz w:val="24"/>
          <w:szCs w:val="24"/>
        </w:rPr>
        <w:lastRenderedPageBreak/>
        <w:t xml:space="preserve">PROGRAM DE CALITATE PENTRU EXECUTIA LUCRARILOR DE </w:t>
      </w:r>
      <w:r w:rsidR="008262FF">
        <w:rPr>
          <w:b/>
          <w:sz w:val="24"/>
          <w:szCs w:val="24"/>
        </w:rPr>
        <w:t>DRUM</w:t>
      </w:r>
      <w:r w:rsidR="001C71D1">
        <w:rPr>
          <w:b/>
          <w:sz w:val="24"/>
          <w:szCs w:val="24"/>
        </w:rPr>
        <w:t xml:space="preserve"> DE ACCES</w:t>
      </w:r>
    </w:p>
    <w:p w14:paraId="615121D2" w14:textId="77777777" w:rsidR="00426A63" w:rsidRPr="00C45799" w:rsidRDefault="00426A63" w:rsidP="00D274EE">
      <w:pPr>
        <w:pStyle w:val="Footer"/>
        <w:spacing w:after="0"/>
        <w:jc w:val="center"/>
        <w:rPr>
          <w:rFonts w:cs="Arial"/>
          <w:b/>
          <w:sz w:val="24"/>
          <w:szCs w:val="24"/>
        </w:rPr>
      </w:pPr>
      <w:r w:rsidRPr="00C45799">
        <w:rPr>
          <w:b/>
          <w:sz w:val="24"/>
          <w:szCs w:val="24"/>
        </w:rPr>
        <w:t>QUALITY CONTROL PROGRAMME</w:t>
      </w:r>
      <w:r w:rsidRPr="00C45799">
        <w:rPr>
          <w:rFonts w:cs="Arial"/>
          <w:b/>
          <w:sz w:val="24"/>
          <w:szCs w:val="24"/>
        </w:rPr>
        <w:t xml:space="preserve"> DURING THE EXECUTION OF </w:t>
      </w:r>
      <w:r w:rsidR="001C71D1">
        <w:rPr>
          <w:rFonts w:cs="Arial"/>
          <w:b/>
          <w:sz w:val="24"/>
          <w:szCs w:val="24"/>
        </w:rPr>
        <w:t>ACCESS ROAD</w:t>
      </w:r>
      <w:r w:rsidRPr="00C45799">
        <w:rPr>
          <w:rFonts w:cs="Arial"/>
          <w:b/>
          <w:sz w:val="24"/>
          <w:szCs w:val="24"/>
        </w:rPr>
        <w:t xml:space="preserve"> TO THE OBJECTIVE</w:t>
      </w:r>
    </w:p>
    <w:p w14:paraId="7E69D3FF" w14:textId="0042CCA7" w:rsidR="00E667AA" w:rsidRPr="00FE521E" w:rsidRDefault="00E667AA" w:rsidP="00024CAC">
      <w:pPr>
        <w:tabs>
          <w:tab w:val="center" w:pos="4320"/>
          <w:tab w:val="right" w:pos="8640"/>
        </w:tabs>
        <w:jc w:val="center"/>
        <w:rPr>
          <w:b/>
          <w:caps/>
          <w:lang w:eastAsia="x-none"/>
        </w:rPr>
      </w:pPr>
      <w:r w:rsidRPr="00D42388">
        <w:rPr>
          <w:rFonts w:cs="Arial"/>
          <w:b/>
          <w:sz w:val="24"/>
          <w:szCs w:val="24"/>
        </w:rPr>
        <w:t xml:space="preserve">PROIECT/PROJECT </w:t>
      </w:r>
      <w:r w:rsidR="00024CAC" w:rsidRPr="00024CAC">
        <w:rPr>
          <w:rFonts w:cs="Arial"/>
          <w:b/>
          <w:sz w:val="24"/>
          <w:szCs w:val="24"/>
        </w:rPr>
        <w:t xml:space="preserve">1193/2019 </w:t>
      </w:r>
      <w:r w:rsidRPr="00D42388">
        <w:rPr>
          <w:rFonts w:cs="Arial"/>
          <w:b/>
          <w:sz w:val="24"/>
          <w:szCs w:val="24"/>
        </w:rPr>
        <w:t>“</w:t>
      </w:r>
      <w:r w:rsidR="00024CAC" w:rsidRPr="00024CAC">
        <w:rPr>
          <w:b/>
          <w:caps/>
          <w:sz w:val="24"/>
          <w:szCs w:val="24"/>
          <w:lang w:eastAsia="x-none"/>
        </w:rPr>
        <w:t>MODERNIZAREA STATIEI DE</w:t>
      </w:r>
      <w:r w:rsidR="00024CAC">
        <w:rPr>
          <w:b/>
          <w:caps/>
          <w:sz w:val="24"/>
          <w:szCs w:val="24"/>
          <w:lang w:eastAsia="x-none"/>
        </w:rPr>
        <w:t xml:space="preserve"> </w:t>
      </w:r>
      <w:r w:rsidR="00024CAC" w:rsidRPr="00024CAC">
        <w:rPr>
          <w:b/>
          <w:caps/>
          <w:sz w:val="24"/>
          <w:szCs w:val="24"/>
          <w:lang w:eastAsia="x-none"/>
        </w:rPr>
        <w:t>POMPARE A TITEIULUI</w:t>
      </w:r>
      <w:r w:rsidR="00024CAC">
        <w:rPr>
          <w:b/>
          <w:caps/>
          <w:sz w:val="24"/>
          <w:szCs w:val="24"/>
          <w:lang w:eastAsia="x-none"/>
        </w:rPr>
        <w:t xml:space="preserve"> </w:t>
      </w:r>
      <w:r w:rsidR="00024CAC" w:rsidRPr="00024CAC">
        <w:rPr>
          <w:b/>
          <w:caps/>
          <w:sz w:val="24"/>
          <w:szCs w:val="24"/>
          <w:lang w:eastAsia="x-none"/>
        </w:rPr>
        <w:t>SLOBOZIA JUD. PRAHOVA</w:t>
      </w:r>
      <w:r w:rsidR="00BB0571" w:rsidRPr="00D42388">
        <w:rPr>
          <w:b/>
          <w:caps/>
          <w:sz w:val="24"/>
          <w:szCs w:val="24"/>
          <w:lang w:eastAsia="x-none"/>
        </w:rPr>
        <w:t>”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83"/>
        <w:gridCol w:w="1975"/>
        <w:gridCol w:w="2267"/>
        <w:gridCol w:w="2692"/>
        <w:gridCol w:w="175"/>
        <w:gridCol w:w="109"/>
        <w:gridCol w:w="2692"/>
        <w:gridCol w:w="1559"/>
        <w:gridCol w:w="2125"/>
        <w:gridCol w:w="1026"/>
        <w:gridCol w:w="108"/>
      </w:tblGrid>
      <w:tr w:rsidR="00426A63" w:rsidRPr="008E0951" w14:paraId="541447B3" w14:textId="77777777" w:rsidTr="008A7B07">
        <w:trPr>
          <w:gridAfter w:val="1"/>
          <w:wAfter w:w="108" w:type="dxa"/>
        </w:trPr>
        <w:tc>
          <w:tcPr>
            <w:tcW w:w="7796" w:type="dxa"/>
            <w:gridSpan w:val="5"/>
            <w:shd w:val="clear" w:color="auto" w:fill="auto"/>
          </w:tcPr>
          <w:p w14:paraId="3CF6E57C" w14:textId="32CAEED4" w:rsidR="00426A63" w:rsidRPr="00572B24" w:rsidRDefault="00024CAC" w:rsidP="00AA4E7C">
            <w:pPr>
              <w:jc w:val="left"/>
              <w:rPr>
                <w:sz w:val="20"/>
                <w:lang w:val="en-GB"/>
              </w:rPr>
            </w:pPr>
            <w:r w:rsidRPr="00024CAC">
              <w:rPr>
                <w:b/>
                <w:sz w:val="20"/>
                <w:lang w:val="en-GB"/>
              </w:rPr>
              <w:t>S.C. CONPET S.A</w:t>
            </w:r>
            <w:proofErr w:type="gramStart"/>
            <w:r w:rsidRPr="00024CAC">
              <w:rPr>
                <w:b/>
                <w:sz w:val="20"/>
                <w:lang w:val="en-GB"/>
              </w:rPr>
              <w:t>.</w:t>
            </w:r>
            <w:r w:rsidR="00675B25" w:rsidRPr="00572B24">
              <w:rPr>
                <w:sz w:val="20"/>
                <w:lang w:val="en-GB"/>
              </w:rPr>
              <w:t>-</w:t>
            </w:r>
            <w:proofErr w:type="gramEnd"/>
            <w:r w:rsidR="00675B25"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="00675B25" w:rsidRPr="00572B24">
              <w:rPr>
                <w:sz w:val="20"/>
                <w:lang w:val="en-GB"/>
              </w:rPr>
              <w:t>în</w:t>
            </w:r>
            <w:proofErr w:type="spellEnd"/>
            <w:r w:rsidR="00675B25"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="00675B25" w:rsidRPr="00572B24">
              <w:rPr>
                <w:sz w:val="20"/>
                <w:lang w:val="en-GB"/>
              </w:rPr>
              <w:t>calitate</w:t>
            </w:r>
            <w:proofErr w:type="spellEnd"/>
            <w:r w:rsidR="00675B25" w:rsidRPr="00572B24">
              <w:rPr>
                <w:sz w:val="20"/>
                <w:lang w:val="en-GB"/>
              </w:rPr>
              <w:t xml:space="preserve"> de </w:t>
            </w:r>
            <w:proofErr w:type="spellStart"/>
            <w:r w:rsidR="00675B25" w:rsidRPr="00572B24">
              <w:rPr>
                <w:sz w:val="20"/>
                <w:lang w:val="en-GB"/>
              </w:rPr>
              <w:t>beneficiar</w:t>
            </w:r>
            <w:proofErr w:type="spellEnd"/>
            <w:r w:rsidR="00675B25" w:rsidRPr="00572B24">
              <w:rPr>
                <w:sz w:val="20"/>
                <w:lang w:val="en-GB"/>
              </w:rPr>
              <w:t xml:space="preserve">, </w:t>
            </w:r>
            <w:proofErr w:type="spellStart"/>
            <w:r w:rsidR="00675B25" w:rsidRPr="00572B24">
              <w:rPr>
                <w:sz w:val="20"/>
                <w:lang w:val="en-GB"/>
              </w:rPr>
              <w:t>repreze</w:t>
            </w:r>
            <w:r w:rsidR="00675B25">
              <w:rPr>
                <w:sz w:val="20"/>
                <w:lang w:val="en-GB"/>
              </w:rPr>
              <w:t>ntată</w:t>
            </w:r>
            <w:proofErr w:type="spellEnd"/>
            <w:r w:rsidR="00675B25">
              <w:rPr>
                <w:sz w:val="20"/>
                <w:lang w:val="en-GB"/>
              </w:rPr>
              <w:t xml:space="preserve"> </w:t>
            </w:r>
            <w:proofErr w:type="spellStart"/>
            <w:r w:rsidR="00675B25">
              <w:rPr>
                <w:sz w:val="20"/>
                <w:lang w:val="en-GB"/>
              </w:rPr>
              <w:t>prin</w:t>
            </w:r>
            <w:proofErr w:type="spellEnd"/>
            <w:r w:rsidR="00675B25">
              <w:rPr>
                <w:sz w:val="20"/>
                <w:lang w:val="en-GB"/>
              </w:rPr>
              <w:t xml:space="preserve"> …………………………, </w:t>
            </w:r>
            <w:r w:rsidR="00675B25" w:rsidRPr="00572B24">
              <w:rPr>
                <w:sz w:val="20"/>
                <w:lang w:val="en-GB"/>
              </w:rPr>
              <w:t xml:space="preserve"> </w:t>
            </w:r>
            <w:r w:rsidR="00946BCC">
              <w:rPr>
                <w:sz w:val="20"/>
                <w:lang w:val="en-GB"/>
              </w:rPr>
              <w:t>…………………..</w:t>
            </w:r>
            <w:proofErr w:type="spellStart"/>
            <w:r w:rsidR="00675B25" w:rsidRPr="00572B24">
              <w:rPr>
                <w:sz w:val="20"/>
                <w:lang w:val="en-GB"/>
              </w:rPr>
              <w:t>în</w:t>
            </w:r>
            <w:proofErr w:type="spellEnd"/>
            <w:r w:rsidR="00675B25"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="00675B25" w:rsidRPr="00572B24">
              <w:rPr>
                <w:sz w:val="20"/>
                <w:lang w:val="en-GB"/>
              </w:rPr>
              <w:t>calitate</w:t>
            </w:r>
            <w:proofErr w:type="spellEnd"/>
            <w:r w:rsidR="00675B25" w:rsidRPr="00572B24">
              <w:rPr>
                <w:sz w:val="20"/>
                <w:lang w:val="en-GB"/>
              </w:rPr>
              <w:t xml:space="preserve"> de executant, </w:t>
            </w:r>
            <w:proofErr w:type="spellStart"/>
            <w:r w:rsidR="00675B25" w:rsidRPr="00572B24">
              <w:rPr>
                <w:sz w:val="20"/>
                <w:lang w:val="en-GB"/>
              </w:rPr>
              <w:t>reprezentată</w:t>
            </w:r>
            <w:proofErr w:type="spellEnd"/>
            <w:r w:rsidR="00675B25"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="00675B25" w:rsidRPr="00572B24">
              <w:rPr>
                <w:sz w:val="20"/>
                <w:lang w:val="en-GB"/>
              </w:rPr>
              <w:t>prin</w:t>
            </w:r>
            <w:proofErr w:type="spellEnd"/>
            <w:r w:rsidR="00675B25" w:rsidRPr="00572B24">
              <w:rPr>
                <w:sz w:val="20"/>
                <w:lang w:val="en-GB"/>
              </w:rPr>
              <w:t xml:space="preserve"> ………………………………………… </w:t>
            </w:r>
            <w:proofErr w:type="spellStart"/>
            <w:r w:rsidR="00426A63" w:rsidRPr="00572B24">
              <w:rPr>
                <w:sz w:val="20"/>
                <w:lang w:val="en-GB"/>
              </w:rPr>
              <w:t>si</w:t>
            </w:r>
            <w:proofErr w:type="spellEnd"/>
            <w:r w:rsidR="00426A63" w:rsidRPr="00572B24">
              <w:rPr>
                <w:sz w:val="20"/>
                <w:lang w:val="en-GB"/>
              </w:rPr>
              <w:t xml:space="preserve"> S.C. TEAM OIL S.R.L. PLOIEŞTI, </w:t>
            </w:r>
            <w:proofErr w:type="spellStart"/>
            <w:r w:rsidR="00426A63" w:rsidRPr="00572B24">
              <w:rPr>
                <w:sz w:val="20"/>
                <w:lang w:val="en-GB"/>
              </w:rPr>
              <w:t>în</w:t>
            </w:r>
            <w:proofErr w:type="spellEnd"/>
            <w:r w:rsidR="00426A63"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="00426A63" w:rsidRPr="00572B24">
              <w:rPr>
                <w:sz w:val="20"/>
                <w:lang w:val="en-GB"/>
              </w:rPr>
              <w:t>calitate</w:t>
            </w:r>
            <w:proofErr w:type="spellEnd"/>
            <w:r w:rsidR="00426A63" w:rsidRPr="00572B24">
              <w:rPr>
                <w:sz w:val="20"/>
                <w:lang w:val="en-GB"/>
              </w:rPr>
              <w:t xml:space="preserve"> de </w:t>
            </w:r>
            <w:proofErr w:type="spellStart"/>
            <w:r w:rsidR="00426A63" w:rsidRPr="00572B24">
              <w:rPr>
                <w:sz w:val="20"/>
                <w:lang w:val="en-GB"/>
              </w:rPr>
              <w:t>proiectant</w:t>
            </w:r>
            <w:proofErr w:type="spellEnd"/>
            <w:r w:rsidR="00426A63" w:rsidRPr="00572B24">
              <w:rPr>
                <w:sz w:val="20"/>
                <w:lang w:val="en-GB"/>
              </w:rPr>
              <w:t xml:space="preserve">, </w:t>
            </w:r>
            <w:proofErr w:type="spellStart"/>
            <w:r w:rsidR="00426A63" w:rsidRPr="00572B24">
              <w:rPr>
                <w:sz w:val="20"/>
                <w:lang w:val="en-GB"/>
              </w:rPr>
              <w:t>reprezentată</w:t>
            </w:r>
            <w:proofErr w:type="spellEnd"/>
            <w:r w:rsidR="00426A63"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="00426A63" w:rsidRPr="00572B24">
              <w:rPr>
                <w:sz w:val="20"/>
                <w:lang w:val="en-GB"/>
              </w:rPr>
              <w:t>prin</w:t>
            </w:r>
            <w:proofErr w:type="spellEnd"/>
            <w:r w:rsidR="00426A63" w:rsidRPr="00572B24">
              <w:rPr>
                <w:sz w:val="20"/>
                <w:lang w:val="en-GB"/>
              </w:rPr>
              <w:t xml:space="preserve"> Director ing. </w:t>
            </w:r>
            <w:proofErr w:type="spellStart"/>
            <w:r w:rsidR="00426A63" w:rsidRPr="00572B24">
              <w:rPr>
                <w:sz w:val="20"/>
                <w:lang w:val="en-GB"/>
              </w:rPr>
              <w:t>Trusu</w:t>
            </w:r>
            <w:proofErr w:type="spellEnd"/>
            <w:r w:rsidR="00426A63" w:rsidRPr="00572B24">
              <w:rPr>
                <w:sz w:val="20"/>
                <w:lang w:val="en-GB"/>
              </w:rPr>
              <w:t xml:space="preserve"> M.</w:t>
            </w:r>
          </w:p>
          <w:p w14:paraId="66CE9133" w14:textId="77777777" w:rsidR="00426A63" w:rsidRPr="006E7475" w:rsidRDefault="00426A63" w:rsidP="00675B25">
            <w:pPr>
              <w:jc w:val="left"/>
              <w:rPr>
                <w:sz w:val="20"/>
                <w:lang w:val="en-GB"/>
              </w:rPr>
            </w:pPr>
            <w:proofErr w:type="spellStart"/>
            <w:r w:rsidRPr="00572B24">
              <w:rPr>
                <w:sz w:val="20"/>
                <w:lang w:val="en-GB"/>
              </w:rPr>
              <w:t>În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conformitate</w:t>
            </w:r>
            <w:proofErr w:type="spellEnd"/>
            <w:r w:rsidRPr="00572B24">
              <w:rPr>
                <w:sz w:val="20"/>
                <w:lang w:val="en-GB"/>
              </w:rPr>
              <w:t xml:space="preserve"> cu </w:t>
            </w:r>
            <w:proofErr w:type="spellStart"/>
            <w:r w:rsidRPr="00572B24">
              <w:rPr>
                <w:sz w:val="20"/>
                <w:lang w:val="en-GB"/>
              </w:rPr>
              <w:t>Legea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nr</w:t>
            </w:r>
            <w:proofErr w:type="spellEnd"/>
            <w:r w:rsidRPr="00572B24">
              <w:rPr>
                <w:sz w:val="20"/>
                <w:lang w:val="en-GB"/>
              </w:rPr>
              <w:t xml:space="preserve">. 10/95, H.G. 766/97, </w:t>
            </w:r>
            <w:proofErr w:type="spellStart"/>
            <w:r w:rsidRPr="00572B24">
              <w:rPr>
                <w:sz w:val="20"/>
                <w:lang w:val="en-GB"/>
              </w:rPr>
              <w:t>normativele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şi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instrucţiunile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tehnice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în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vigoare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stabilesc</w:t>
            </w:r>
            <w:proofErr w:type="spellEnd"/>
            <w:r w:rsidRPr="00572B24">
              <w:rPr>
                <w:sz w:val="20"/>
                <w:lang w:val="en-GB"/>
              </w:rPr>
              <w:t xml:space="preserve"> de </w:t>
            </w:r>
            <w:proofErr w:type="spellStart"/>
            <w:r w:rsidRPr="00572B24">
              <w:rPr>
                <w:sz w:val="20"/>
                <w:lang w:val="en-GB"/>
              </w:rPr>
              <w:t>comun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acord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prezentul</w:t>
            </w:r>
            <w:proofErr w:type="spellEnd"/>
            <w:r w:rsidRPr="00572B24">
              <w:rPr>
                <w:sz w:val="20"/>
                <w:lang w:val="en-GB"/>
              </w:rPr>
              <w:t xml:space="preserve"> program </w:t>
            </w:r>
            <w:proofErr w:type="spellStart"/>
            <w:r w:rsidRPr="00572B24">
              <w:rPr>
                <w:sz w:val="20"/>
                <w:lang w:val="en-GB"/>
              </w:rPr>
              <w:t>pentru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controlul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calităţii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lucrărilor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pe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durata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execuţiei</w:t>
            </w:r>
            <w:proofErr w:type="spellEnd"/>
            <w:r w:rsidRPr="00572B24">
              <w:rPr>
                <w:sz w:val="20"/>
                <w:lang w:val="en-GB"/>
              </w:rPr>
              <w:t xml:space="preserve"> </w:t>
            </w:r>
            <w:proofErr w:type="spellStart"/>
            <w:r w:rsidRPr="00572B24">
              <w:rPr>
                <w:sz w:val="20"/>
                <w:lang w:val="en-GB"/>
              </w:rPr>
              <w:t>pentru</w:t>
            </w:r>
            <w:proofErr w:type="spellEnd"/>
            <w:r w:rsidRPr="00572B24">
              <w:rPr>
                <w:sz w:val="20"/>
                <w:lang w:val="en-GB"/>
              </w:rPr>
              <w:t xml:space="preserve">:   </w:t>
            </w:r>
            <w:r w:rsidR="00AA4E7C">
              <w:rPr>
                <w:b/>
                <w:sz w:val="20"/>
              </w:rPr>
              <w:t xml:space="preserve">LUCRARI </w:t>
            </w:r>
            <w:r w:rsidR="00F60157">
              <w:rPr>
                <w:b/>
                <w:sz w:val="20"/>
              </w:rPr>
              <w:t xml:space="preserve"> DRUM </w:t>
            </w:r>
          </w:p>
        </w:tc>
        <w:tc>
          <w:tcPr>
            <w:tcW w:w="7513" w:type="dxa"/>
            <w:gridSpan w:val="5"/>
            <w:shd w:val="clear" w:color="auto" w:fill="auto"/>
          </w:tcPr>
          <w:p w14:paraId="1DA5327D" w14:textId="489E0D65" w:rsidR="00426A63" w:rsidRPr="008E0951" w:rsidRDefault="00024CAC" w:rsidP="00C45799">
            <w:pPr>
              <w:jc w:val="left"/>
              <w:rPr>
                <w:sz w:val="20"/>
              </w:rPr>
            </w:pPr>
            <w:r w:rsidRPr="00024CAC">
              <w:rPr>
                <w:b/>
                <w:sz w:val="20"/>
                <w:lang w:val="en-GB"/>
              </w:rPr>
              <w:t>S.C. CONPET S.A</w:t>
            </w:r>
            <w:proofErr w:type="gramStart"/>
            <w:r w:rsidRPr="00024CAC">
              <w:rPr>
                <w:b/>
                <w:sz w:val="20"/>
                <w:lang w:val="en-GB"/>
              </w:rPr>
              <w:t>.</w:t>
            </w:r>
            <w:r w:rsidR="00675B25" w:rsidRPr="008E0951">
              <w:rPr>
                <w:sz w:val="20"/>
                <w:lang w:val="en-GB"/>
              </w:rPr>
              <w:t>-</w:t>
            </w:r>
            <w:proofErr w:type="gramEnd"/>
            <w:r w:rsidR="00675B25" w:rsidRPr="008E0951">
              <w:rPr>
                <w:sz w:val="20"/>
                <w:lang w:val="en-GB"/>
              </w:rPr>
              <w:t xml:space="preserve"> as beneficiary, </w:t>
            </w:r>
            <w:r w:rsidR="00946BCC">
              <w:rPr>
                <w:sz w:val="20"/>
                <w:lang w:val="en-GB"/>
              </w:rPr>
              <w:t>represented by………………………,…………..………………..</w:t>
            </w:r>
            <w:r w:rsidR="00675B25" w:rsidRPr="008E0951">
              <w:rPr>
                <w:sz w:val="20"/>
              </w:rPr>
              <w:t xml:space="preserve"> </w:t>
            </w:r>
            <w:proofErr w:type="gramStart"/>
            <w:r w:rsidR="00675B25" w:rsidRPr="008E0951">
              <w:rPr>
                <w:sz w:val="20"/>
              </w:rPr>
              <w:t>as</w:t>
            </w:r>
            <w:proofErr w:type="gramEnd"/>
            <w:r w:rsidR="00675B25" w:rsidRPr="008E0951">
              <w:rPr>
                <w:sz w:val="20"/>
              </w:rPr>
              <w:t xml:space="preserve"> executant, represented by </w:t>
            </w:r>
            <w:r w:rsidR="00675B25" w:rsidRPr="008E0951">
              <w:rPr>
                <w:sz w:val="20"/>
                <w:lang w:val="en-GB"/>
              </w:rPr>
              <w:t xml:space="preserve">………………………………………… </w:t>
            </w:r>
            <w:r w:rsidR="00426A63" w:rsidRPr="008E0951">
              <w:rPr>
                <w:sz w:val="20"/>
                <w:lang w:val="en-GB"/>
              </w:rPr>
              <w:t xml:space="preserve">and </w:t>
            </w:r>
            <w:r w:rsidR="00426A63" w:rsidRPr="00014E4F">
              <w:rPr>
                <w:sz w:val="20"/>
              </w:rPr>
              <w:t>S.C. TEAM OIL S.R.L. PLOIEŞTI</w:t>
            </w:r>
            <w:r w:rsidR="00426A63" w:rsidRPr="008E0951">
              <w:rPr>
                <w:sz w:val="20"/>
              </w:rPr>
              <w:t xml:space="preserve">, as designer, represented by Manager </w:t>
            </w:r>
            <w:proofErr w:type="spellStart"/>
            <w:r w:rsidR="00426A63" w:rsidRPr="008E0951">
              <w:rPr>
                <w:sz w:val="20"/>
              </w:rPr>
              <w:t>eng.</w:t>
            </w:r>
            <w:proofErr w:type="spellEnd"/>
            <w:r w:rsidR="00426A63" w:rsidRPr="008E0951">
              <w:rPr>
                <w:sz w:val="20"/>
              </w:rPr>
              <w:t xml:space="preserve"> </w:t>
            </w:r>
            <w:proofErr w:type="spellStart"/>
            <w:r w:rsidR="00426A63" w:rsidRPr="008E0951">
              <w:rPr>
                <w:sz w:val="20"/>
              </w:rPr>
              <w:t>Trusu</w:t>
            </w:r>
            <w:proofErr w:type="spellEnd"/>
            <w:r w:rsidR="00426A63" w:rsidRPr="008E0951">
              <w:rPr>
                <w:sz w:val="20"/>
              </w:rPr>
              <w:t xml:space="preserve"> M.</w:t>
            </w:r>
          </w:p>
          <w:p w14:paraId="658E9A88" w14:textId="77777777" w:rsidR="00426A63" w:rsidRPr="008E0951" w:rsidRDefault="00426A63" w:rsidP="00C45799">
            <w:pPr>
              <w:jc w:val="left"/>
              <w:rPr>
                <w:sz w:val="20"/>
              </w:rPr>
            </w:pPr>
            <w:r>
              <w:rPr>
                <w:sz w:val="20"/>
              </w:rPr>
              <w:t>According to Law no. 10/95, H.</w:t>
            </w:r>
            <w:r w:rsidRPr="008E0951">
              <w:rPr>
                <w:sz w:val="20"/>
              </w:rPr>
              <w:t xml:space="preserve">G. 766/97, technical regulations and instructions in force agreed this quality control program during execution of works for: </w:t>
            </w:r>
          </w:p>
          <w:p w14:paraId="2ACB4B4B" w14:textId="77777777" w:rsidR="00426A63" w:rsidRPr="008E0951" w:rsidRDefault="00675B25" w:rsidP="008A7B07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ROAD WORS</w:t>
            </w:r>
          </w:p>
        </w:tc>
      </w:tr>
      <w:tr w:rsidR="0056479A" w:rsidRPr="0056479A" w14:paraId="26D23168" w14:textId="77777777" w:rsidTr="00E66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684" w:type="dxa"/>
            <w:shd w:val="clear" w:color="auto" w:fill="8DB3E2" w:themeFill="text2" w:themeFillTint="66"/>
            <w:vAlign w:val="center"/>
          </w:tcPr>
          <w:p w14:paraId="290F747F" w14:textId="77777777" w:rsidR="0056479A" w:rsidRPr="00D74916" w:rsidRDefault="0056479A" w:rsidP="0056479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D74916">
              <w:rPr>
                <w:b/>
                <w:sz w:val="18"/>
                <w:szCs w:val="18"/>
                <w:lang w:val="en-GB"/>
              </w:rPr>
              <w:t>Nr</w:t>
            </w:r>
            <w:proofErr w:type="spellEnd"/>
            <w:r w:rsidRPr="00D74916">
              <w:rPr>
                <w:b/>
                <w:sz w:val="18"/>
                <w:szCs w:val="18"/>
                <w:lang w:val="en-GB"/>
              </w:rPr>
              <w:t>.</w:t>
            </w:r>
          </w:p>
          <w:p w14:paraId="50F4F724" w14:textId="77777777" w:rsidR="0056479A" w:rsidRPr="00D74916" w:rsidRDefault="0056479A" w:rsidP="0056479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8"/>
                <w:szCs w:val="18"/>
                <w:lang w:val="en-GB"/>
              </w:rPr>
            </w:pPr>
            <w:proofErr w:type="spellStart"/>
            <w:proofErr w:type="gramStart"/>
            <w:r w:rsidRPr="00D74916">
              <w:rPr>
                <w:b/>
                <w:sz w:val="18"/>
                <w:szCs w:val="18"/>
                <w:lang w:val="en-GB"/>
              </w:rPr>
              <w:t>crt</w:t>
            </w:r>
            <w:proofErr w:type="spellEnd"/>
            <w:proofErr w:type="gramEnd"/>
            <w:r w:rsidRPr="00D74916">
              <w:rPr>
                <w:b/>
                <w:sz w:val="18"/>
                <w:szCs w:val="18"/>
                <w:lang w:val="en-GB"/>
              </w:rPr>
              <w:t>.</w:t>
            </w:r>
          </w:p>
        </w:tc>
        <w:tc>
          <w:tcPr>
            <w:tcW w:w="1976" w:type="dxa"/>
            <w:shd w:val="clear" w:color="auto" w:fill="8DB3E2" w:themeFill="text2" w:themeFillTint="66"/>
          </w:tcPr>
          <w:p w14:paraId="60B9F319" w14:textId="77777777" w:rsidR="0056479A" w:rsidRPr="00C45799" w:rsidRDefault="0056479A" w:rsidP="00D74916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  <w:lang w:val="en-GB"/>
              </w:rPr>
            </w:pP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Lucrări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ce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se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controlează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, se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verifică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sau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se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recepţionează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pentru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care se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întocmesc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documentele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scrise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în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momentul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efectuării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controlului</w:t>
            </w:r>
            <w:proofErr w:type="spellEnd"/>
            <w:r w:rsidR="00D74916" w:rsidRPr="00C45799">
              <w:rPr>
                <w:b/>
                <w:sz w:val="16"/>
                <w:szCs w:val="16"/>
                <w:lang w:val="en-GB"/>
              </w:rPr>
              <w:t xml:space="preserve"> /</w:t>
            </w:r>
          </w:p>
          <w:p w14:paraId="58AFE9CF" w14:textId="77777777" w:rsidR="00D74916" w:rsidRPr="00C45799" w:rsidRDefault="00D74916" w:rsidP="00D74916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  <w:lang w:val="en-GB"/>
              </w:rPr>
            </w:pPr>
            <w:r w:rsidRPr="00C45799">
              <w:rPr>
                <w:b/>
                <w:sz w:val="16"/>
                <w:szCs w:val="16"/>
                <w:lang w:val="en-GB"/>
              </w:rPr>
              <w:t>Works for witch  control, check or received need  written documents at the time of control</w:t>
            </w:r>
          </w:p>
        </w:tc>
        <w:tc>
          <w:tcPr>
            <w:tcW w:w="2268" w:type="dxa"/>
            <w:shd w:val="clear" w:color="auto" w:fill="8DB3E2" w:themeFill="text2" w:themeFillTint="66"/>
            <w:vAlign w:val="center"/>
          </w:tcPr>
          <w:p w14:paraId="6FA9A155" w14:textId="77777777" w:rsidR="0056479A" w:rsidRPr="00C45799" w:rsidRDefault="0056479A" w:rsidP="0056479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  <w:lang w:val="en-GB"/>
              </w:rPr>
            </w:pP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Momentul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efectuării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controlului</w:t>
            </w:r>
            <w:proofErr w:type="spellEnd"/>
            <w:r w:rsidR="00D74916" w:rsidRPr="00C45799">
              <w:rPr>
                <w:b/>
                <w:sz w:val="16"/>
                <w:szCs w:val="16"/>
                <w:lang w:val="en-GB"/>
              </w:rPr>
              <w:t>/</w:t>
            </w:r>
          </w:p>
          <w:p w14:paraId="599F32BD" w14:textId="77777777" w:rsidR="00D74916" w:rsidRPr="00C45799" w:rsidRDefault="00D74916" w:rsidP="0056479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  <w:lang w:val="en-GB"/>
              </w:rPr>
            </w:pPr>
            <w:r w:rsidRPr="00C45799">
              <w:rPr>
                <w:b/>
                <w:sz w:val="16"/>
                <w:szCs w:val="16"/>
                <w:lang w:val="en-GB"/>
              </w:rPr>
              <w:t>The moment of the check /</w:t>
            </w:r>
          </w:p>
          <w:p w14:paraId="4B6A560D" w14:textId="77777777" w:rsidR="00D74916" w:rsidRPr="00C45799" w:rsidRDefault="00D74916" w:rsidP="0056479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693" w:type="dxa"/>
            <w:shd w:val="clear" w:color="auto" w:fill="8DB3E2" w:themeFill="text2" w:themeFillTint="66"/>
            <w:vAlign w:val="center"/>
          </w:tcPr>
          <w:p w14:paraId="4973FEF3" w14:textId="77777777" w:rsidR="0056479A" w:rsidRPr="00C45799" w:rsidRDefault="0056479A" w:rsidP="0056479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  <w:lang w:val="en-GB"/>
              </w:rPr>
            </w:pP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Obiectul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controlului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verificării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calitative</w:t>
            </w:r>
            <w:proofErr w:type="spellEnd"/>
            <w:r w:rsidR="00D74916" w:rsidRPr="00C45799">
              <w:rPr>
                <w:b/>
                <w:sz w:val="16"/>
                <w:szCs w:val="16"/>
                <w:lang w:val="en-GB"/>
              </w:rPr>
              <w:t xml:space="preserve"> /</w:t>
            </w:r>
          </w:p>
          <w:p w14:paraId="02087C09" w14:textId="77777777" w:rsidR="00D74916" w:rsidRPr="00C45799" w:rsidRDefault="00D74916" w:rsidP="0056479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  <w:lang w:val="en-GB"/>
              </w:rPr>
            </w:pPr>
            <w:r w:rsidRPr="00C45799">
              <w:rPr>
                <w:b/>
                <w:sz w:val="16"/>
                <w:szCs w:val="16"/>
                <w:lang w:val="en-GB"/>
              </w:rPr>
              <w:t>The object of control, checking quality /</w:t>
            </w:r>
          </w:p>
          <w:p w14:paraId="1A8B0AE3" w14:textId="77777777" w:rsidR="00D74916" w:rsidRPr="00C45799" w:rsidRDefault="00D74916" w:rsidP="0056479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  <w:lang w:val="en-GB"/>
              </w:rPr>
            </w:pPr>
          </w:p>
        </w:tc>
        <w:tc>
          <w:tcPr>
            <w:tcW w:w="2977" w:type="dxa"/>
            <w:gridSpan w:val="3"/>
            <w:shd w:val="clear" w:color="auto" w:fill="8DB3E2" w:themeFill="text2" w:themeFillTint="66"/>
            <w:vAlign w:val="center"/>
          </w:tcPr>
          <w:p w14:paraId="632D60FC" w14:textId="77777777" w:rsidR="0056479A" w:rsidRPr="00C45799" w:rsidRDefault="0056479A" w:rsidP="0056479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  <w:lang w:val="en-GB"/>
              </w:rPr>
            </w:pP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Metoda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de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verificare</w:t>
            </w:r>
            <w:proofErr w:type="spellEnd"/>
            <w:r w:rsidR="00D74916" w:rsidRPr="00C45799">
              <w:rPr>
                <w:b/>
                <w:sz w:val="16"/>
                <w:szCs w:val="16"/>
                <w:lang w:val="en-GB"/>
              </w:rPr>
              <w:t xml:space="preserve"> /</w:t>
            </w:r>
          </w:p>
          <w:p w14:paraId="5EEE8F11" w14:textId="77777777" w:rsidR="00D74916" w:rsidRPr="00C45799" w:rsidRDefault="00D74916" w:rsidP="0056479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  <w:lang w:val="en-GB"/>
              </w:rPr>
            </w:pPr>
            <w:r w:rsidRPr="00C45799">
              <w:rPr>
                <w:b/>
                <w:sz w:val="16"/>
                <w:szCs w:val="16"/>
                <w:lang w:val="en-GB"/>
              </w:rPr>
              <w:t>verification method</w:t>
            </w:r>
          </w:p>
        </w:tc>
        <w:tc>
          <w:tcPr>
            <w:tcW w:w="1559" w:type="dxa"/>
            <w:shd w:val="clear" w:color="auto" w:fill="8DB3E2" w:themeFill="text2" w:themeFillTint="66"/>
          </w:tcPr>
          <w:p w14:paraId="00F3721F" w14:textId="77777777" w:rsidR="0056479A" w:rsidRPr="00C45799" w:rsidRDefault="0056479A" w:rsidP="00777F5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  <w:lang w:val="en-GB"/>
              </w:rPr>
            </w:pP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Documentul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scris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ce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se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încheie</w:t>
            </w:r>
            <w:proofErr w:type="spellEnd"/>
          </w:p>
          <w:p w14:paraId="166DB4CE" w14:textId="77777777" w:rsidR="0056479A" w:rsidRPr="00C45799" w:rsidRDefault="0056479A" w:rsidP="00777F5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</w:rPr>
            </w:pPr>
            <w:r w:rsidRPr="00C45799">
              <w:rPr>
                <w:b/>
                <w:sz w:val="16"/>
                <w:szCs w:val="16"/>
                <w:lang w:val="en-GB"/>
              </w:rPr>
              <w:t>PVLA</w:t>
            </w:r>
            <w:r w:rsidRPr="00C45799">
              <w:rPr>
                <w:b/>
                <w:sz w:val="16"/>
                <w:szCs w:val="16"/>
              </w:rPr>
              <w:t>=</w:t>
            </w:r>
            <w:r w:rsidRPr="00C45799">
              <w:rPr>
                <w:b/>
                <w:sz w:val="16"/>
                <w:szCs w:val="16"/>
                <w:lang w:val="ro-RO"/>
              </w:rPr>
              <w:t>Proces verbal de lucrări ascunse</w:t>
            </w:r>
            <w:r w:rsidRPr="00C45799">
              <w:rPr>
                <w:b/>
                <w:sz w:val="16"/>
                <w:szCs w:val="16"/>
              </w:rPr>
              <w:t>;</w:t>
            </w:r>
          </w:p>
          <w:p w14:paraId="09BDF664" w14:textId="77777777" w:rsidR="0056479A" w:rsidRPr="00C45799" w:rsidRDefault="0056479A" w:rsidP="00777F5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</w:rPr>
            </w:pPr>
            <w:r w:rsidRPr="00C45799">
              <w:rPr>
                <w:b/>
                <w:sz w:val="16"/>
                <w:szCs w:val="16"/>
              </w:rPr>
              <w:t>PVR=</w:t>
            </w:r>
            <w:proofErr w:type="spellStart"/>
            <w:r w:rsidRPr="00C45799">
              <w:rPr>
                <w:b/>
                <w:sz w:val="16"/>
                <w:szCs w:val="16"/>
              </w:rPr>
              <w:t>Proces</w:t>
            </w:r>
            <w:proofErr w:type="spellEnd"/>
            <w:r w:rsidRPr="00C45799">
              <w:rPr>
                <w:b/>
                <w:sz w:val="16"/>
                <w:szCs w:val="16"/>
              </w:rPr>
              <w:t xml:space="preserve"> verbal de </w:t>
            </w:r>
            <w:proofErr w:type="spellStart"/>
            <w:r w:rsidRPr="00C45799">
              <w:rPr>
                <w:b/>
                <w:sz w:val="16"/>
                <w:szCs w:val="16"/>
              </w:rPr>
              <w:t>recep</w:t>
            </w:r>
            <w:proofErr w:type="spellEnd"/>
            <w:r w:rsidRPr="00C45799">
              <w:rPr>
                <w:b/>
                <w:sz w:val="16"/>
                <w:szCs w:val="16"/>
                <w:lang w:val="ro-RO"/>
              </w:rPr>
              <w:t>ţie</w:t>
            </w:r>
            <w:r w:rsidRPr="00C45799">
              <w:rPr>
                <w:b/>
                <w:sz w:val="16"/>
                <w:szCs w:val="16"/>
              </w:rPr>
              <w:t>;</w:t>
            </w:r>
          </w:p>
          <w:p w14:paraId="57A2181B" w14:textId="77777777" w:rsidR="0056479A" w:rsidRPr="00C45799" w:rsidRDefault="0056479A" w:rsidP="00777F5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</w:rPr>
            </w:pPr>
            <w:r w:rsidRPr="00C45799">
              <w:rPr>
                <w:b/>
                <w:sz w:val="16"/>
                <w:szCs w:val="16"/>
              </w:rPr>
              <w:t>PV=</w:t>
            </w:r>
            <w:proofErr w:type="spellStart"/>
            <w:r w:rsidRPr="00C45799">
              <w:rPr>
                <w:b/>
                <w:sz w:val="16"/>
                <w:szCs w:val="16"/>
              </w:rPr>
              <w:t>Proces</w:t>
            </w:r>
            <w:proofErr w:type="spellEnd"/>
            <w:r w:rsidRPr="00C45799">
              <w:rPr>
                <w:b/>
                <w:sz w:val="16"/>
                <w:szCs w:val="16"/>
              </w:rPr>
              <w:t xml:space="preserve"> verbal control</w:t>
            </w:r>
          </w:p>
          <w:p w14:paraId="0083A7BB" w14:textId="77777777" w:rsidR="00777F5A" w:rsidRPr="00C45799" w:rsidRDefault="00777F5A" w:rsidP="00777F5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</w:rPr>
            </w:pPr>
            <w:r w:rsidRPr="00C45799">
              <w:rPr>
                <w:b/>
                <w:sz w:val="16"/>
                <w:szCs w:val="16"/>
              </w:rPr>
              <w:t>The written document s complete</w:t>
            </w:r>
            <w:r w:rsidRPr="00C45799">
              <w:rPr>
                <w:b/>
                <w:sz w:val="16"/>
                <w:szCs w:val="16"/>
              </w:rPr>
              <w:br/>
              <w:t>PVLA = Minutes hidden works;</w:t>
            </w:r>
            <w:r w:rsidRPr="00C45799">
              <w:rPr>
                <w:b/>
                <w:sz w:val="16"/>
                <w:szCs w:val="16"/>
              </w:rPr>
              <w:br/>
              <w:t>RRP = Minutes reception;</w:t>
            </w:r>
            <w:r w:rsidRPr="00C45799">
              <w:rPr>
                <w:b/>
                <w:sz w:val="16"/>
                <w:szCs w:val="16"/>
              </w:rPr>
              <w:br/>
              <w:t>PV = Minutes control</w:t>
            </w:r>
          </w:p>
        </w:tc>
        <w:tc>
          <w:tcPr>
            <w:tcW w:w="2126" w:type="dxa"/>
            <w:shd w:val="clear" w:color="auto" w:fill="8DB3E2" w:themeFill="text2" w:themeFillTint="66"/>
          </w:tcPr>
          <w:p w14:paraId="55C6598B" w14:textId="77777777" w:rsidR="0056479A" w:rsidRPr="00C45799" w:rsidRDefault="0056479A" w:rsidP="00777F5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</w:rPr>
            </w:pPr>
            <w:r w:rsidRPr="00C45799">
              <w:rPr>
                <w:b/>
                <w:sz w:val="16"/>
                <w:szCs w:val="16"/>
                <w:lang w:val="en-GB"/>
              </w:rPr>
              <w:t xml:space="preserve">Cine </w:t>
            </w:r>
            <w:r w:rsidRPr="00C45799">
              <w:rPr>
                <w:b/>
                <w:sz w:val="16"/>
                <w:szCs w:val="16"/>
                <w:lang w:val="ro-RO"/>
              </w:rPr>
              <w:t>întocmeşte şi semnează</w:t>
            </w:r>
            <w:r w:rsidRPr="00C45799">
              <w:rPr>
                <w:b/>
                <w:sz w:val="16"/>
                <w:szCs w:val="16"/>
              </w:rPr>
              <w:t>:</w:t>
            </w:r>
          </w:p>
          <w:p w14:paraId="35661492" w14:textId="77777777" w:rsidR="0056479A" w:rsidRPr="00C45799" w:rsidRDefault="0056479A" w:rsidP="00777F5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</w:rPr>
            </w:pPr>
            <w:r w:rsidRPr="00C45799">
              <w:rPr>
                <w:b/>
                <w:sz w:val="16"/>
                <w:szCs w:val="16"/>
              </w:rPr>
              <w:t>B=</w:t>
            </w:r>
            <w:proofErr w:type="spellStart"/>
            <w:r w:rsidRPr="00C45799">
              <w:rPr>
                <w:b/>
                <w:sz w:val="16"/>
                <w:szCs w:val="16"/>
              </w:rPr>
              <w:t>Beneficiar</w:t>
            </w:r>
            <w:proofErr w:type="spellEnd"/>
            <w:r w:rsidRPr="00C45799">
              <w:rPr>
                <w:b/>
                <w:sz w:val="16"/>
                <w:szCs w:val="16"/>
              </w:rPr>
              <w:t>;</w:t>
            </w:r>
          </w:p>
          <w:p w14:paraId="282FF9A3" w14:textId="77777777" w:rsidR="0056479A" w:rsidRPr="00C45799" w:rsidRDefault="0056479A" w:rsidP="00777F5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</w:rPr>
            </w:pPr>
            <w:r w:rsidRPr="00C45799">
              <w:rPr>
                <w:b/>
                <w:sz w:val="16"/>
                <w:szCs w:val="16"/>
              </w:rPr>
              <w:t>E=Executant;</w:t>
            </w:r>
          </w:p>
          <w:p w14:paraId="53889876" w14:textId="77777777" w:rsidR="0056479A" w:rsidRPr="00C45799" w:rsidRDefault="0056479A" w:rsidP="00777F5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</w:rPr>
            </w:pPr>
            <w:r w:rsidRPr="00C45799">
              <w:rPr>
                <w:b/>
                <w:sz w:val="16"/>
                <w:szCs w:val="16"/>
              </w:rPr>
              <w:t>P=</w:t>
            </w:r>
            <w:proofErr w:type="spellStart"/>
            <w:r w:rsidRPr="00C45799">
              <w:rPr>
                <w:b/>
                <w:sz w:val="16"/>
                <w:szCs w:val="16"/>
              </w:rPr>
              <w:t>Proiectant</w:t>
            </w:r>
            <w:proofErr w:type="spellEnd"/>
            <w:r w:rsidRPr="00C45799">
              <w:rPr>
                <w:b/>
                <w:sz w:val="16"/>
                <w:szCs w:val="16"/>
              </w:rPr>
              <w:t>;</w:t>
            </w:r>
          </w:p>
          <w:p w14:paraId="3A4DD430" w14:textId="77777777" w:rsidR="0056479A" w:rsidRPr="00C45799" w:rsidRDefault="0056479A" w:rsidP="00777F5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  <w:lang w:val="ro-RO"/>
              </w:rPr>
            </w:pPr>
            <w:r w:rsidRPr="00C45799">
              <w:rPr>
                <w:b/>
                <w:sz w:val="16"/>
                <w:szCs w:val="16"/>
              </w:rPr>
              <w:t>ISC=</w:t>
            </w:r>
            <w:proofErr w:type="spellStart"/>
            <w:r w:rsidRPr="00C45799">
              <w:rPr>
                <w:b/>
                <w:sz w:val="16"/>
                <w:szCs w:val="16"/>
              </w:rPr>
              <w:t>Inspec</w:t>
            </w:r>
            <w:proofErr w:type="spellEnd"/>
            <w:r w:rsidRPr="00C45799">
              <w:rPr>
                <w:b/>
                <w:sz w:val="16"/>
                <w:szCs w:val="16"/>
                <w:lang w:val="ro-RO"/>
              </w:rPr>
              <w:t>ţia de stat în construcţii</w:t>
            </w:r>
          </w:p>
          <w:p w14:paraId="56D20FCD" w14:textId="77777777" w:rsidR="00777F5A" w:rsidRPr="00C45799" w:rsidRDefault="00777F5A" w:rsidP="00F007C8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  <w:lang w:val="ro-RO"/>
              </w:rPr>
            </w:pPr>
            <w:r w:rsidRPr="00C45799">
              <w:rPr>
                <w:b/>
                <w:sz w:val="16"/>
                <w:szCs w:val="16"/>
              </w:rPr>
              <w:t>Who prepares and signs:</w:t>
            </w:r>
            <w:r w:rsidRPr="00C45799">
              <w:rPr>
                <w:b/>
                <w:sz w:val="16"/>
                <w:szCs w:val="16"/>
              </w:rPr>
              <w:br/>
              <w:t>B = Beneficiary;</w:t>
            </w:r>
            <w:r w:rsidRPr="00C45799">
              <w:rPr>
                <w:b/>
                <w:sz w:val="16"/>
                <w:szCs w:val="16"/>
              </w:rPr>
              <w:br/>
              <w:t xml:space="preserve">E = </w:t>
            </w:r>
            <w:r w:rsidR="00F007C8" w:rsidRPr="00C45799">
              <w:rPr>
                <w:b/>
                <w:sz w:val="16"/>
                <w:szCs w:val="16"/>
              </w:rPr>
              <w:t>Contractor</w:t>
            </w:r>
            <w:r w:rsidRPr="00C45799">
              <w:rPr>
                <w:b/>
                <w:sz w:val="16"/>
                <w:szCs w:val="16"/>
              </w:rPr>
              <w:t>;</w:t>
            </w:r>
            <w:r w:rsidRPr="00C45799">
              <w:rPr>
                <w:b/>
                <w:sz w:val="16"/>
                <w:szCs w:val="16"/>
              </w:rPr>
              <w:br/>
              <w:t xml:space="preserve">P = </w:t>
            </w:r>
            <w:r w:rsidR="00F007C8" w:rsidRPr="00C45799">
              <w:rPr>
                <w:b/>
                <w:sz w:val="16"/>
                <w:szCs w:val="16"/>
              </w:rPr>
              <w:t>Designer</w:t>
            </w:r>
            <w:r w:rsidRPr="00C45799">
              <w:rPr>
                <w:b/>
                <w:sz w:val="16"/>
                <w:szCs w:val="16"/>
              </w:rPr>
              <w:t>;</w:t>
            </w:r>
            <w:r w:rsidRPr="00C45799">
              <w:rPr>
                <w:b/>
                <w:sz w:val="16"/>
                <w:szCs w:val="16"/>
              </w:rPr>
              <w:br/>
              <w:t>ISC = State Building Inspection</w:t>
            </w:r>
          </w:p>
        </w:tc>
        <w:tc>
          <w:tcPr>
            <w:tcW w:w="1134" w:type="dxa"/>
            <w:gridSpan w:val="2"/>
            <w:shd w:val="clear" w:color="auto" w:fill="8DB3E2" w:themeFill="text2" w:themeFillTint="66"/>
            <w:vAlign w:val="center"/>
          </w:tcPr>
          <w:p w14:paraId="53B5078F" w14:textId="77777777" w:rsidR="0056479A" w:rsidRPr="00C45799" w:rsidRDefault="0056479A" w:rsidP="0056479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  <w:lang w:val="en-GB"/>
              </w:rPr>
            </w:pP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Nr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.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şi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data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actului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încheiat</w:t>
            </w:r>
            <w:proofErr w:type="spellEnd"/>
            <w:r w:rsidR="00777F5A" w:rsidRPr="00C45799">
              <w:rPr>
                <w:b/>
                <w:sz w:val="16"/>
                <w:szCs w:val="16"/>
                <w:lang w:val="en-GB"/>
              </w:rPr>
              <w:t xml:space="preserve"> </w:t>
            </w:r>
          </w:p>
          <w:p w14:paraId="62EFDBDA" w14:textId="77777777" w:rsidR="00777F5A" w:rsidRPr="00C45799" w:rsidRDefault="00777F5A" w:rsidP="0056479A">
            <w:pPr>
              <w:tabs>
                <w:tab w:val="left" w:pos="5387"/>
              </w:tabs>
              <w:spacing w:line="240" w:lineRule="auto"/>
              <w:jc w:val="left"/>
              <w:rPr>
                <w:b/>
                <w:sz w:val="16"/>
                <w:szCs w:val="16"/>
                <w:lang w:val="en-GB"/>
              </w:rPr>
            </w:pPr>
            <w:proofErr w:type="spellStart"/>
            <w:r w:rsidRPr="00C45799">
              <w:rPr>
                <w:b/>
                <w:sz w:val="16"/>
                <w:szCs w:val="16"/>
                <w:lang w:val="en-GB"/>
              </w:rPr>
              <w:t>Nr</w:t>
            </w:r>
            <w:proofErr w:type="spellEnd"/>
            <w:r w:rsidRPr="00C45799">
              <w:rPr>
                <w:b/>
                <w:sz w:val="16"/>
                <w:szCs w:val="16"/>
                <w:lang w:val="en-GB"/>
              </w:rPr>
              <w:t>. and date of the document concluded</w:t>
            </w:r>
          </w:p>
        </w:tc>
      </w:tr>
      <w:tr w:rsidR="002564CB" w:rsidRPr="00F454A4" w14:paraId="1C18E9E3" w14:textId="77777777" w:rsidTr="00891E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684" w:type="dxa"/>
          </w:tcPr>
          <w:p w14:paraId="68BE3C3E" w14:textId="77777777" w:rsidR="002564CB" w:rsidRPr="00475B26" w:rsidRDefault="00475B26" w:rsidP="002564CB">
            <w:pPr>
              <w:jc w:val="center"/>
              <w:rPr>
                <w:rFonts w:cs="Arial"/>
                <w:b/>
                <w:sz w:val="18"/>
                <w:szCs w:val="18"/>
                <w:lang w:val="it-IT"/>
              </w:rPr>
            </w:pPr>
            <w:r w:rsidRPr="00475B26">
              <w:rPr>
                <w:rFonts w:cs="Arial"/>
                <w:b/>
                <w:sz w:val="18"/>
                <w:szCs w:val="18"/>
                <w:lang w:val="it-IT"/>
              </w:rPr>
              <w:t>1</w:t>
            </w:r>
          </w:p>
          <w:p w14:paraId="651A1214" w14:textId="77777777" w:rsidR="002564CB" w:rsidRPr="00475B26" w:rsidRDefault="002564CB" w:rsidP="002564C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4347743" w14:textId="77777777" w:rsidR="002564CB" w:rsidRPr="00475B26" w:rsidRDefault="002564CB" w:rsidP="002564C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BD011B1" w14:textId="77777777" w:rsidR="002564CB" w:rsidRPr="00475B26" w:rsidRDefault="002564CB" w:rsidP="002564C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76" w:type="dxa"/>
          </w:tcPr>
          <w:p w14:paraId="584390A9" w14:textId="77777777" w:rsidR="002564CB" w:rsidRPr="00475B26" w:rsidRDefault="002564CB" w:rsidP="005D0147">
            <w:pPr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475B26">
              <w:rPr>
                <w:rFonts w:cs="Arial"/>
                <w:sz w:val="18"/>
                <w:szCs w:val="18"/>
              </w:rPr>
              <w:t>Amplasarea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şi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trasarea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axei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drumului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>/ Lay-out and marking of the road axis</w:t>
            </w:r>
          </w:p>
        </w:tc>
        <w:tc>
          <w:tcPr>
            <w:tcW w:w="2268" w:type="dxa"/>
          </w:tcPr>
          <w:p w14:paraId="331189AC" w14:textId="77777777" w:rsidR="002564CB" w:rsidRPr="00475B26" w:rsidRDefault="002564CB" w:rsidP="005D0147">
            <w:pPr>
              <w:pStyle w:val="Footer"/>
              <w:jc w:val="left"/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475B26">
              <w:rPr>
                <w:rFonts w:cs="Arial"/>
                <w:sz w:val="18"/>
                <w:szCs w:val="18"/>
                <w:lang w:val="en-US"/>
              </w:rPr>
              <w:t>După</w:t>
            </w:r>
            <w:proofErr w:type="spellEnd"/>
            <w:r w:rsidRPr="00475B26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  <w:lang w:val="en-US"/>
              </w:rPr>
              <w:t>trasarea</w:t>
            </w:r>
            <w:proofErr w:type="spellEnd"/>
            <w:r w:rsidRPr="00475B26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  <w:lang w:val="en-US"/>
              </w:rPr>
              <w:t>şi</w:t>
            </w:r>
            <w:proofErr w:type="spellEnd"/>
            <w:r w:rsidRPr="00475B26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  <w:lang w:val="en-US"/>
              </w:rPr>
              <w:t>materializarea</w:t>
            </w:r>
            <w:proofErr w:type="spellEnd"/>
            <w:r w:rsidRPr="00475B26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  <w:lang w:val="en-US"/>
              </w:rPr>
              <w:t>reperelor</w:t>
            </w:r>
            <w:proofErr w:type="spellEnd"/>
            <w:r w:rsidRPr="00475B26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  <w:lang w:val="en-US"/>
              </w:rPr>
              <w:t>definitorii</w:t>
            </w:r>
            <w:proofErr w:type="spellEnd"/>
            <w:r w:rsidRPr="00475B26">
              <w:rPr>
                <w:rFonts w:cs="Arial"/>
                <w:sz w:val="18"/>
                <w:szCs w:val="18"/>
                <w:lang w:val="en-US"/>
              </w:rPr>
              <w:t xml:space="preserve"> ale </w:t>
            </w:r>
            <w:proofErr w:type="spellStart"/>
            <w:r w:rsidRPr="00475B26">
              <w:rPr>
                <w:rFonts w:cs="Arial"/>
                <w:sz w:val="18"/>
                <w:szCs w:val="18"/>
                <w:lang w:val="en-US"/>
              </w:rPr>
              <w:t>axei</w:t>
            </w:r>
            <w:proofErr w:type="spellEnd"/>
            <w:r w:rsidRPr="00475B26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  <w:lang w:val="en-US"/>
              </w:rPr>
              <w:t>drumului</w:t>
            </w:r>
            <w:proofErr w:type="spellEnd"/>
            <w:r w:rsidRPr="00475B26">
              <w:rPr>
                <w:rFonts w:cs="Arial"/>
                <w:sz w:val="18"/>
                <w:szCs w:val="18"/>
                <w:lang w:val="en-US"/>
              </w:rPr>
              <w:t>/ After marking and materialization of defining landmarks of the road axis</w:t>
            </w:r>
          </w:p>
        </w:tc>
        <w:tc>
          <w:tcPr>
            <w:tcW w:w="2977" w:type="dxa"/>
            <w:gridSpan w:val="3"/>
          </w:tcPr>
          <w:p w14:paraId="42DB6300" w14:textId="77777777" w:rsidR="002564CB" w:rsidRPr="00475B26" w:rsidRDefault="002564CB" w:rsidP="005D0147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475B26">
              <w:rPr>
                <w:rFonts w:cs="Arial"/>
                <w:sz w:val="18"/>
                <w:szCs w:val="18"/>
              </w:rPr>
              <w:t>Conformitatea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cu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prevederile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proiectului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privind</w:t>
            </w:r>
            <w:proofErr w:type="spellEnd"/>
            <w:proofErr w:type="gramStart"/>
            <w:r w:rsidRPr="00475B26">
              <w:rPr>
                <w:rFonts w:cs="Arial"/>
                <w:sz w:val="18"/>
                <w:szCs w:val="18"/>
              </w:rPr>
              <w:t>:/</w:t>
            </w:r>
            <w:proofErr w:type="gramEnd"/>
            <w:r w:rsidRPr="00475B26">
              <w:rPr>
                <w:rFonts w:cs="Arial"/>
                <w:sz w:val="18"/>
                <w:szCs w:val="18"/>
              </w:rPr>
              <w:t xml:space="preserve"> Compliance with the project on:</w:t>
            </w:r>
          </w:p>
          <w:p w14:paraId="7571D6D5" w14:textId="77777777" w:rsidR="002564CB" w:rsidRPr="00475B26" w:rsidRDefault="002564CB" w:rsidP="005D0147">
            <w:pPr>
              <w:numPr>
                <w:ilvl w:val="0"/>
                <w:numId w:val="24"/>
              </w:numPr>
              <w:tabs>
                <w:tab w:val="clear" w:pos="360"/>
              </w:tabs>
              <w:spacing w:line="240" w:lineRule="auto"/>
              <w:ind w:left="278" w:hanging="278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475B26">
              <w:rPr>
                <w:rFonts w:cs="Arial"/>
                <w:sz w:val="18"/>
                <w:szCs w:val="18"/>
              </w:rPr>
              <w:t>amplasarea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>;/ location and  marking of axes;</w:t>
            </w:r>
          </w:p>
          <w:p w14:paraId="2B4B8F6F" w14:textId="77777777" w:rsidR="002564CB" w:rsidRPr="00475B26" w:rsidRDefault="002564CB" w:rsidP="005D0147">
            <w:pPr>
              <w:numPr>
                <w:ilvl w:val="0"/>
                <w:numId w:val="24"/>
              </w:numPr>
              <w:tabs>
                <w:tab w:val="clear" w:pos="360"/>
              </w:tabs>
              <w:spacing w:line="240" w:lineRule="auto"/>
              <w:ind w:left="278" w:hanging="278"/>
              <w:jc w:val="left"/>
              <w:rPr>
                <w:rFonts w:cs="Arial"/>
                <w:sz w:val="18"/>
                <w:szCs w:val="18"/>
              </w:rPr>
            </w:pPr>
            <w:proofErr w:type="spellStart"/>
            <w:proofErr w:type="gramStart"/>
            <w:r w:rsidRPr="00475B26">
              <w:rPr>
                <w:rFonts w:cs="Arial"/>
                <w:sz w:val="18"/>
                <w:szCs w:val="18"/>
              </w:rPr>
              <w:t>trasarea</w:t>
            </w:r>
            <w:proofErr w:type="spellEnd"/>
            <w:proofErr w:type="gram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axelor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>;/ materialization of plan;/</w:t>
            </w:r>
          </w:p>
          <w:p w14:paraId="0CCA5817" w14:textId="77777777" w:rsidR="002564CB" w:rsidRPr="00475B26" w:rsidRDefault="002564CB" w:rsidP="005D0147">
            <w:pPr>
              <w:numPr>
                <w:ilvl w:val="0"/>
                <w:numId w:val="24"/>
              </w:numPr>
              <w:tabs>
                <w:tab w:val="clear" w:pos="360"/>
              </w:tabs>
              <w:spacing w:line="240" w:lineRule="auto"/>
              <w:ind w:left="278" w:hanging="278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475B26">
              <w:rPr>
                <w:rFonts w:cs="Arial"/>
                <w:sz w:val="18"/>
                <w:szCs w:val="18"/>
              </w:rPr>
              <w:t>materializarea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reperelor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de plan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şi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nivelment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>;/ leveling landmarks</w:t>
            </w:r>
          </w:p>
        </w:tc>
        <w:tc>
          <w:tcPr>
            <w:tcW w:w="2693" w:type="dxa"/>
          </w:tcPr>
          <w:p w14:paraId="49A217C3" w14:textId="77777777" w:rsidR="002564CB" w:rsidRPr="00475B26" w:rsidRDefault="002564CB" w:rsidP="005D0147">
            <w:pPr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475B26">
              <w:rPr>
                <w:rFonts w:cs="Arial"/>
                <w:sz w:val="18"/>
                <w:szCs w:val="18"/>
              </w:rPr>
              <w:t>Confruntarea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între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proiect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şi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teren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prin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observaţii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directe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şi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controlul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datelor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din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procesul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verbal de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trasare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topometrică</w:t>
            </w:r>
            <w:proofErr w:type="spellEnd"/>
            <w:proofErr w:type="gramStart"/>
            <w:r w:rsidRPr="00475B26">
              <w:rPr>
                <w:rFonts w:cs="Arial"/>
                <w:sz w:val="18"/>
                <w:szCs w:val="18"/>
              </w:rPr>
              <w:t>./</w:t>
            </w:r>
            <w:proofErr w:type="gramEnd"/>
            <w:r w:rsidRPr="00475B26">
              <w:rPr>
                <w:rFonts w:cs="Arial"/>
                <w:sz w:val="18"/>
                <w:szCs w:val="18"/>
              </w:rPr>
              <w:t xml:space="preserve"> The confrontation between the project and ground by direct field observations and by data control from the surveying report.</w:t>
            </w:r>
          </w:p>
        </w:tc>
        <w:tc>
          <w:tcPr>
            <w:tcW w:w="1559" w:type="dxa"/>
          </w:tcPr>
          <w:p w14:paraId="6A767086" w14:textId="77777777" w:rsidR="002564CB" w:rsidRPr="00475B26" w:rsidRDefault="002564CB" w:rsidP="005D0147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5CC7B8F8" w14:textId="77777777" w:rsidR="002564CB" w:rsidRPr="00475B26" w:rsidRDefault="002564CB" w:rsidP="005D0147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750FD855" w14:textId="77777777" w:rsidR="002564CB" w:rsidRPr="00475B26" w:rsidRDefault="002564CB" w:rsidP="005D0147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7BEB37B3" w14:textId="77777777" w:rsidR="002564CB" w:rsidRPr="00475B26" w:rsidRDefault="002564CB" w:rsidP="005D0147">
            <w:pPr>
              <w:jc w:val="left"/>
              <w:rPr>
                <w:rFonts w:cs="Arial"/>
                <w:sz w:val="18"/>
                <w:szCs w:val="18"/>
              </w:rPr>
            </w:pPr>
            <w:r w:rsidRPr="00475B26">
              <w:rPr>
                <w:rFonts w:cs="Arial"/>
                <w:sz w:val="18"/>
                <w:szCs w:val="18"/>
              </w:rPr>
              <w:t xml:space="preserve">P.V. –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trasare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>/ marking;</w:t>
            </w:r>
          </w:p>
          <w:p w14:paraId="09C4D3EE" w14:textId="77777777" w:rsidR="002564CB" w:rsidRPr="00475B26" w:rsidRDefault="002564CB" w:rsidP="005D0147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F02F55A" w14:textId="77777777" w:rsidR="002564CB" w:rsidRPr="00475B26" w:rsidRDefault="002564CB" w:rsidP="005D0147">
            <w:pPr>
              <w:jc w:val="left"/>
              <w:rPr>
                <w:rFonts w:cs="Arial"/>
                <w:sz w:val="18"/>
                <w:szCs w:val="18"/>
              </w:rPr>
            </w:pPr>
            <w:r w:rsidRPr="00475B26">
              <w:rPr>
                <w:rFonts w:cs="Arial"/>
                <w:sz w:val="18"/>
                <w:szCs w:val="18"/>
              </w:rPr>
              <w:t>B+E+(P);</w:t>
            </w:r>
          </w:p>
          <w:p w14:paraId="0F8B57C3" w14:textId="77777777" w:rsidR="002564CB" w:rsidRPr="00475B26" w:rsidRDefault="002564CB" w:rsidP="005D0147">
            <w:pPr>
              <w:jc w:val="left"/>
              <w:rPr>
                <w:rFonts w:cs="Arial"/>
                <w:sz w:val="18"/>
                <w:szCs w:val="18"/>
              </w:rPr>
            </w:pPr>
            <w:r w:rsidRPr="00475B26">
              <w:rPr>
                <w:rFonts w:cs="Arial"/>
                <w:sz w:val="18"/>
                <w:szCs w:val="18"/>
              </w:rPr>
              <w:t>(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pentru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P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participă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475B26">
              <w:rPr>
                <w:rFonts w:cs="Arial"/>
                <w:sz w:val="18"/>
                <w:szCs w:val="18"/>
              </w:rPr>
              <w:t>topograful</w:t>
            </w:r>
            <w:proofErr w:type="spellEnd"/>
            <w:r w:rsidRPr="00475B26">
              <w:rPr>
                <w:rFonts w:cs="Arial"/>
                <w:sz w:val="18"/>
                <w:szCs w:val="18"/>
              </w:rPr>
              <w:t>/</w:t>
            </w:r>
          </w:p>
          <w:p w14:paraId="6FB2940D" w14:textId="77777777" w:rsidR="002564CB" w:rsidRPr="00475B26" w:rsidRDefault="002564CB" w:rsidP="005D0147">
            <w:pPr>
              <w:jc w:val="left"/>
              <w:rPr>
                <w:rFonts w:cs="Arial"/>
                <w:sz w:val="18"/>
                <w:szCs w:val="18"/>
              </w:rPr>
            </w:pPr>
            <w:r w:rsidRPr="00475B26">
              <w:rPr>
                <w:rFonts w:cs="Arial"/>
                <w:sz w:val="18"/>
                <w:szCs w:val="18"/>
              </w:rPr>
              <w:t>For P participates the topographer)</w:t>
            </w:r>
          </w:p>
        </w:tc>
        <w:tc>
          <w:tcPr>
            <w:tcW w:w="1134" w:type="dxa"/>
            <w:gridSpan w:val="2"/>
          </w:tcPr>
          <w:p w14:paraId="30E6AA1D" w14:textId="77777777" w:rsidR="002564CB" w:rsidRPr="00FE1826" w:rsidRDefault="002564CB" w:rsidP="002564CB">
            <w:pPr>
              <w:jc w:val="right"/>
              <w:rPr>
                <w:rFonts w:cs="Arial"/>
                <w:szCs w:val="24"/>
              </w:rPr>
            </w:pPr>
          </w:p>
        </w:tc>
      </w:tr>
      <w:tr w:rsidR="001C5FA4" w:rsidRPr="00F454A4" w14:paraId="60AA245D" w14:textId="77777777" w:rsidTr="00891E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684" w:type="dxa"/>
          </w:tcPr>
          <w:p w14:paraId="02D16AA8" w14:textId="77777777" w:rsidR="001C5FA4" w:rsidRPr="004678A5" w:rsidRDefault="001C5FA4" w:rsidP="001C5FA4">
            <w:pPr>
              <w:rPr>
                <w:rFonts w:cs="Arial"/>
              </w:rPr>
            </w:pPr>
          </w:p>
          <w:p w14:paraId="36F5638F" w14:textId="77777777" w:rsidR="001C5FA4" w:rsidRPr="004678A5" w:rsidRDefault="001C5FA4" w:rsidP="001C5FA4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   </w:t>
            </w:r>
            <w:r w:rsidRPr="004678A5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1976" w:type="dxa"/>
          </w:tcPr>
          <w:p w14:paraId="7EF92516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Terasamente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-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lucrari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de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sapatura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/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umplutura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</w:p>
          <w:p w14:paraId="3710C06B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Earthworks -excavation / filling </w:t>
            </w:r>
          </w:p>
        </w:tc>
        <w:tc>
          <w:tcPr>
            <w:tcW w:w="2268" w:type="dxa"/>
          </w:tcPr>
          <w:p w14:paraId="18B2936D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15CE8C2D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Dupa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realizarea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profilelor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drumului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</w:p>
          <w:p w14:paraId="2FE44A14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63FAAFCA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After profiling  cross sections of the road </w:t>
            </w:r>
          </w:p>
        </w:tc>
        <w:tc>
          <w:tcPr>
            <w:tcW w:w="2977" w:type="dxa"/>
            <w:gridSpan w:val="3"/>
          </w:tcPr>
          <w:p w14:paraId="2336C003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Pozitionare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si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dimensiuni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sapatura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/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umplutura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 Positioning and size for excavation/filling</w:t>
            </w:r>
          </w:p>
          <w:p w14:paraId="0670EE96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Cota de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nivel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la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baza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sapaturii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umpluturii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/ The elevation at the bottom of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excavation,filling</w:t>
            </w:r>
            <w:proofErr w:type="spellEnd"/>
          </w:p>
          <w:p w14:paraId="357DAC83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Natura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terenului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de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fundare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>/ Nature of foundation ground</w:t>
            </w:r>
          </w:p>
        </w:tc>
        <w:tc>
          <w:tcPr>
            <w:tcW w:w="2693" w:type="dxa"/>
          </w:tcPr>
          <w:p w14:paraId="314FE406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60EB8A20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471EE68F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Vizual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si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prin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masuratori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uzuale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>; Visually and by usual measurements;</w:t>
            </w:r>
          </w:p>
        </w:tc>
        <w:tc>
          <w:tcPr>
            <w:tcW w:w="1559" w:type="dxa"/>
          </w:tcPr>
          <w:p w14:paraId="077FDC3C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</w:p>
          <w:p w14:paraId="4F30ACEF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P.V.L.A. –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natura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teren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de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fundare</w:t>
            </w:r>
            <w:proofErr w:type="spellEnd"/>
          </w:p>
          <w:p w14:paraId="19671D13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>P.V.L.A. –  nature of foundation ground</w:t>
            </w:r>
          </w:p>
        </w:tc>
        <w:tc>
          <w:tcPr>
            <w:tcW w:w="2126" w:type="dxa"/>
          </w:tcPr>
          <w:p w14:paraId="23D329FC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B+E+(P) </w:t>
            </w:r>
          </w:p>
          <w:p w14:paraId="76FE7858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>(</w:t>
            </w:r>
            <w:proofErr w:type="spellStart"/>
            <w:proofErr w:type="gramStart"/>
            <w:r w:rsidRPr="005D0147">
              <w:rPr>
                <w:rFonts w:cs="Arial"/>
                <w:sz w:val="18"/>
                <w:szCs w:val="18"/>
              </w:rPr>
              <w:t>pentru</w:t>
            </w:r>
            <w:proofErr w:type="spellEnd"/>
            <w:proofErr w:type="gramEnd"/>
            <w:r w:rsidRPr="005D0147">
              <w:rPr>
                <w:rFonts w:cs="Arial"/>
                <w:sz w:val="18"/>
                <w:szCs w:val="18"/>
              </w:rPr>
              <w:t xml:space="preserve"> P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participă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geologul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>).</w:t>
            </w:r>
          </w:p>
          <w:p w14:paraId="1B5BB2F8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>(</w:t>
            </w:r>
            <w:proofErr w:type="gramStart"/>
            <w:r w:rsidRPr="005D0147">
              <w:rPr>
                <w:rFonts w:cs="Arial"/>
                <w:sz w:val="18"/>
                <w:szCs w:val="18"/>
              </w:rPr>
              <w:t>for</w:t>
            </w:r>
            <w:proofErr w:type="gramEnd"/>
            <w:r w:rsidRPr="005D0147">
              <w:rPr>
                <w:rFonts w:cs="Arial"/>
                <w:sz w:val="18"/>
                <w:szCs w:val="18"/>
              </w:rPr>
              <w:t xml:space="preserve"> P participates the geologist).</w:t>
            </w:r>
          </w:p>
        </w:tc>
        <w:tc>
          <w:tcPr>
            <w:tcW w:w="1134" w:type="dxa"/>
            <w:gridSpan w:val="2"/>
          </w:tcPr>
          <w:p w14:paraId="27ED9642" w14:textId="77777777" w:rsidR="001C5FA4" w:rsidRPr="00FE1826" w:rsidRDefault="001C5FA4" w:rsidP="001C5FA4">
            <w:pPr>
              <w:jc w:val="right"/>
              <w:rPr>
                <w:rFonts w:cs="Arial"/>
                <w:sz w:val="16"/>
                <w:szCs w:val="16"/>
                <w:lang w:val="it-IT"/>
              </w:rPr>
            </w:pPr>
          </w:p>
        </w:tc>
      </w:tr>
      <w:tr w:rsidR="001C5FA4" w:rsidRPr="00F454A4" w14:paraId="509E3E16" w14:textId="77777777" w:rsidTr="00891E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684" w:type="dxa"/>
          </w:tcPr>
          <w:p w14:paraId="7A41DB13" w14:textId="77777777" w:rsidR="001C5FA4" w:rsidRPr="004678A5" w:rsidRDefault="001C5FA4" w:rsidP="001C5FA4">
            <w:pPr>
              <w:rPr>
                <w:rFonts w:cs="Arial"/>
                <w:b/>
                <w:sz w:val="20"/>
              </w:rPr>
            </w:pPr>
            <w:r w:rsidRPr="004678A5">
              <w:rPr>
                <w:rFonts w:cs="Arial"/>
                <w:b/>
                <w:sz w:val="20"/>
              </w:rPr>
              <w:t xml:space="preserve">    3</w:t>
            </w:r>
          </w:p>
        </w:tc>
        <w:tc>
          <w:tcPr>
            <w:tcW w:w="1976" w:type="dxa"/>
          </w:tcPr>
          <w:p w14:paraId="4B7E5932" w14:textId="77777777" w:rsidR="001C5FA4" w:rsidRPr="005D0147" w:rsidRDefault="001C5FA4" w:rsidP="005D0147">
            <w:pPr>
              <w:jc w:val="left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Strat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fundatie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drum /</w:t>
            </w:r>
          </w:p>
          <w:p w14:paraId="49309F37" w14:textId="77777777" w:rsidR="001C5FA4" w:rsidRPr="005D0147" w:rsidRDefault="001C5FA4" w:rsidP="005D0147">
            <w:pPr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Road foundation </w:t>
            </w:r>
          </w:p>
        </w:tc>
        <w:tc>
          <w:tcPr>
            <w:tcW w:w="2268" w:type="dxa"/>
          </w:tcPr>
          <w:p w14:paraId="6958E8D4" w14:textId="77777777" w:rsidR="001C5FA4" w:rsidRPr="005D0147" w:rsidRDefault="001C5FA4" w:rsidP="006D7B08">
            <w:pPr>
              <w:pStyle w:val="Footer"/>
              <w:spacing w:line="240" w:lineRule="atLeast"/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  <w:lang w:val="en-US"/>
              </w:rPr>
              <w:t>Dupa</w:t>
            </w:r>
            <w:proofErr w:type="spellEnd"/>
            <w:r w:rsidRPr="005D0147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  <w:lang w:val="en-US"/>
              </w:rPr>
              <w:t>realizarea</w:t>
            </w:r>
            <w:proofErr w:type="spellEnd"/>
            <w:r w:rsidRPr="005D0147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  <w:lang w:val="en-US"/>
              </w:rPr>
              <w:t>patului</w:t>
            </w:r>
            <w:proofErr w:type="spellEnd"/>
            <w:r w:rsidRPr="005D0147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  <w:lang w:val="en-US"/>
              </w:rPr>
              <w:t>drumului</w:t>
            </w:r>
            <w:proofErr w:type="spellEnd"/>
            <w:r w:rsidRPr="005D0147">
              <w:rPr>
                <w:rFonts w:cs="Arial"/>
                <w:sz w:val="18"/>
                <w:szCs w:val="18"/>
                <w:lang w:val="en-US"/>
              </w:rPr>
              <w:t xml:space="preserve">   / </w:t>
            </w:r>
          </w:p>
          <w:p w14:paraId="12E903C8" w14:textId="77777777" w:rsidR="001C5FA4" w:rsidRPr="005D0147" w:rsidRDefault="001C5FA4" w:rsidP="006D7B08">
            <w:pPr>
              <w:pStyle w:val="Footer"/>
              <w:spacing w:line="240" w:lineRule="atLeast"/>
              <w:rPr>
                <w:rFonts w:cs="Arial"/>
                <w:sz w:val="18"/>
                <w:szCs w:val="18"/>
                <w:lang w:val="en-US"/>
              </w:rPr>
            </w:pPr>
            <w:r w:rsidRPr="005D0147">
              <w:rPr>
                <w:rFonts w:cs="Arial"/>
                <w:sz w:val="18"/>
                <w:szCs w:val="18"/>
                <w:lang w:val="en-US"/>
              </w:rPr>
              <w:t>After completing the layer of the road bed</w:t>
            </w:r>
          </w:p>
        </w:tc>
        <w:tc>
          <w:tcPr>
            <w:tcW w:w="2977" w:type="dxa"/>
            <w:gridSpan w:val="3"/>
          </w:tcPr>
          <w:p w14:paraId="1042BF50" w14:textId="77777777" w:rsidR="001C5FA4" w:rsidRPr="005D0147" w:rsidRDefault="001C5FA4" w:rsidP="005D0147">
            <w:pPr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Se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verifica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>/ One checks:</w:t>
            </w:r>
          </w:p>
          <w:p w14:paraId="6BB2279E" w14:textId="77777777" w:rsidR="001C5FA4" w:rsidRPr="005D0147" w:rsidRDefault="001C5FA4" w:rsidP="005D0147">
            <w:pPr>
              <w:numPr>
                <w:ilvl w:val="0"/>
                <w:numId w:val="24"/>
              </w:numPr>
              <w:tabs>
                <w:tab w:val="clear" w:pos="360"/>
                <w:tab w:val="num" w:pos="142"/>
              </w:tabs>
              <w:ind w:left="142" w:hanging="142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Elementele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geometrice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si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de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gabarit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/ geometric elements and outline marker </w:t>
            </w:r>
          </w:p>
          <w:p w14:paraId="2CA6C426" w14:textId="77777777" w:rsidR="001C5FA4" w:rsidRPr="005D0147" w:rsidRDefault="001C5FA4" w:rsidP="005D0147">
            <w:pPr>
              <w:numPr>
                <w:ilvl w:val="0"/>
                <w:numId w:val="24"/>
              </w:numPr>
              <w:tabs>
                <w:tab w:val="clear" w:pos="360"/>
                <w:tab w:val="num" w:pos="142"/>
              </w:tabs>
              <w:ind w:left="142" w:hanging="142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Pante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longitudinale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si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transversale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/</w:t>
            </w:r>
          </w:p>
          <w:p w14:paraId="14BFA113" w14:textId="77777777" w:rsidR="001C5FA4" w:rsidRPr="005D0147" w:rsidRDefault="001C5FA4" w:rsidP="005D0147">
            <w:pPr>
              <w:ind w:left="142"/>
              <w:jc w:val="left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Longitudinal and transverse  slope </w:t>
            </w:r>
          </w:p>
          <w:p w14:paraId="16932362" w14:textId="77777777" w:rsidR="001C5FA4" w:rsidRPr="005D0147" w:rsidRDefault="001C5FA4" w:rsidP="005D0147">
            <w:pPr>
              <w:numPr>
                <w:ilvl w:val="0"/>
                <w:numId w:val="29"/>
              </w:numPr>
              <w:ind w:left="175" w:hanging="142"/>
              <w:jc w:val="left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Grad de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compactare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 / </w:t>
            </w:r>
            <w:r w:rsidRPr="005D0147">
              <w:rPr>
                <w:sz w:val="18"/>
                <w:szCs w:val="18"/>
              </w:rPr>
              <w:t>degree of compaction</w:t>
            </w:r>
            <w:r w:rsidRPr="005D0147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</w:tcPr>
          <w:p w14:paraId="25C11309" w14:textId="77777777" w:rsidR="001C5FA4" w:rsidRPr="005D0147" w:rsidRDefault="001C5FA4" w:rsidP="005D0147">
            <w:pPr>
              <w:numPr>
                <w:ilvl w:val="0"/>
                <w:numId w:val="24"/>
              </w:numPr>
              <w:tabs>
                <w:tab w:val="clear" w:pos="360"/>
                <w:tab w:val="num" w:pos="142"/>
              </w:tabs>
              <w:ind w:left="142" w:hanging="142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Vizual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si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prin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masuratori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uzuale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>/ Visually and by usual measurements</w:t>
            </w:r>
          </w:p>
          <w:p w14:paraId="7B040F17" w14:textId="77777777" w:rsidR="001C5FA4" w:rsidRPr="005D0147" w:rsidRDefault="001C5FA4" w:rsidP="005D0147">
            <w:pPr>
              <w:numPr>
                <w:ilvl w:val="0"/>
                <w:numId w:val="24"/>
              </w:numPr>
              <w:tabs>
                <w:tab w:val="clear" w:pos="360"/>
                <w:tab w:val="num" w:pos="142"/>
              </w:tabs>
              <w:ind w:left="142" w:hanging="142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Controlul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actelor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de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calitate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D0147">
              <w:rPr>
                <w:rFonts w:cs="Arial"/>
                <w:sz w:val="18"/>
                <w:szCs w:val="18"/>
              </w:rPr>
              <w:t>pentru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materialele</w:t>
            </w:r>
            <w:proofErr w:type="spellEnd"/>
            <w:proofErr w:type="gram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folosite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./ The inspection of quality documents  of used materials. </w:t>
            </w:r>
          </w:p>
        </w:tc>
        <w:tc>
          <w:tcPr>
            <w:tcW w:w="1559" w:type="dxa"/>
          </w:tcPr>
          <w:p w14:paraId="65C3E8DA" w14:textId="77777777" w:rsidR="001C5FA4" w:rsidRPr="005D0147" w:rsidRDefault="001C5FA4" w:rsidP="005D0147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27C8EB02" w14:textId="77777777" w:rsidR="001C5FA4" w:rsidRPr="005D0147" w:rsidRDefault="001C5FA4" w:rsidP="005D0147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61EC7036" w14:textId="77777777" w:rsidR="001C5FA4" w:rsidRPr="005D0147" w:rsidRDefault="001C5FA4" w:rsidP="005D0147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4699A235" w14:textId="77777777" w:rsidR="001C5FA4" w:rsidRPr="005D0147" w:rsidRDefault="001C5FA4" w:rsidP="005D0147">
            <w:pPr>
              <w:jc w:val="center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P.V.R. –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calitativa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>/ qualitative</w:t>
            </w:r>
          </w:p>
        </w:tc>
        <w:tc>
          <w:tcPr>
            <w:tcW w:w="2126" w:type="dxa"/>
          </w:tcPr>
          <w:p w14:paraId="0EF095E3" w14:textId="77777777" w:rsidR="001C5FA4" w:rsidRPr="005D0147" w:rsidRDefault="001C5FA4" w:rsidP="005D0147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3EB2D5A5" w14:textId="77777777" w:rsidR="001C5FA4" w:rsidRPr="005D0147" w:rsidRDefault="001C5FA4" w:rsidP="005D0147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6DBAECE9" w14:textId="77777777" w:rsidR="001C5FA4" w:rsidRPr="005D0147" w:rsidRDefault="001C5FA4" w:rsidP="005D0147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371F9BE8" w14:textId="77777777" w:rsidR="001C5FA4" w:rsidRPr="005D0147" w:rsidRDefault="001C5FA4" w:rsidP="005D0147">
            <w:pPr>
              <w:jc w:val="center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>B+E</w:t>
            </w:r>
          </w:p>
        </w:tc>
        <w:tc>
          <w:tcPr>
            <w:tcW w:w="1134" w:type="dxa"/>
            <w:gridSpan w:val="2"/>
          </w:tcPr>
          <w:p w14:paraId="52ACF776" w14:textId="77777777" w:rsidR="001C5FA4" w:rsidRPr="00FE1826" w:rsidRDefault="001C5FA4" w:rsidP="001C5FA4">
            <w:pPr>
              <w:jc w:val="right"/>
              <w:rPr>
                <w:rFonts w:cs="Arial"/>
                <w:sz w:val="16"/>
                <w:szCs w:val="16"/>
                <w:lang w:val="it-IT"/>
              </w:rPr>
            </w:pPr>
          </w:p>
        </w:tc>
      </w:tr>
      <w:tr w:rsidR="001C5FA4" w:rsidRPr="00F454A4" w14:paraId="61D05636" w14:textId="77777777" w:rsidTr="00891E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684" w:type="dxa"/>
          </w:tcPr>
          <w:p w14:paraId="61C0B220" w14:textId="77777777" w:rsidR="001C5FA4" w:rsidRPr="00FE1826" w:rsidRDefault="001C5FA4" w:rsidP="001C5FA4">
            <w:pPr>
              <w:rPr>
                <w:rFonts w:cs="Arial"/>
                <w:b/>
              </w:rPr>
            </w:pPr>
          </w:p>
          <w:p w14:paraId="387E5130" w14:textId="77777777" w:rsidR="001C5FA4" w:rsidRPr="00FE1826" w:rsidRDefault="001C5FA4" w:rsidP="001C5FA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1976" w:type="dxa"/>
          </w:tcPr>
          <w:p w14:paraId="60FD76ED" w14:textId="77777777" w:rsidR="001C5FA4" w:rsidRPr="005D0147" w:rsidRDefault="001C5FA4" w:rsidP="00C73A66">
            <w:pPr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Suprastructura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drum/ Sup</w:t>
            </w:r>
            <w:r w:rsidR="00C73A66">
              <w:rPr>
                <w:rFonts w:cs="Arial"/>
                <w:sz w:val="18"/>
                <w:szCs w:val="18"/>
              </w:rPr>
              <w:t>er</w:t>
            </w:r>
            <w:r w:rsidRPr="005D0147">
              <w:rPr>
                <w:rFonts w:cs="Arial"/>
                <w:sz w:val="18"/>
                <w:szCs w:val="18"/>
              </w:rPr>
              <w:t>structure road</w:t>
            </w:r>
          </w:p>
        </w:tc>
        <w:tc>
          <w:tcPr>
            <w:tcW w:w="2268" w:type="dxa"/>
          </w:tcPr>
          <w:p w14:paraId="76C84FCA" w14:textId="77777777" w:rsidR="001C5FA4" w:rsidRPr="005D0147" w:rsidRDefault="001C5FA4" w:rsidP="005D0147">
            <w:pPr>
              <w:pStyle w:val="Footer"/>
              <w:spacing w:line="240" w:lineRule="atLeast"/>
              <w:ind w:right="-167"/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  <w:lang w:val="en-US"/>
              </w:rPr>
              <w:t>Dupa</w:t>
            </w:r>
            <w:proofErr w:type="spellEnd"/>
            <w:r w:rsidRPr="005D0147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  <w:lang w:val="en-US"/>
              </w:rPr>
              <w:t>realizarea</w:t>
            </w:r>
            <w:proofErr w:type="spellEnd"/>
            <w:r w:rsidRPr="005D0147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  <w:lang w:val="en-US"/>
              </w:rPr>
              <w:t>stratului</w:t>
            </w:r>
            <w:proofErr w:type="spellEnd"/>
            <w:r w:rsidRPr="005D0147">
              <w:rPr>
                <w:rFonts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5D0147">
              <w:rPr>
                <w:rFonts w:cs="Arial"/>
                <w:sz w:val="18"/>
                <w:szCs w:val="18"/>
                <w:lang w:val="en-US"/>
              </w:rPr>
              <w:t>fundatie</w:t>
            </w:r>
            <w:proofErr w:type="spellEnd"/>
            <w:r w:rsidRPr="005D0147">
              <w:rPr>
                <w:rFonts w:cs="Arial"/>
                <w:sz w:val="18"/>
                <w:szCs w:val="18"/>
                <w:lang w:val="en-US"/>
              </w:rPr>
              <w:t xml:space="preserve">   / </w:t>
            </w:r>
          </w:p>
          <w:p w14:paraId="7DA9F596" w14:textId="77777777" w:rsidR="001C5FA4" w:rsidRPr="005D0147" w:rsidRDefault="001C5FA4" w:rsidP="006D7B08">
            <w:pPr>
              <w:pStyle w:val="Footer"/>
              <w:spacing w:line="240" w:lineRule="atLeast"/>
              <w:rPr>
                <w:rFonts w:cs="Arial"/>
                <w:sz w:val="18"/>
                <w:szCs w:val="18"/>
                <w:lang w:val="en-US"/>
              </w:rPr>
            </w:pPr>
            <w:r w:rsidRPr="005D0147">
              <w:rPr>
                <w:rFonts w:cs="Arial"/>
                <w:sz w:val="18"/>
                <w:szCs w:val="18"/>
                <w:lang w:val="en-US"/>
              </w:rPr>
              <w:t xml:space="preserve">After completing the foundation layer </w:t>
            </w:r>
          </w:p>
        </w:tc>
        <w:tc>
          <w:tcPr>
            <w:tcW w:w="2977" w:type="dxa"/>
            <w:gridSpan w:val="3"/>
          </w:tcPr>
          <w:p w14:paraId="7C3F6969" w14:textId="77777777" w:rsidR="001C5FA4" w:rsidRPr="005D0147" w:rsidRDefault="001C5FA4" w:rsidP="005D0147">
            <w:pPr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Se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verifica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>/ One checks:</w:t>
            </w:r>
          </w:p>
          <w:p w14:paraId="27BBCCF8" w14:textId="77777777" w:rsidR="001C5FA4" w:rsidRPr="005D0147" w:rsidRDefault="001C5FA4" w:rsidP="005D0147">
            <w:pPr>
              <w:numPr>
                <w:ilvl w:val="0"/>
                <w:numId w:val="24"/>
              </w:numPr>
              <w:tabs>
                <w:tab w:val="clear" w:pos="360"/>
                <w:tab w:val="num" w:pos="142"/>
              </w:tabs>
              <w:ind w:left="142" w:hanging="142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Elementele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geometrice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si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de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gabarit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/ geometric elements and outline marker </w:t>
            </w:r>
          </w:p>
          <w:p w14:paraId="6AB30841" w14:textId="77777777" w:rsidR="001C5FA4" w:rsidRPr="005D0147" w:rsidRDefault="001C5FA4" w:rsidP="005D0147">
            <w:pPr>
              <w:numPr>
                <w:ilvl w:val="0"/>
                <w:numId w:val="24"/>
              </w:numPr>
              <w:tabs>
                <w:tab w:val="clear" w:pos="360"/>
                <w:tab w:val="num" w:pos="142"/>
              </w:tabs>
              <w:ind w:left="142" w:hanging="142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Pante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longitudinale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si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transversale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/</w:t>
            </w:r>
          </w:p>
          <w:p w14:paraId="3A725D14" w14:textId="31CAB1E4" w:rsidR="001C5FA4" w:rsidRPr="005D0147" w:rsidRDefault="001C5FA4" w:rsidP="00082F2F">
            <w:pPr>
              <w:ind w:left="142"/>
              <w:jc w:val="left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Longitudinal and transverse  slope </w:t>
            </w:r>
          </w:p>
        </w:tc>
        <w:tc>
          <w:tcPr>
            <w:tcW w:w="2693" w:type="dxa"/>
          </w:tcPr>
          <w:p w14:paraId="50699345" w14:textId="77777777" w:rsidR="001C5FA4" w:rsidRPr="005D0147" w:rsidRDefault="001C5FA4" w:rsidP="005D0147">
            <w:pPr>
              <w:numPr>
                <w:ilvl w:val="0"/>
                <w:numId w:val="24"/>
              </w:numPr>
              <w:tabs>
                <w:tab w:val="clear" w:pos="360"/>
                <w:tab w:val="num" w:pos="142"/>
              </w:tabs>
              <w:ind w:left="142" w:hanging="142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Vizual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si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prin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masuratori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uzuale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>/ Visually and by usual measurements</w:t>
            </w:r>
          </w:p>
          <w:p w14:paraId="7D439115" w14:textId="77777777" w:rsidR="001C5FA4" w:rsidRPr="005D0147" w:rsidRDefault="001C5FA4" w:rsidP="005D0147">
            <w:pPr>
              <w:numPr>
                <w:ilvl w:val="0"/>
                <w:numId w:val="24"/>
              </w:numPr>
              <w:tabs>
                <w:tab w:val="clear" w:pos="360"/>
                <w:tab w:val="num" w:pos="142"/>
              </w:tabs>
              <w:ind w:left="142" w:hanging="142"/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Controlul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actelor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de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calitate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D0147">
              <w:rPr>
                <w:rFonts w:cs="Arial"/>
                <w:sz w:val="18"/>
                <w:szCs w:val="18"/>
              </w:rPr>
              <w:t>pentru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materialele</w:t>
            </w:r>
            <w:proofErr w:type="spellEnd"/>
            <w:proofErr w:type="gram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folosite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./ The inspection of quality documents  of used materials. </w:t>
            </w:r>
          </w:p>
        </w:tc>
        <w:tc>
          <w:tcPr>
            <w:tcW w:w="1559" w:type="dxa"/>
          </w:tcPr>
          <w:p w14:paraId="2421DCB9" w14:textId="77777777" w:rsidR="001C5FA4" w:rsidRPr="005D0147" w:rsidRDefault="001C5FA4" w:rsidP="005D0147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421D760E" w14:textId="77777777" w:rsidR="001C5FA4" w:rsidRPr="005D0147" w:rsidRDefault="001C5FA4" w:rsidP="005D0147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7F46D08C" w14:textId="77777777" w:rsidR="001C5FA4" w:rsidRPr="005D0147" w:rsidRDefault="001C5FA4" w:rsidP="005D0147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5ABB866A" w14:textId="77777777" w:rsidR="001C5FA4" w:rsidRPr="005D0147" w:rsidRDefault="001C5FA4" w:rsidP="005D0147">
            <w:pPr>
              <w:jc w:val="center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P.V.R. –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calitativa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>/ qualitative</w:t>
            </w:r>
          </w:p>
        </w:tc>
        <w:tc>
          <w:tcPr>
            <w:tcW w:w="2126" w:type="dxa"/>
          </w:tcPr>
          <w:p w14:paraId="67207E93" w14:textId="77777777" w:rsidR="001C5FA4" w:rsidRPr="005D0147" w:rsidRDefault="001C5FA4" w:rsidP="005D0147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64A4C715" w14:textId="77777777" w:rsidR="001C5FA4" w:rsidRPr="005D0147" w:rsidRDefault="001C5FA4" w:rsidP="005D0147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2076703C" w14:textId="77777777" w:rsidR="001C5FA4" w:rsidRPr="005D0147" w:rsidRDefault="001C5FA4" w:rsidP="005D0147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7ABC6E15" w14:textId="77777777" w:rsidR="001C5FA4" w:rsidRPr="005D0147" w:rsidRDefault="001C5FA4" w:rsidP="005D0147">
            <w:pPr>
              <w:jc w:val="center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>B+E</w:t>
            </w:r>
          </w:p>
        </w:tc>
        <w:tc>
          <w:tcPr>
            <w:tcW w:w="1134" w:type="dxa"/>
            <w:gridSpan w:val="2"/>
          </w:tcPr>
          <w:p w14:paraId="29D815FD" w14:textId="77777777" w:rsidR="001C5FA4" w:rsidRPr="00FE1826" w:rsidRDefault="001C5FA4" w:rsidP="001C5FA4">
            <w:pPr>
              <w:jc w:val="right"/>
              <w:rPr>
                <w:rFonts w:cs="Arial"/>
                <w:sz w:val="16"/>
                <w:szCs w:val="16"/>
                <w:lang w:val="it-IT"/>
              </w:rPr>
            </w:pPr>
          </w:p>
        </w:tc>
      </w:tr>
      <w:tr w:rsidR="00E124D9" w:rsidRPr="00F454A4" w14:paraId="7183F469" w14:textId="77777777" w:rsidTr="00C23B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684" w:type="dxa"/>
          </w:tcPr>
          <w:p w14:paraId="075C34C1" w14:textId="4805CDF5" w:rsidR="00E124D9" w:rsidRPr="00846FBE" w:rsidRDefault="00271DA8" w:rsidP="001C5FA4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5</w:t>
            </w:r>
          </w:p>
        </w:tc>
        <w:tc>
          <w:tcPr>
            <w:tcW w:w="1976" w:type="dxa"/>
            <w:vAlign w:val="center"/>
          </w:tcPr>
          <w:p w14:paraId="7760719A" w14:textId="77777777" w:rsidR="00E124D9" w:rsidRPr="005D0147" w:rsidRDefault="00E124D9" w:rsidP="005D0147">
            <w:pPr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Receptia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la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terminarea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lucrarilor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/ Reception at the end.</w:t>
            </w:r>
          </w:p>
        </w:tc>
        <w:tc>
          <w:tcPr>
            <w:tcW w:w="2268" w:type="dxa"/>
            <w:vAlign w:val="center"/>
          </w:tcPr>
          <w:p w14:paraId="49F32891" w14:textId="77777777" w:rsidR="00E124D9" w:rsidRPr="005D0147" w:rsidRDefault="00E124D9" w:rsidP="005D0147">
            <w:pPr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Dupa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executarea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lucrarilor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/ After execution of the works</w:t>
            </w:r>
          </w:p>
        </w:tc>
        <w:tc>
          <w:tcPr>
            <w:tcW w:w="2977" w:type="dxa"/>
            <w:gridSpan w:val="3"/>
          </w:tcPr>
          <w:p w14:paraId="106813D4" w14:textId="77777777" w:rsidR="00E124D9" w:rsidRPr="005D0147" w:rsidRDefault="00E124D9" w:rsidP="005D0147">
            <w:pPr>
              <w:jc w:val="left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Se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verifica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/ One checks :</w:t>
            </w:r>
          </w:p>
          <w:p w14:paraId="03CD54A1" w14:textId="77777777" w:rsidR="00E124D9" w:rsidRPr="005D0147" w:rsidRDefault="00E124D9" w:rsidP="005D0147">
            <w:pPr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Elementele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geometrice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si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de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gabarit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/ geometric elements and outline marker</w:t>
            </w:r>
          </w:p>
        </w:tc>
        <w:tc>
          <w:tcPr>
            <w:tcW w:w="2693" w:type="dxa"/>
          </w:tcPr>
          <w:p w14:paraId="77346932" w14:textId="77777777" w:rsidR="00E124D9" w:rsidRPr="005D0147" w:rsidRDefault="00E124D9" w:rsidP="005D0147">
            <w:pPr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Vizual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si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prin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masuratori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uzuale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/ Visual and by usual measurements </w:t>
            </w:r>
          </w:p>
          <w:p w14:paraId="30B492A9" w14:textId="77777777" w:rsidR="00E124D9" w:rsidRPr="005D0147" w:rsidRDefault="00E124D9" w:rsidP="005D0147">
            <w:pPr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5D0147">
              <w:rPr>
                <w:rFonts w:cs="Arial"/>
                <w:sz w:val="18"/>
                <w:szCs w:val="18"/>
              </w:rPr>
              <w:t>Verificare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buletine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de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incercari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grad de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compactare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 xml:space="preserve"> / Checking degree of compaction testing newsletters</w:t>
            </w:r>
          </w:p>
          <w:p w14:paraId="1A6B1BAA" w14:textId="77777777" w:rsidR="00E124D9" w:rsidRPr="005D0147" w:rsidRDefault="00E124D9" w:rsidP="005D0147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A10FA10" w14:textId="77777777" w:rsidR="00E124D9" w:rsidRPr="005D0147" w:rsidRDefault="00E124D9" w:rsidP="005D0147">
            <w:pPr>
              <w:jc w:val="left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 xml:space="preserve">P.V.R. – </w:t>
            </w:r>
            <w:proofErr w:type="spellStart"/>
            <w:r w:rsidRPr="005D0147">
              <w:rPr>
                <w:rFonts w:cs="Arial"/>
                <w:sz w:val="18"/>
                <w:szCs w:val="18"/>
              </w:rPr>
              <w:t>calitativa</w:t>
            </w:r>
            <w:proofErr w:type="spellEnd"/>
            <w:r w:rsidRPr="005D0147">
              <w:rPr>
                <w:rFonts w:cs="Arial"/>
                <w:sz w:val="18"/>
                <w:szCs w:val="18"/>
              </w:rPr>
              <w:t>/ qualitative</w:t>
            </w:r>
          </w:p>
        </w:tc>
        <w:tc>
          <w:tcPr>
            <w:tcW w:w="2126" w:type="dxa"/>
          </w:tcPr>
          <w:p w14:paraId="1855FF39" w14:textId="77777777" w:rsidR="00E124D9" w:rsidRPr="005D0147" w:rsidRDefault="00E124D9" w:rsidP="00D3066F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362CE528" w14:textId="77777777" w:rsidR="00E124D9" w:rsidRPr="005D0147" w:rsidRDefault="00E124D9" w:rsidP="00D3066F">
            <w:pPr>
              <w:jc w:val="center"/>
              <w:rPr>
                <w:rFonts w:cs="Arial"/>
                <w:sz w:val="18"/>
                <w:szCs w:val="18"/>
              </w:rPr>
            </w:pPr>
            <w:r w:rsidRPr="005D0147">
              <w:rPr>
                <w:rFonts w:cs="Arial"/>
                <w:sz w:val="18"/>
                <w:szCs w:val="18"/>
              </w:rPr>
              <w:t>B+E</w:t>
            </w:r>
          </w:p>
          <w:p w14:paraId="735FF2E4" w14:textId="77777777" w:rsidR="00E124D9" w:rsidRPr="005D0147" w:rsidRDefault="00E124D9" w:rsidP="005D0147">
            <w:pPr>
              <w:jc w:val="left"/>
              <w:rPr>
                <w:rFonts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14:paraId="42F5F9FB" w14:textId="77777777" w:rsidR="00E124D9" w:rsidRPr="00FE1826" w:rsidRDefault="00E124D9" w:rsidP="001C5FA4">
            <w:pPr>
              <w:rPr>
                <w:rFonts w:cs="Arial"/>
                <w:szCs w:val="24"/>
              </w:rPr>
            </w:pPr>
          </w:p>
        </w:tc>
      </w:tr>
    </w:tbl>
    <w:p w14:paraId="6E44655D" w14:textId="77777777" w:rsidR="00E667AA" w:rsidRDefault="00E667AA" w:rsidP="0056479A">
      <w:pPr>
        <w:tabs>
          <w:tab w:val="left" w:pos="2977"/>
        </w:tabs>
        <w:spacing w:line="240" w:lineRule="auto"/>
        <w:ind w:firstLine="1080"/>
        <w:rPr>
          <w:b/>
          <w:bCs/>
          <w:sz w:val="23"/>
          <w:szCs w:val="23"/>
          <w:lang w:val="en-GB"/>
        </w:rPr>
      </w:pPr>
    </w:p>
    <w:p w14:paraId="50F19F7D" w14:textId="77777777" w:rsidR="0056479A" w:rsidRPr="0056479A" w:rsidRDefault="0056479A" w:rsidP="0056479A">
      <w:pPr>
        <w:tabs>
          <w:tab w:val="left" w:pos="2977"/>
        </w:tabs>
        <w:spacing w:line="240" w:lineRule="auto"/>
        <w:ind w:firstLine="1080"/>
        <w:rPr>
          <w:b/>
          <w:bCs/>
          <w:sz w:val="23"/>
          <w:szCs w:val="23"/>
        </w:rPr>
      </w:pPr>
      <w:r w:rsidRPr="0056479A">
        <w:rPr>
          <w:b/>
          <w:bCs/>
          <w:sz w:val="23"/>
          <w:szCs w:val="23"/>
          <w:lang w:val="en-GB"/>
        </w:rPr>
        <w:t>NOT</w:t>
      </w:r>
      <w:r w:rsidRPr="0056479A">
        <w:rPr>
          <w:b/>
          <w:bCs/>
          <w:sz w:val="23"/>
          <w:szCs w:val="23"/>
          <w:lang w:val="ro-RO"/>
        </w:rPr>
        <w:t>Ă</w:t>
      </w:r>
      <w:r w:rsidR="000E3B50">
        <w:rPr>
          <w:b/>
          <w:bCs/>
          <w:sz w:val="23"/>
          <w:szCs w:val="23"/>
          <w:lang w:val="ro-RO"/>
        </w:rPr>
        <w:t>/ NOTE</w:t>
      </w:r>
      <w:r w:rsidRPr="0056479A">
        <w:rPr>
          <w:b/>
          <w:bCs/>
          <w:sz w:val="23"/>
          <w:szCs w:val="23"/>
        </w:rPr>
        <w:t>:</w:t>
      </w:r>
    </w:p>
    <w:p w14:paraId="60805E3E" w14:textId="77777777" w:rsidR="0056479A" w:rsidRPr="00475B26" w:rsidRDefault="0056479A" w:rsidP="0056479A">
      <w:pPr>
        <w:numPr>
          <w:ilvl w:val="0"/>
          <w:numId w:val="27"/>
        </w:numPr>
        <w:tabs>
          <w:tab w:val="left" w:pos="5387"/>
        </w:tabs>
        <w:spacing w:line="240" w:lineRule="auto"/>
        <w:jc w:val="left"/>
        <w:rPr>
          <w:sz w:val="16"/>
          <w:szCs w:val="16"/>
        </w:rPr>
      </w:pPr>
      <w:proofErr w:type="spellStart"/>
      <w:r w:rsidRPr="00475B26">
        <w:rPr>
          <w:sz w:val="16"/>
          <w:szCs w:val="16"/>
        </w:rPr>
        <w:t>Prezentul</w:t>
      </w:r>
      <w:proofErr w:type="spellEnd"/>
      <w:r w:rsidRPr="00475B26">
        <w:rPr>
          <w:sz w:val="16"/>
          <w:szCs w:val="16"/>
        </w:rPr>
        <w:t xml:space="preserve"> program </w:t>
      </w:r>
      <w:proofErr w:type="spellStart"/>
      <w:r w:rsidRPr="00475B26">
        <w:rPr>
          <w:sz w:val="16"/>
          <w:szCs w:val="16"/>
        </w:rPr>
        <w:t>repre</w:t>
      </w:r>
      <w:proofErr w:type="spellEnd"/>
      <w:r w:rsidRPr="00475B26">
        <w:rPr>
          <w:sz w:val="16"/>
          <w:szCs w:val="16"/>
          <w:lang w:val="ro-RO"/>
        </w:rPr>
        <w:t>zintă propunerea proiectantului urmând a fi adoptat în forma prezentată sau cu adaptări şi completări pertinente ale părţilor interesate</w:t>
      </w:r>
      <w:r w:rsidRPr="00475B26">
        <w:rPr>
          <w:sz w:val="16"/>
          <w:szCs w:val="16"/>
        </w:rPr>
        <w:t>;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 xml:space="preserve">/ </w:t>
      </w:r>
      <w:r w:rsidR="000E3B50" w:rsidRPr="00475B26">
        <w:rPr>
          <w:sz w:val="16"/>
          <w:szCs w:val="16"/>
          <w:lang w:val="ro-RO"/>
        </w:rPr>
        <w:t>This schedule is the designer's proposal to be adopted as presented or adapted and relevant stakeholders</w:t>
      </w:r>
    </w:p>
    <w:p w14:paraId="37AC5694" w14:textId="77777777" w:rsidR="0056479A" w:rsidRPr="00475B26" w:rsidRDefault="0056479A" w:rsidP="0056479A">
      <w:pPr>
        <w:numPr>
          <w:ilvl w:val="0"/>
          <w:numId w:val="27"/>
        </w:numPr>
        <w:tabs>
          <w:tab w:val="left" w:pos="5387"/>
        </w:tabs>
        <w:spacing w:line="240" w:lineRule="auto"/>
        <w:jc w:val="left"/>
        <w:rPr>
          <w:sz w:val="16"/>
          <w:szCs w:val="16"/>
        </w:rPr>
      </w:pPr>
      <w:proofErr w:type="spellStart"/>
      <w:r w:rsidRPr="00475B26">
        <w:rPr>
          <w:sz w:val="16"/>
          <w:szCs w:val="16"/>
        </w:rPr>
        <w:t>Executantul</w:t>
      </w:r>
      <w:proofErr w:type="spellEnd"/>
      <w:r w:rsidRPr="00475B26">
        <w:rPr>
          <w:sz w:val="16"/>
          <w:szCs w:val="16"/>
        </w:rPr>
        <w:t xml:space="preserve"> are </w:t>
      </w:r>
      <w:proofErr w:type="spellStart"/>
      <w:r w:rsidRPr="00475B26">
        <w:rPr>
          <w:sz w:val="16"/>
          <w:szCs w:val="16"/>
        </w:rPr>
        <w:t>obliga</w:t>
      </w:r>
      <w:proofErr w:type="spellEnd"/>
      <w:r w:rsidRPr="00475B26">
        <w:rPr>
          <w:sz w:val="16"/>
          <w:szCs w:val="16"/>
          <w:lang w:val="ro-RO"/>
        </w:rPr>
        <w:t>ţia de a comunica data convocării pentru control a factorilor interesaţi. Data convocării se va stabilii în funcţie de stadiul lucrării şi pregătirea documentelor necesare, cu acordul prealabil al tuturor părţilor interesate;</w:t>
      </w:r>
      <w:r w:rsidR="000E3B50" w:rsidRPr="00475B26">
        <w:rPr>
          <w:sz w:val="16"/>
          <w:szCs w:val="16"/>
          <w:lang w:val="ro-RO"/>
        </w:rPr>
        <w:t>/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The Contractor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is required to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communicate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the date of convening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stakeholder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control</w:t>
      </w:r>
      <w:r w:rsidR="000E3B50" w:rsidRPr="00475B26">
        <w:rPr>
          <w:rFonts w:cs="Arial"/>
          <w:color w:val="222222"/>
          <w:sz w:val="16"/>
          <w:szCs w:val="16"/>
        </w:rPr>
        <w:t xml:space="preserve">.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Date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convocation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will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establish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depending on the stage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of the work and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preparation of materials</w:t>
      </w:r>
      <w:r w:rsidR="000E3B50" w:rsidRPr="00475B26">
        <w:rPr>
          <w:rFonts w:cs="Arial"/>
          <w:color w:val="222222"/>
          <w:sz w:val="16"/>
          <w:szCs w:val="16"/>
        </w:rPr>
        <w:t xml:space="preserve">,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with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the prior consent of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all interested parties;</w:t>
      </w:r>
    </w:p>
    <w:p w14:paraId="69822E60" w14:textId="77777777" w:rsidR="0056479A" w:rsidRPr="00475B26" w:rsidRDefault="0056479A" w:rsidP="0056479A">
      <w:pPr>
        <w:numPr>
          <w:ilvl w:val="0"/>
          <w:numId w:val="27"/>
        </w:numPr>
        <w:tabs>
          <w:tab w:val="left" w:pos="5387"/>
        </w:tabs>
        <w:spacing w:line="240" w:lineRule="auto"/>
        <w:jc w:val="left"/>
        <w:rPr>
          <w:sz w:val="16"/>
          <w:szCs w:val="16"/>
        </w:rPr>
      </w:pPr>
      <w:r w:rsidRPr="00475B26">
        <w:rPr>
          <w:sz w:val="16"/>
          <w:szCs w:val="16"/>
          <w:lang w:val="ro-RO"/>
        </w:rPr>
        <w:t>Simbolul (P) reprezintă prezenţa facultativă a proiectantului sau când prezenţa proiectantului este strict necesară, datorită neconformităţilor sau defectelor de execuţie, care necesită intervenţii de remediere;</w:t>
      </w:r>
      <w:r w:rsidR="000E3B50" w:rsidRPr="00475B26">
        <w:rPr>
          <w:sz w:val="16"/>
          <w:szCs w:val="16"/>
          <w:lang w:val="ro-RO"/>
        </w:rPr>
        <w:t>/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The symbol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(P</w:t>
      </w:r>
      <w:r w:rsidR="000E3B50" w:rsidRPr="00475B26">
        <w:rPr>
          <w:rFonts w:cs="Arial"/>
          <w:color w:val="222222"/>
          <w:sz w:val="16"/>
          <w:szCs w:val="16"/>
        </w:rPr>
        <w:t xml:space="preserve">) is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optional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presence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of the designer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or the presence of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the designer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is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strictly necessary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due to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non-compliance or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performance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defects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that require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remedial</w:t>
      </w:r>
      <w:r w:rsidR="000E3B50" w:rsidRPr="00475B26">
        <w:rPr>
          <w:rFonts w:cs="Arial"/>
          <w:color w:val="222222"/>
          <w:sz w:val="16"/>
          <w:szCs w:val="16"/>
        </w:rPr>
        <w:t xml:space="preserve"> </w:t>
      </w:r>
      <w:r w:rsidR="000E3B50" w:rsidRPr="00475B26">
        <w:rPr>
          <w:rStyle w:val="hps"/>
          <w:rFonts w:cs="Arial"/>
          <w:color w:val="222222"/>
          <w:sz w:val="16"/>
          <w:szCs w:val="16"/>
        </w:rPr>
        <w:t>interventions</w:t>
      </w:r>
      <w:r w:rsidR="000E3B50" w:rsidRPr="00475B26">
        <w:rPr>
          <w:rFonts w:cs="Arial"/>
          <w:color w:val="222222"/>
          <w:sz w:val="16"/>
          <w:szCs w:val="16"/>
        </w:rPr>
        <w:t>;</w:t>
      </w:r>
    </w:p>
    <w:p w14:paraId="423A0512" w14:textId="77777777" w:rsidR="0056479A" w:rsidRPr="00475B26" w:rsidRDefault="0056479A" w:rsidP="0056479A">
      <w:pPr>
        <w:numPr>
          <w:ilvl w:val="0"/>
          <w:numId w:val="27"/>
        </w:numPr>
        <w:tabs>
          <w:tab w:val="left" w:pos="5387"/>
        </w:tabs>
        <w:spacing w:line="240" w:lineRule="auto"/>
        <w:jc w:val="left"/>
        <w:rPr>
          <w:sz w:val="16"/>
          <w:szCs w:val="16"/>
        </w:rPr>
      </w:pPr>
      <w:r w:rsidRPr="00475B26">
        <w:rPr>
          <w:sz w:val="16"/>
          <w:szCs w:val="16"/>
          <w:lang w:val="ro-RO"/>
        </w:rPr>
        <w:t>La recepţia finală proiectantul va fi obligatoriu chemat, pentru exprimarea punctului de vedere în calitate de autor.</w:t>
      </w:r>
      <w:r w:rsidR="00F007C8" w:rsidRPr="00475B26">
        <w:rPr>
          <w:sz w:val="16"/>
          <w:szCs w:val="16"/>
          <w:lang w:val="ro-RO"/>
        </w:rPr>
        <w:t>/</w:t>
      </w:r>
      <w:r w:rsidR="00F007C8" w:rsidRPr="00475B26">
        <w:rPr>
          <w:rFonts w:cs="Arial"/>
          <w:color w:val="222222"/>
          <w:sz w:val="16"/>
          <w:szCs w:val="16"/>
        </w:rPr>
        <w:t xml:space="preserve"> </w:t>
      </w:r>
      <w:r w:rsidR="00F007C8" w:rsidRPr="00475B26">
        <w:rPr>
          <w:rStyle w:val="hps"/>
          <w:rFonts w:cs="Arial"/>
          <w:color w:val="222222"/>
          <w:sz w:val="16"/>
          <w:szCs w:val="16"/>
        </w:rPr>
        <w:t>The</w:t>
      </w:r>
      <w:r w:rsidR="00F007C8" w:rsidRPr="00475B26">
        <w:rPr>
          <w:rFonts w:cs="Arial"/>
          <w:color w:val="222222"/>
          <w:sz w:val="16"/>
          <w:szCs w:val="16"/>
        </w:rPr>
        <w:t xml:space="preserve"> </w:t>
      </w:r>
      <w:r w:rsidR="00F007C8" w:rsidRPr="00475B26">
        <w:rPr>
          <w:rStyle w:val="hps"/>
          <w:rFonts w:cs="Arial"/>
          <w:color w:val="222222"/>
          <w:sz w:val="16"/>
          <w:szCs w:val="16"/>
        </w:rPr>
        <w:t>final acceptance</w:t>
      </w:r>
      <w:r w:rsidR="00F007C8" w:rsidRPr="00475B26">
        <w:rPr>
          <w:rFonts w:cs="Arial"/>
          <w:color w:val="222222"/>
          <w:sz w:val="16"/>
          <w:szCs w:val="16"/>
        </w:rPr>
        <w:t xml:space="preserve"> </w:t>
      </w:r>
      <w:r w:rsidR="00F007C8" w:rsidRPr="00475B26">
        <w:rPr>
          <w:rStyle w:val="hps"/>
          <w:rFonts w:cs="Arial"/>
          <w:color w:val="222222"/>
          <w:sz w:val="16"/>
          <w:szCs w:val="16"/>
        </w:rPr>
        <w:t>shall be binding</w:t>
      </w:r>
      <w:r w:rsidR="00F007C8" w:rsidRPr="00475B26">
        <w:rPr>
          <w:rFonts w:cs="Arial"/>
          <w:color w:val="222222"/>
          <w:sz w:val="16"/>
          <w:szCs w:val="16"/>
        </w:rPr>
        <w:t xml:space="preserve"> </w:t>
      </w:r>
      <w:r w:rsidR="00F007C8" w:rsidRPr="00475B26">
        <w:rPr>
          <w:rStyle w:val="hps"/>
          <w:rFonts w:cs="Arial"/>
          <w:color w:val="222222"/>
          <w:sz w:val="16"/>
          <w:szCs w:val="16"/>
        </w:rPr>
        <w:t>designer</w:t>
      </w:r>
      <w:r w:rsidR="00F007C8" w:rsidRPr="00475B26">
        <w:rPr>
          <w:rFonts w:cs="Arial"/>
          <w:color w:val="222222"/>
          <w:sz w:val="16"/>
          <w:szCs w:val="16"/>
        </w:rPr>
        <w:t xml:space="preserve"> </w:t>
      </w:r>
      <w:r w:rsidR="00F007C8" w:rsidRPr="00475B26">
        <w:rPr>
          <w:rStyle w:val="hps"/>
          <w:rFonts w:cs="Arial"/>
          <w:color w:val="222222"/>
          <w:sz w:val="16"/>
          <w:szCs w:val="16"/>
        </w:rPr>
        <w:t>called</w:t>
      </w:r>
      <w:r w:rsidR="00F007C8" w:rsidRPr="00475B26">
        <w:rPr>
          <w:rFonts w:cs="Arial"/>
          <w:color w:val="222222"/>
          <w:sz w:val="16"/>
          <w:szCs w:val="16"/>
        </w:rPr>
        <w:t xml:space="preserve"> </w:t>
      </w:r>
      <w:r w:rsidR="00F007C8" w:rsidRPr="00475B26">
        <w:rPr>
          <w:rStyle w:val="hps"/>
          <w:rFonts w:cs="Arial"/>
          <w:color w:val="222222"/>
          <w:sz w:val="16"/>
          <w:szCs w:val="16"/>
        </w:rPr>
        <w:t>for</w:t>
      </w:r>
      <w:r w:rsidR="00F007C8" w:rsidRPr="00475B26">
        <w:rPr>
          <w:rFonts w:cs="Arial"/>
          <w:color w:val="222222"/>
          <w:sz w:val="16"/>
          <w:szCs w:val="16"/>
        </w:rPr>
        <w:t xml:space="preserve"> </w:t>
      </w:r>
      <w:r w:rsidR="00F007C8" w:rsidRPr="00475B26">
        <w:rPr>
          <w:rStyle w:val="hps"/>
          <w:rFonts w:cs="Arial"/>
          <w:color w:val="222222"/>
          <w:sz w:val="16"/>
          <w:szCs w:val="16"/>
        </w:rPr>
        <w:t>expressing their views</w:t>
      </w:r>
      <w:r w:rsidR="00F007C8" w:rsidRPr="00475B26">
        <w:rPr>
          <w:rFonts w:cs="Arial"/>
          <w:color w:val="222222"/>
          <w:sz w:val="16"/>
          <w:szCs w:val="16"/>
        </w:rPr>
        <w:t xml:space="preserve"> </w:t>
      </w:r>
      <w:r w:rsidR="00F007C8" w:rsidRPr="00475B26">
        <w:rPr>
          <w:rStyle w:val="hps"/>
          <w:rFonts w:cs="Arial"/>
          <w:color w:val="222222"/>
          <w:sz w:val="16"/>
          <w:szCs w:val="16"/>
        </w:rPr>
        <w:t>as author</w:t>
      </w:r>
      <w:r w:rsidR="00D3066F">
        <w:rPr>
          <w:rFonts w:cs="Arial"/>
          <w:color w:val="222222"/>
          <w:sz w:val="16"/>
          <w:szCs w:val="16"/>
        </w:rPr>
        <w:t>.</w:t>
      </w:r>
    </w:p>
    <w:p w14:paraId="46E16878" w14:textId="77777777" w:rsidR="0056479A" w:rsidRPr="00475B26" w:rsidRDefault="0056479A" w:rsidP="0056479A">
      <w:pPr>
        <w:tabs>
          <w:tab w:val="left" w:pos="5387"/>
        </w:tabs>
        <w:spacing w:line="240" w:lineRule="auto"/>
        <w:ind w:left="360"/>
        <w:rPr>
          <w:sz w:val="16"/>
          <w:szCs w:val="16"/>
        </w:rPr>
      </w:pPr>
    </w:p>
    <w:p w14:paraId="507190C5" w14:textId="77777777" w:rsidR="00D3066F" w:rsidRDefault="00D3066F" w:rsidP="005A3798">
      <w:pPr>
        <w:pStyle w:val="NormalIndent"/>
        <w:spacing w:after="0"/>
        <w:rPr>
          <w:b/>
          <w:sz w:val="23"/>
          <w:szCs w:val="23"/>
          <w:lang w:val="en-US"/>
        </w:rPr>
      </w:pPr>
    </w:p>
    <w:p w14:paraId="2FCBB2DA" w14:textId="77777777" w:rsidR="0056479A" w:rsidRDefault="0056479A" w:rsidP="005A3798">
      <w:pPr>
        <w:pStyle w:val="NormalIndent"/>
        <w:spacing w:after="0"/>
        <w:rPr>
          <w:b/>
          <w:sz w:val="23"/>
          <w:szCs w:val="23"/>
          <w:lang w:val="en-US"/>
        </w:rPr>
      </w:pPr>
      <w:r w:rsidRPr="0056479A">
        <w:rPr>
          <w:b/>
          <w:sz w:val="23"/>
          <w:szCs w:val="23"/>
          <w:lang w:val="en-US"/>
        </w:rPr>
        <w:t>PROIECTANT,</w:t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  <w:t>BENEFICIAR,</w:t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="00EA769C">
        <w:rPr>
          <w:b/>
          <w:sz w:val="23"/>
          <w:szCs w:val="23"/>
          <w:lang w:val="en-US"/>
        </w:rPr>
        <w:t>EXECUTANT</w:t>
      </w:r>
      <w:r w:rsidR="00EA769C" w:rsidRPr="0056479A">
        <w:rPr>
          <w:b/>
          <w:sz w:val="23"/>
          <w:szCs w:val="23"/>
          <w:lang w:val="en-US"/>
        </w:rPr>
        <w:t>,</w:t>
      </w:r>
    </w:p>
    <w:p w14:paraId="34993481" w14:textId="77777777" w:rsidR="00F007C8" w:rsidRPr="0056479A" w:rsidRDefault="00F007C8" w:rsidP="005A3798">
      <w:pPr>
        <w:pStyle w:val="NormalIndent"/>
        <w:spacing w:after="0"/>
        <w:rPr>
          <w:lang w:val="it-IT"/>
        </w:rPr>
      </w:pPr>
      <w:r>
        <w:rPr>
          <w:b/>
          <w:sz w:val="23"/>
          <w:szCs w:val="23"/>
          <w:lang w:val="en-US"/>
        </w:rPr>
        <w:t>DESIGNER</w:t>
      </w:r>
      <w:r w:rsidRPr="0056479A">
        <w:rPr>
          <w:b/>
          <w:sz w:val="23"/>
          <w:szCs w:val="23"/>
          <w:lang w:val="en-US"/>
        </w:rPr>
        <w:t>,</w:t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="005A3798">
        <w:rPr>
          <w:b/>
          <w:sz w:val="23"/>
          <w:szCs w:val="23"/>
          <w:lang w:val="en-US"/>
        </w:rPr>
        <w:t xml:space="preserve">           </w:t>
      </w:r>
      <w:r w:rsidRPr="0056479A">
        <w:rPr>
          <w:b/>
          <w:sz w:val="23"/>
          <w:szCs w:val="23"/>
          <w:lang w:val="en-US"/>
        </w:rPr>
        <w:t>BENEFICIAR</w:t>
      </w:r>
      <w:r>
        <w:rPr>
          <w:b/>
          <w:sz w:val="23"/>
          <w:szCs w:val="23"/>
          <w:lang w:val="en-US"/>
        </w:rPr>
        <w:t>Y</w:t>
      </w:r>
      <w:r w:rsidRPr="0056479A">
        <w:rPr>
          <w:b/>
          <w:sz w:val="23"/>
          <w:szCs w:val="23"/>
          <w:lang w:val="en-US"/>
        </w:rPr>
        <w:t>,</w:t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Pr="0056479A">
        <w:rPr>
          <w:b/>
          <w:sz w:val="23"/>
          <w:szCs w:val="23"/>
          <w:lang w:val="en-US"/>
        </w:rPr>
        <w:tab/>
      </w:r>
      <w:r w:rsidR="005A3798">
        <w:rPr>
          <w:b/>
          <w:sz w:val="23"/>
          <w:szCs w:val="23"/>
          <w:lang w:val="en-US"/>
        </w:rPr>
        <w:t>CONTRACTOR</w:t>
      </w:r>
      <w:r w:rsidRPr="0056479A">
        <w:rPr>
          <w:b/>
          <w:sz w:val="23"/>
          <w:szCs w:val="23"/>
          <w:lang w:val="en-US"/>
        </w:rPr>
        <w:t>,</w:t>
      </w:r>
    </w:p>
    <w:sectPr w:rsidR="00F007C8" w:rsidRPr="0056479A" w:rsidSect="00EA39AB">
      <w:pgSz w:w="16840" w:h="11907" w:orient="landscape" w:code="9"/>
      <w:pgMar w:top="1418" w:right="522" w:bottom="425" w:left="907" w:header="851" w:footer="720" w:gutter="0"/>
      <w:paperSrc w:first="7" w:other="7"/>
      <w:cols w:space="282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7B5FE" w14:textId="77777777" w:rsidR="00C40A19" w:rsidRDefault="00C40A19">
      <w:r>
        <w:separator/>
      </w:r>
    </w:p>
  </w:endnote>
  <w:endnote w:type="continuationSeparator" w:id="0">
    <w:p w14:paraId="2665A355" w14:textId="77777777" w:rsidR="00C40A19" w:rsidRDefault="00C40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mall Font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6" w:type="dxa"/>
      <w:jc w:val="center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276"/>
      <w:gridCol w:w="8930"/>
    </w:tblGrid>
    <w:tr w:rsidR="00B12014" w14:paraId="4BB63CC8" w14:textId="77777777" w:rsidTr="000B63CC">
      <w:trPr>
        <w:cantSplit/>
        <w:trHeight w:val="57"/>
        <w:jc w:val="center"/>
      </w:trPr>
      <w:tc>
        <w:tcPr>
          <w:tcW w:w="625" w:type="pct"/>
          <w:vAlign w:val="bottom"/>
          <w:hideMark/>
        </w:tcPr>
        <w:p w14:paraId="2DD72A92" w14:textId="77777777" w:rsidR="00B12014" w:rsidRDefault="00B12014" w:rsidP="000B63CC">
          <w:pPr>
            <w:pStyle w:val="TOPFooter"/>
            <w:rPr>
              <w:lang w:val="en-US"/>
            </w:rPr>
          </w:pPr>
          <w:r>
            <w:t>File name</w:t>
          </w:r>
          <w:r>
            <w:rPr>
              <w:lang w:val="en-US"/>
            </w:rPr>
            <w:t>:</w:t>
          </w:r>
        </w:p>
      </w:tc>
      <w:tc>
        <w:tcPr>
          <w:tcW w:w="4375" w:type="pct"/>
          <w:vAlign w:val="bottom"/>
          <w:hideMark/>
        </w:tcPr>
        <w:p w14:paraId="3288F89C" w14:textId="4BE1FC4F" w:rsidR="00B12014" w:rsidRDefault="00384DD4" w:rsidP="000B63CC">
          <w:pPr>
            <w:pStyle w:val="TOPFooter"/>
            <w:rPr>
              <w:lang w:val="fr-FR"/>
            </w:rPr>
          </w:pPr>
          <w:r>
            <w:t>PR1193-CS18-01</w:t>
          </w:r>
          <w:r w:rsidR="00CB0873" w:rsidRPr="00CB0873">
            <w:t>_Program_control_calitate_lucrari_drumuri</w:t>
          </w:r>
        </w:p>
      </w:tc>
    </w:tr>
  </w:tbl>
  <w:p w14:paraId="2946A2C5" w14:textId="77777777" w:rsidR="00E667AA" w:rsidRPr="00B12014" w:rsidRDefault="00E667AA" w:rsidP="00B120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6" w:type="dxa"/>
      <w:tblInd w:w="-565" w:type="dxa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276"/>
      <w:gridCol w:w="8930"/>
    </w:tblGrid>
    <w:tr w:rsidR="00B12014" w14:paraId="2DF0C16A" w14:textId="77777777" w:rsidTr="00B12014">
      <w:trPr>
        <w:cantSplit/>
        <w:trHeight w:val="57"/>
      </w:trPr>
      <w:tc>
        <w:tcPr>
          <w:tcW w:w="625" w:type="pct"/>
          <w:vAlign w:val="bottom"/>
          <w:hideMark/>
        </w:tcPr>
        <w:p w14:paraId="2AB9555C" w14:textId="77777777" w:rsidR="00B12014" w:rsidRPr="006B6DFB" w:rsidRDefault="00B12014" w:rsidP="000B63CC">
          <w:pPr>
            <w:pStyle w:val="TOPFooter"/>
            <w:rPr>
              <w:lang w:val="en-US"/>
            </w:rPr>
          </w:pPr>
          <w:r>
            <w:t>File name</w:t>
          </w:r>
          <w:r>
            <w:rPr>
              <w:lang w:val="en-US"/>
            </w:rPr>
            <w:t>:</w:t>
          </w:r>
        </w:p>
      </w:tc>
      <w:tc>
        <w:tcPr>
          <w:tcW w:w="4375" w:type="pct"/>
          <w:vAlign w:val="bottom"/>
          <w:hideMark/>
        </w:tcPr>
        <w:p w14:paraId="230C67A4" w14:textId="37D9B430" w:rsidR="00B12014" w:rsidRPr="008B67AD" w:rsidRDefault="00384DD4" w:rsidP="00CE1161">
          <w:pPr>
            <w:pStyle w:val="TOPFooter"/>
            <w:rPr>
              <w:lang w:val="en-US"/>
            </w:rPr>
          </w:pPr>
          <w:r>
            <w:t>PR1193-CS18-01</w:t>
          </w:r>
          <w:r w:rsidR="001D6FC3" w:rsidRPr="001D6FC3">
            <w:t>_Program_control_calitate_lucrari_drumuri</w:t>
          </w:r>
        </w:p>
      </w:tc>
    </w:tr>
  </w:tbl>
  <w:p w14:paraId="0838DA40" w14:textId="77777777" w:rsidR="00794F6D" w:rsidRPr="00B12014" w:rsidRDefault="00794F6D" w:rsidP="00B120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DE428" w14:textId="77777777" w:rsidR="00C40A19" w:rsidRDefault="00C40A19">
      <w:r>
        <w:separator/>
      </w:r>
    </w:p>
  </w:footnote>
  <w:footnote w:type="continuationSeparator" w:id="0">
    <w:p w14:paraId="5D8B1E78" w14:textId="77777777" w:rsidR="00C40A19" w:rsidRDefault="00C40A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551"/>
      <w:gridCol w:w="2552"/>
      <w:gridCol w:w="1701"/>
      <w:gridCol w:w="851"/>
      <w:gridCol w:w="2550"/>
    </w:tblGrid>
    <w:tr w:rsidR="002651D6" w:rsidRPr="00493B96" w14:paraId="5E5F641A" w14:textId="77777777" w:rsidTr="00402092">
      <w:trPr>
        <w:trHeight w:val="697"/>
        <w:jc w:val="center"/>
      </w:trPr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FD5DEFD" w14:textId="77777777" w:rsidR="002651D6" w:rsidRPr="00402092" w:rsidRDefault="002651D6" w:rsidP="002651D6">
          <w:pPr>
            <w:spacing w:line="240" w:lineRule="auto"/>
            <w:jc w:val="center"/>
            <w:rPr>
              <w:rFonts w:cs="Arial"/>
              <w:caps/>
              <w:sz w:val="16"/>
              <w:szCs w:val="22"/>
              <w:lang w:val="x-none" w:eastAsia="x-none"/>
            </w:rPr>
          </w:pPr>
          <w:r w:rsidRPr="00402092">
            <w:rPr>
              <w:rFonts w:cs="Arial"/>
              <w:caps/>
              <w:sz w:val="16"/>
              <w:szCs w:val="22"/>
              <w:lang w:val="x-none" w:eastAsia="x-none"/>
            </w:rPr>
            <w:t xml:space="preserve">MODERNIZAREA STATIEI DE </w:t>
          </w:r>
        </w:p>
        <w:p w14:paraId="7AD87D74" w14:textId="77777777" w:rsidR="002651D6" w:rsidRPr="00402092" w:rsidRDefault="002651D6" w:rsidP="002651D6">
          <w:pPr>
            <w:spacing w:line="240" w:lineRule="auto"/>
            <w:jc w:val="center"/>
            <w:rPr>
              <w:rFonts w:cs="Arial"/>
              <w:caps/>
              <w:sz w:val="16"/>
              <w:szCs w:val="22"/>
              <w:lang w:val="x-none" w:eastAsia="x-none"/>
            </w:rPr>
          </w:pPr>
          <w:r w:rsidRPr="00402092">
            <w:rPr>
              <w:rFonts w:cs="Arial"/>
              <w:caps/>
              <w:sz w:val="16"/>
              <w:szCs w:val="22"/>
              <w:lang w:val="x-none" w:eastAsia="x-none"/>
            </w:rPr>
            <w:t>POMPARE A TITEIULUI</w:t>
          </w:r>
        </w:p>
        <w:p w14:paraId="5E51BA8F" w14:textId="77777777" w:rsidR="002651D6" w:rsidRPr="00493B96" w:rsidRDefault="002651D6" w:rsidP="002651D6">
          <w:pPr>
            <w:spacing w:line="240" w:lineRule="auto"/>
            <w:jc w:val="center"/>
            <w:rPr>
              <w:rFonts w:cs="Arial"/>
              <w:caps/>
              <w:sz w:val="18"/>
              <w:szCs w:val="22"/>
              <w:lang w:val="ro-RO" w:eastAsia="x-none"/>
            </w:rPr>
          </w:pPr>
          <w:r w:rsidRPr="00402092">
            <w:rPr>
              <w:rFonts w:cs="Arial"/>
              <w:caps/>
              <w:sz w:val="16"/>
              <w:szCs w:val="22"/>
              <w:lang w:val="x-none" w:eastAsia="x-none"/>
            </w:rPr>
            <w:t>SLOBOZIA JUD. PRAHOVA</w:t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6EDDB0" w14:textId="77777777" w:rsidR="002651D6" w:rsidRPr="00493B96" w:rsidRDefault="002651D6" w:rsidP="002651D6">
          <w:pPr>
            <w:spacing w:line="240" w:lineRule="auto"/>
            <w:jc w:val="center"/>
            <w:rPr>
              <w:rFonts w:cs="Arial"/>
              <w:noProof/>
              <w:szCs w:val="22"/>
              <w:lang w:eastAsia="ro-RO"/>
            </w:rPr>
          </w:pPr>
          <w:r w:rsidRPr="00493B96">
            <w:rPr>
              <w:rFonts w:cs="Arial"/>
              <w:noProof/>
              <w:szCs w:val="22"/>
            </w:rPr>
            <w:drawing>
              <wp:inline distT="0" distB="0" distL="0" distR="0" wp14:anchorId="4426ADFD" wp14:editId="1AEDAEE2">
                <wp:extent cx="925830" cy="782955"/>
                <wp:effectExtent l="0" t="0" r="0" b="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7829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83B6555" w14:textId="77777777" w:rsidR="002651D6" w:rsidRPr="00493B96" w:rsidRDefault="002651D6" w:rsidP="002651D6">
          <w:pPr>
            <w:spacing w:line="240" w:lineRule="auto"/>
            <w:jc w:val="center"/>
            <w:rPr>
              <w:rFonts w:cs="Arial"/>
              <w:noProof/>
              <w:szCs w:val="22"/>
              <w:lang w:eastAsia="ro-RO"/>
            </w:rPr>
          </w:pPr>
        </w:p>
        <w:p w14:paraId="59AB30CA" w14:textId="77777777" w:rsidR="002651D6" w:rsidRPr="00493B96" w:rsidRDefault="002651D6" w:rsidP="002651D6">
          <w:pPr>
            <w:spacing w:line="240" w:lineRule="auto"/>
            <w:jc w:val="center"/>
            <w:rPr>
              <w:rFonts w:cs="Arial"/>
              <w:noProof/>
              <w:szCs w:val="24"/>
              <w:lang w:val="ro-RO" w:eastAsia="ro-RO"/>
            </w:rPr>
          </w:pPr>
          <w:r w:rsidRPr="00493B96">
            <w:rPr>
              <w:rFonts w:cs="Arial"/>
              <w:b/>
              <w:caps/>
              <w:sz w:val="20"/>
              <w:szCs w:val="22"/>
              <w:lang w:val="ro-RO"/>
            </w:rPr>
            <w:t>S.C. CONPET S.A.</w:t>
          </w:r>
        </w:p>
      </w:tc>
      <w:tc>
        <w:tcPr>
          <w:tcW w:w="170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7BA28E" w14:textId="77777777" w:rsidR="002651D6" w:rsidRPr="00493B96" w:rsidRDefault="002651D6" w:rsidP="002651D6">
          <w:pPr>
            <w:spacing w:line="240" w:lineRule="auto"/>
            <w:jc w:val="center"/>
            <w:rPr>
              <w:rFonts w:cs="Arial"/>
              <w:sz w:val="16"/>
              <w:szCs w:val="16"/>
              <w:lang w:val="ro-RO" w:eastAsia="x-none"/>
            </w:rPr>
          </w:pPr>
          <w:r w:rsidRPr="00493B96">
            <w:rPr>
              <w:rFonts w:cs="Arial"/>
              <w:noProof/>
              <w:sz w:val="18"/>
              <w:szCs w:val="18"/>
            </w:rPr>
            <w:drawing>
              <wp:inline distT="0" distB="0" distL="0" distR="0" wp14:anchorId="2B5AE420" wp14:editId="58EE792A">
                <wp:extent cx="838200" cy="685800"/>
                <wp:effectExtent l="0" t="0" r="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57" w:type="dxa"/>
            <w:bottom w:w="0" w:type="dxa"/>
            <w:right w:w="57" w:type="dxa"/>
          </w:tcMar>
          <w:vAlign w:val="center"/>
          <w:hideMark/>
        </w:tcPr>
        <w:p w14:paraId="7D17EE02" w14:textId="77777777" w:rsidR="002651D6" w:rsidRPr="00493B96" w:rsidRDefault="002651D6" w:rsidP="002651D6">
          <w:pPr>
            <w:spacing w:line="240" w:lineRule="auto"/>
            <w:jc w:val="left"/>
            <w:rPr>
              <w:rFonts w:cs="Arial"/>
              <w:sz w:val="18"/>
              <w:szCs w:val="22"/>
              <w:lang w:val="x-none" w:eastAsia="x-none"/>
            </w:rPr>
          </w:pPr>
          <w:r w:rsidRPr="00493B96">
            <w:rPr>
              <w:rFonts w:cs="Arial"/>
              <w:sz w:val="18"/>
              <w:szCs w:val="22"/>
              <w:lang w:val="x-none" w:eastAsia="x-none"/>
            </w:rPr>
            <w:t>Client Doc.no.:</w:t>
          </w:r>
        </w:p>
      </w:tc>
      <w:tc>
        <w:tcPr>
          <w:tcW w:w="25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12CD6C" w14:textId="1F875278" w:rsidR="002651D6" w:rsidRPr="00493B96" w:rsidRDefault="00024CAC" w:rsidP="002651D6">
          <w:pPr>
            <w:spacing w:line="240" w:lineRule="auto"/>
            <w:jc w:val="center"/>
            <w:rPr>
              <w:rFonts w:cs="Arial"/>
              <w:b/>
              <w:bCs/>
              <w:sz w:val="18"/>
              <w:szCs w:val="22"/>
              <w:lang w:val="ro-RO" w:eastAsia="x-none"/>
            </w:rPr>
          </w:pPr>
          <w:r w:rsidRPr="00024CAC">
            <w:rPr>
              <w:rFonts w:cs="Arial"/>
              <w:b/>
              <w:bCs/>
              <w:sz w:val="18"/>
              <w:szCs w:val="22"/>
              <w:lang w:val="ro-RO" w:eastAsia="x-none"/>
            </w:rPr>
            <w:t>PR1193-CS18-01</w:t>
          </w:r>
        </w:p>
      </w:tc>
    </w:tr>
    <w:tr w:rsidR="002651D6" w:rsidRPr="00493B96" w14:paraId="5CEB84CC" w14:textId="77777777" w:rsidTr="00BC5BCF">
      <w:trPr>
        <w:trHeight w:val="330"/>
        <w:jc w:val="center"/>
      </w:trPr>
      <w:tc>
        <w:tcPr>
          <w:tcW w:w="255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157B994" w14:textId="66594A11" w:rsidR="00024CAC" w:rsidRPr="00402092" w:rsidRDefault="00024CAC" w:rsidP="00402092">
          <w:pPr>
            <w:tabs>
              <w:tab w:val="left" w:pos="1969"/>
            </w:tabs>
            <w:spacing w:line="240" w:lineRule="auto"/>
            <w:jc w:val="center"/>
            <w:rPr>
              <w:rFonts w:cs="Arial"/>
              <w:caps/>
              <w:sz w:val="16"/>
              <w:szCs w:val="22"/>
              <w:lang w:val="ro-RO" w:eastAsia="x-none"/>
            </w:rPr>
          </w:pPr>
          <w:r w:rsidRPr="00402092">
            <w:rPr>
              <w:rFonts w:cs="Arial"/>
              <w:caps/>
              <w:sz w:val="16"/>
              <w:szCs w:val="22"/>
              <w:lang w:val="x-none" w:eastAsia="x-none"/>
            </w:rPr>
            <w:t xml:space="preserve">PROGRAM CONTROL </w:t>
          </w:r>
          <w:r w:rsidRPr="00402092">
            <w:rPr>
              <w:rFonts w:cs="Arial"/>
              <w:caps/>
              <w:sz w:val="16"/>
              <w:szCs w:val="22"/>
              <w:lang w:val="ro-RO" w:eastAsia="x-none"/>
            </w:rPr>
            <w:t>- DRUM</w:t>
          </w:r>
        </w:p>
        <w:p w14:paraId="0F014088" w14:textId="0AB5FC7E" w:rsidR="002651D6" w:rsidRPr="00493B96" w:rsidRDefault="00024CAC" w:rsidP="00402092">
          <w:pPr>
            <w:tabs>
              <w:tab w:val="left" w:pos="0"/>
            </w:tabs>
            <w:spacing w:line="240" w:lineRule="auto"/>
            <w:jc w:val="center"/>
            <w:rPr>
              <w:caps/>
              <w:sz w:val="18"/>
              <w:szCs w:val="24"/>
              <w:lang w:val="ro-RO" w:eastAsia="x-none"/>
            </w:rPr>
          </w:pPr>
          <w:r w:rsidRPr="00402092">
            <w:rPr>
              <w:rFonts w:cs="Arial"/>
              <w:caps/>
              <w:sz w:val="16"/>
              <w:szCs w:val="22"/>
              <w:lang w:val="x-none" w:eastAsia="x-none"/>
            </w:rPr>
            <w:t>QUALITY CONTROL PROGRAM</w:t>
          </w:r>
          <w:r w:rsidRPr="00402092">
            <w:rPr>
              <w:rFonts w:cs="Arial"/>
              <w:caps/>
              <w:sz w:val="16"/>
              <w:szCs w:val="22"/>
              <w:lang w:val="ro-RO" w:eastAsia="x-none"/>
            </w:rPr>
            <w:t xml:space="preserve"> - ROAD</w:t>
          </w: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154CDD" w14:textId="77777777" w:rsidR="002651D6" w:rsidRPr="00493B96" w:rsidRDefault="002651D6" w:rsidP="002651D6">
          <w:pPr>
            <w:spacing w:line="240" w:lineRule="auto"/>
            <w:jc w:val="left"/>
            <w:rPr>
              <w:rFonts w:cs="Arial"/>
              <w:noProof/>
              <w:szCs w:val="24"/>
              <w:lang w:val="ro-RO" w:eastAsia="ro-RO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232A19C" w14:textId="77777777" w:rsidR="002651D6" w:rsidRPr="00493B96" w:rsidRDefault="002651D6" w:rsidP="002651D6">
          <w:pPr>
            <w:spacing w:line="240" w:lineRule="auto"/>
            <w:jc w:val="left"/>
            <w:rPr>
              <w:rFonts w:cs="Arial"/>
              <w:sz w:val="16"/>
              <w:szCs w:val="16"/>
              <w:lang w:val="ro-RO" w:eastAsia="x-none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57" w:type="dxa"/>
            <w:bottom w:w="0" w:type="dxa"/>
            <w:right w:w="57" w:type="dxa"/>
          </w:tcMar>
          <w:vAlign w:val="center"/>
          <w:hideMark/>
        </w:tcPr>
        <w:p w14:paraId="7B6ECA04" w14:textId="77777777" w:rsidR="002651D6" w:rsidRPr="00493B96" w:rsidRDefault="002651D6" w:rsidP="002651D6">
          <w:pPr>
            <w:spacing w:line="240" w:lineRule="auto"/>
            <w:jc w:val="left"/>
            <w:rPr>
              <w:rFonts w:cs="Arial"/>
              <w:sz w:val="18"/>
              <w:szCs w:val="22"/>
              <w:lang w:val="x-none" w:eastAsia="x-none"/>
            </w:rPr>
          </w:pPr>
          <w:r w:rsidRPr="00493B96">
            <w:rPr>
              <w:rFonts w:cs="Arial"/>
              <w:sz w:val="18"/>
              <w:szCs w:val="22"/>
              <w:lang w:val="x-none" w:eastAsia="x-none"/>
            </w:rPr>
            <w:t>Rev. no.:</w:t>
          </w:r>
        </w:p>
      </w:tc>
      <w:tc>
        <w:tcPr>
          <w:tcW w:w="25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448EE51" w14:textId="77777777" w:rsidR="002651D6" w:rsidRPr="00493B96" w:rsidRDefault="002651D6" w:rsidP="002651D6">
          <w:pPr>
            <w:spacing w:line="240" w:lineRule="auto"/>
            <w:jc w:val="center"/>
            <w:rPr>
              <w:rFonts w:cs="Arial"/>
              <w:b/>
              <w:bCs/>
              <w:sz w:val="18"/>
              <w:szCs w:val="22"/>
              <w:lang w:val="ro-RO" w:eastAsia="x-none"/>
            </w:rPr>
          </w:pPr>
          <w:r w:rsidRPr="00493B96">
            <w:rPr>
              <w:rFonts w:cs="Arial"/>
              <w:b/>
              <w:bCs/>
              <w:sz w:val="18"/>
              <w:szCs w:val="22"/>
              <w:lang w:val="ro-RO" w:eastAsia="x-none"/>
            </w:rPr>
            <w:t>01</w:t>
          </w:r>
        </w:p>
      </w:tc>
    </w:tr>
    <w:tr w:rsidR="002651D6" w:rsidRPr="00493B96" w14:paraId="1FC42E08" w14:textId="77777777" w:rsidTr="00BC5BCF">
      <w:trPr>
        <w:trHeight w:val="365"/>
        <w:jc w:val="center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2526B1D" w14:textId="77777777" w:rsidR="002651D6" w:rsidRPr="00493B96" w:rsidRDefault="002651D6" w:rsidP="002651D6">
          <w:pPr>
            <w:spacing w:line="240" w:lineRule="auto"/>
            <w:jc w:val="left"/>
            <w:rPr>
              <w:rFonts w:cs="Arial"/>
              <w:caps/>
              <w:sz w:val="18"/>
              <w:szCs w:val="22"/>
              <w:lang w:val="x-none" w:eastAsia="x-none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E40BAE" w14:textId="77777777" w:rsidR="002651D6" w:rsidRPr="00493B96" w:rsidRDefault="002651D6" w:rsidP="002651D6">
          <w:pPr>
            <w:spacing w:line="240" w:lineRule="auto"/>
            <w:jc w:val="left"/>
            <w:rPr>
              <w:rFonts w:cs="Arial"/>
              <w:noProof/>
              <w:szCs w:val="24"/>
              <w:lang w:val="ro-RO" w:eastAsia="ro-RO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A0EB60" w14:textId="77777777" w:rsidR="002651D6" w:rsidRPr="00493B96" w:rsidRDefault="002651D6" w:rsidP="002651D6">
          <w:pPr>
            <w:spacing w:line="240" w:lineRule="auto"/>
            <w:jc w:val="left"/>
            <w:rPr>
              <w:rFonts w:cs="Arial"/>
              <w:sz w:val="16"/>
              <w:szCs w:val="16"/>
              <w:lang w:val="ro-RO" w:eastAsia="x-none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57" w:type="dxa"/>
            <w:bottom w:w="0" w:type="dxa"/>
            <w:right w:w="57" w:type="dxa"/>
          </w:tcMar>
          <w:vAlign w:val="center"/>
          <w:hideMark/>
        </w:tcPr>
        <w:p w14:paraId="3172A18F" w14:textId="77777777" w:rsidR="002651D6" w:rsidRPr="00493B96" w:rsidRDefault="002651D6" w:rsidP="002651D6">
          <w:pPr>
            <w:spacing w:line="240" w:lineRule="auto"/>
            <w:jc w:val="left"/>
            <w:rPr>
              <w:rFonts w:cs="Arial"/>
              <w:sz w:val="18"/>
              <w:szCs w:val="22"/>
              <w:lang w:val="x-none" w:eastAsia="x-none"/>
            </w:rPr>
          </w:pPr>
          <w:r w:rsidRPr="00493B96">
            <w:rPr>
              <w:rFonts w:cs="Arial"/>
              <w:sz w:val="18"/>
              <w:szCs w:val="22"/>
              <w:lang w:val="x-none" w:eastAsia="x-none"/>
            </w:rPr>
            <w:t>Page no.</w:t>
          </w:r>
        </w:p>
      </w:tc>
      <w:tc>
        <w:tcPr>
          <w:tcW w:w="25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5ACC311" w14:textId="77777777" w:rsidR="002651D6" w:rsidRPr="00493B96" w:rsidRDefault="002651D6" w:rsidP="002651D6">
          <w:pPr>
            <w:spacing w:line="240" w:lineRule="auto"/>
            <w:jc w:val="center"/>
            <w:rPr>
              <w:rFonts w:cs="Arial"/>
              <w:b/>
              <w:bCs/>
              <w:sz w:val="18"/>
              <w:szCs w:val="22"/>
              <w:lang w:val="x-none" w:eastAsia="x-none"/>
            </w:rPr>
          </w:pP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fldChar w:fldCharType="begin"/>
          </w: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instrText xml:space="preserve"> PAGE </w:instrText>
          </w: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fldChar w:fldCharType="separate"/>
          </w:r>
          <w:r w:rsidR="00384DD4">
            <w:rPr>
              <w:rFonts w:cs="Arial"/>
              <w:b/>
              <w:bCs/>
              <w:noProof/>
              <w:sz w:val="18"/>
              <w:szCs w:val="22"/>
              <w:lang w:val="x-none" w:eastAsia="x-none"/>
            </w:rPr>
            <w:t>5</w:t>
          </w: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fldChar w:fldCharType="end"/>
          </w: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t xml:space="preserve"> of </w:t>
          </w: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fldChar w:fldCharType="begin"/>
          </w: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instrText xml:space="preserve"> NUMPAGES </w:instrText>
          </w: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fldChar w:fldCharType="separate"/>
          </w:r>
          <w:r w:rsidR="00384DD4">
            <w:rPr>
              <w:rFonts w:cs="Arial"/>
              <w:b/>
              <w:bCs/>
              <w:noProof/>
              <w:sz w:val="18"/>
              <w:szCs w:val="22"/>
              <w:lang w:val="x-none" w:eastAsia="x-none"/>
            </w:rPr>
            <w:t>5</w:t>
          </w: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fldChar w:fldCharType="end"/>
          </w:r>
        </w:p>
      </w:tc>
    </w:tr>
  </w:tbl>
  <w:p w14:paraId="63027634" w14:textId="77777777" w:rsidR="002651D6" w:rsidRDefault="002651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551"/>
      <w:gridCol w:w="2552"/>
      <w:gridCol w:w="1701"/>
      <w:gridCol w:w="851"/>
      <w:gridCol w:w="2550"/>
    </w:tblGrid>
    <w:tr w:rsidR="00024CAC" w:rsidRPr="00493B96" w14:paraId="16B093B9" w14:textId="77777777" w:rsidTr="00402092">
      <w:trPr>
        <w:trHeight w:val="699"/>
        <w:jc w:val="center"/>
      </w:trPr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2658610" w14:textId="77777777" w:rsidR="00024CAC" w:rsidRPr="00402092" w:rsidRDefault="00024CAC" w:rsidP="00024CAC">
          <w:pPr>
            <w:spacing w:line="240" w:lineRule="auto"/>
            <w:jc w:val="center"/>
            <w:rPr>
              <w:rFonts w:cs="Arial"/>
              <w:caps/>
              <w:sz w:val="18"/>
              <w:szCs w:val="22"/>
              <w:lang w:val="x-none" w:eastAsia="x-none"/>
            </w:rPr>
          </w:pPr>
          <w:r w:rsidRPr="00402092">
            <w:rPr>
              <w:rFonts w:cs="Arial"/>
              <w:caps/>
              <w:sz w:val="18"/>
              <w:szCs w:val="22"/>
              <w:lang w:val="x-none" w:eastAsia="x-none"/>
            </w:rPr>
            <w:t xml:space="preserve">MODERNIZAREA STATIEI DE </w:t>
          </w:r>
        </w:p>
        <w:p w14:paraId="4BD4F90A" w14:textId="77777777" w:rsidR="00024CAC" w:rsidRPr="00402092" w:rsidRDefault="00024CAC" w:rsidP="00024CAC">
          <w:pPr>
            <w:spacing w:line="240" w:lineRule="auto"/>
            <w:jc w:val="center"/>
            <w:rPr>
              <w:rFonts w:cs="Arial"/>
              <w:caps/>
              <w:sz w:val="18"/>
              <w:szCs w:val="22"/>
              <w:lang w:val="x-none" w:eastAsia="x-none"/>
            </w:rPr>
          </w:pPr>
          <w:r w:rsidRPr="00402092">
            <w:rPr>
              <w:rFonts w:cs="Arial"/>
              <w:caps/>
              <w:sz w:val="18"/>
              <w:szCs w:val="22"/>
              <w:lang w:val="x-none" w:eastAsia="x-none"/>
            </w:rPr>
            <w:t>POMPARE A TITEIULUI</w:t>
          </w:r>
        </w:p>
        <w:p w14:paraId="4462DDAF" w14:textId="77777777" w:rsidR="00024CAC" w:rsidRPr="00493B96" w:rsidRDefault="00024CAC" w:rsidP="00024CAC">
          <w:pPr>
            <w:spacing w:line="240" w:lineRule="auto"/>
            <w:jc w:val="center"/>
            <w:rPr>
              <w:rFonts w:cs="Arial"/>
              <w:caps/>
              <w:sz w:val="18"/>
              <w:szCs w:val="22"/>
              <w:lang w:val="ro-RO" w:eastAsia="x-none"/>
            </w:rPr>
          </w:pPr>
          <w:r w:rsidRPr="00402092">
            <w:rPr>
              <w:rFonts w:cs="Arial"/>
              <w:caps/>
              <w:sz w:val="18"/>
              <w:szCs w:val="22"/>
              <w:lang w:val="x-none" w:eastAsia="x-none"/>
            </w:rPr>
            <w:t>SLOBOZIA JUD. PRAHOVA</w:t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FDF4F61" w14:textId="77777777" w:rsidR="00024CAC" w:rsidRPr="00493B96" w:rsidRDefault="00024CAC" w:rsidP="00024CAC">
          <w:pPr>
            <w:spacing w:line="240" w:lineRule="auto"/>
            <w:jc w:val="center"/>
            <w:rPr>
              <w:rFonts w:cs="Arial"/>
              <w:noProof/>
              <w:szCs w:val="22"/>
              <w:lang w:eastAsia="ro-RO"/>
            </w:rPr>
          </w:pPr>
          <w:r w:rsidRPr="00493B96">
            <w:rPr>
              <w:rFonts w:cs="Arial"/>
              <w:noProof/>
              <w:szCs w:val="22"/>
            </w:rPr>
            <w:drawing>
              <wp:inline distT="0" distB="0" distL="0" distR="0" wp14:anchorId="54467E35" wp14:editId="2F649211">
                <wp:extent cx="925830" cy="782955"/>
                <wp:effectExtent l="0" t="0" r="0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7829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4F4F6AE" w14:textId="77777777" w:rsidR="00024CAC" w:rsidRPr="00493B96" w:rsidRDefault="00024CAC" w:rsidP="00024CAC">
          <w:pPr>
            <w:spacing w:line="240" w:lineRule="auto"/>
            <w:jc w:val="center"/>
            <w:rPr>
              <w:rFonts w:cs="Arial"/>
              <w:noProof/>
              <w:szCs w:val="22"/>
              <w:lang w:eastAsia="ro-RO"/>
            </w:rPr>
          </w:pPr>
        </w:p>
        <w:p w14:paraId="54A86520" w14:textId="77777777" w:rsidR="00024CAC" w:rsidRPr="00493B96" w:rsidRDefault="00024CAC" w:rsidP="00024CAC">
          <w:pPr>
            <w:spacing w:line="240" w:lineRule="auto"/>
            <w:jc w:val="center"/>
            <w:rPr>
              <w:rFonts w:cs="Arial"/>
              <w:noProof/>
              <w:szCs w:val="24"/>
              <w:lang w:val="ro-RO" w:eastAsia="ro-RO"/>
            </w:rPr>
          </w:pPr>
          <w:r w:rsidRPr="00493B96">
            <w:rPr>
              <w:rFonts w:cs="Arial"/>
              <w:b/>
              <w:caps/>
              <w:sz w:val="20"/>
              <w:szCs w:val="22"/>
              <w:lang w:val="ro-RO"/>
            </w:rPr>
            <w:t>S.C. CONPET S.A.</w:t>
          </w:r>
        </w:p>
      </w:tc>
      <w:tc>
        <w:tcPr>
          <w:tcW w:w="170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B3C5663" w14:textId="77777777" w:rsidR="00024CAC" w:rsidRPr="00493B96" w:rsidRDefault="00024CAC" w:rsidP="00024CAC">
          <w:pPr>
            <w:spacing w:line="240" w:lineRule="auto"/>
            <w:jc w:val="center"/>
            <w:rPr>
              <w:rFonts w:cs="Arial"/>
              <w:sz w:val="16"/>
              <w:szCs w:val="16"/>
              <w:lang w:val="ro-RO" w:eastAsia="x-none"/>
            </w:rPr>
          </w:pPr>
          <w:r w:rsidRPr="00493B96">
            <w:rPr>
              <w:rFonts w:cs="Arial"/>
              <w:noProof/>
              <w:sz w:val="18"/>
              <w:szCs w:val="18"/>
            </w:rPr>
            <w:drawing>
              <wp:inline distT="0" distB="0" distL="0" distR="0" wp14:anchorId="404475B6" wp14:editId="1D64914C">
                <wp:extent cx="838200" cy="685800"/>
                <wp:effectExtent l="0" t="0" r="0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57" w:type="dxa"/>
            <w:bottom w:w="0" w:type="dxa"/>
            <w:right w:w="57" w:type="dxa"/>
          </w:tcMar>
          <w:vAlign w:val="center"/>
          <w:hideMark/>
        </w:tcPr>
        <w:p w14:paraId="34CB0508" w14:textId="77777777" w:rsidR="00024CAC" w:rsidRPr="00493B96" w:rsidRDefault="00024CAC" w:rsidP="00024CAC">
          <w:pPr>
            <w:spacing w:line="240" w:lineRule="auto"/>
            <w:jc w:val="left"/>
            <w:rPr>
              <w:rFonts w:cs="Arial"/>
              <w:sz w:val="18"/>
              <w:szCs w:val="22"/>
              <w:lang w:val="x-none" w:eastAsia="x-none"/>
            </w:rPr>
          </w:pPr>
          <w:r w:rsidRPr="00493B96">
            <w:rPr>
              <w:rFonts w:cs="Arial"/>
              <w:sz w:val="18"/>
              <w:szCs w:val="22"/>
              <w:lang w:val="x-none" w:eastAsia="x-none"/>
            </w:rPr>
            <w:t>Client Doc.no.:</w:t>
          </w:r>
        </w:p>
      </w:tc>
      <w:tc>
        <w:tcPr>
          <w:tcW w:w="25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B8CE16A" w14:textId="00564B77" w:rsidR="00024CAC" w:rsidRPr="00493B96" w:rsidRDefault="00024CAC" w:rsidP="00024CAC">
          <w:pPr>
            <w:spacing w:line="240" w:lineRule="auto"/>
            <w:jc w:val="center"/>
            <w:rPr>
              <w:rFonts w:cs="Arial"/>
              <w:b/>
              <w:bCs/>
              <w:sz w:val="18"/>
              <w:szCs w:val="22"/>
              <w:lang w:val="ro-RO" w:eastAsia="x-none"/>
            </w:rPr>
          </w:pPr>
          <w:r w:rsidRPr="00024CAC">
            <w:rPr>
              <w:rFonts w:cs="Arial"/>
              <w:b/>
              <w:bCs/>
              <w:sz w:val="18"/>
              <w:szCs w:val="22"/>
              <w:lang w:val="ro-RO" w:eastAsia="x-none"/>
            </w:rPr>
            <w:t>PR1193-CS18-0</w:t>
          </w:r>
          <w:r w:rsidR="00384DD4">
            <w:rPr>
              <w:rFonts w:cs="Arial"/>
              <w:b/>
              <w:bCs/>
              <w:sz w:val="18"/>
              <w:szCs w:val="22"/>
              <w:lang w:val="ro-RO" w:eastAsia="x-none"/>
            </w:rPr>
            <w:t>1</w:t>
          </w:r>
        </w:p>
      </w:tc>
    </w:tr>
    <w:tr w:rsidR="00024CAC" w:rsidRPr="00493B96" w14:paraId="4A01FDAA" w14:textId="77777777" w:rsidTr="00BC5BCF">
      <w:trPr>
        <w:trHeight w:val="330"/>
        <w:jc w:val="center"/>
      </w:trPr>
      <w:tc>
        <w:tcPr>
          <w:tcW w:w="255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F1FEF8F" w14:textId="77777777" w:rsidR="00024CAC" w:rsidRPr="00402092" w:rsidRDefault="00024CAC" w:rsidP="00402092">
          <w:pPr>
            <w:tabs>
              <w:tab w:val="left" w:pos="1969"/>
            </w:tabs>
            <w:spacing w:line="240" w:lineRule="auto"/>
            <w:jc w:val="center"/>
            <w:rPr>
              <w:rFonts w:cs="Arial"/>
              <w:caps/>
              <w:sz w:val="16"/>
              <w:szCs w:val="22"/>
              <w:lang w:val="ro-RO" w:eastAsia="x-none"/>
            </w:rPr>
          </w:pPr>
          <w:r w:rsidRPr="00402092">
            <w:rPr>
              <w:rFonts w:cs="Arial"/>
              <w:caps/>
              <w:sz w:val="16"/>
              <w:szCs w:val="22"/>
              <w:lang w:val="x-none" w:eastAsia="x-none"/>
            </w:rPr>
            <w:t xml:space="preserve">PROGRAM CONTROL </w:t>
          </w:r>
          <w:r w:rsidRPr="00402092">
            <w:rPr>
              <w:rFonts w:cs="Arial"/>
              <w:caps/>
              <w:sz w:val="16"/>
              <w:szCs w:val="22"/>
              <w:lang w:val="ro-RO" w:eastAsia="x-none"/>
            </w:rPr>
            <w:t>- DRUM</w:t>
          </w:r>
        </w:p>
        <w:p w14:paraId="57360223" w14:textId="77777777" w:rsidR="00024CAC" w:rsidRPr="00402092" w:rsidRDefault="00024CAC" w:rsidP="00402092">
          <w:pPr>
            <w:tabs>
              <w:tab w:val="left" w:pos="0"/>
            </w:tabs>
            <w:spacing w:line="240" w:lineRule="auto"/>
            <w:jc w:val="center"/>
            <w:rPr>
              <w:caps/>
              <w:sz w:val="16"/>
              <w:szCs w:val="24"/>
              <w:lang w:val="ro-RO" w:eastAsia="x-none"/>
            </w:rPr>
          </w:pPr>
          <w:r w:rsidRPr="00402092">
            <w:rPr>
              <w:rFonts w:cs="Arial"/>
              <w:caps/>
              <w:sz w:val="16"/>
              <w:szCs w:val="22"/>
              <w:lang w:val="x-none" w:eastAsia="x-none"/>
            </w:rPr>
            <w:t>QUALITY CONTROL PROGRAM</w:t>
          </w:r>
          <w:r w:rsidRPr="00402092">
            <w:rPr>
              <w:rFonts w:cs="Arial"/>
              <w:caps/>
              <w:sz w:val="16"/>
              <w:szCs w:val="22"/>
              <w:lang w:val="ro-RO" w:eastAsia="x-none"/>
            </w:rPr>
            <w:t xml:space="preserve"> - ROAD</w:t>
          </w: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FCD39A" w14:textId="77777777" w:rsidR="00024CAC" w:rsidRPr="00493B96" w:rsidRDefault="00024CAC" w:rsidP="00024CAC">
          <w:pPr>
            <w:spacing w:line="240" w:lineRule="auto"/>
            <w:jc w:val="left"/>
            <w:rPr>
              <w:rFonts w:cs="Arial"/>
              <w:noProof/>
              <w:szCs w:val="24"/>
              <w:lang w:val="ro-RO" w:eastAsia="ro-RO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4EA172" w14:textId="77777777" w:rsidR="00024CAC" w:rsidRPr="00493B96" w:rsidRDefault="00024CAC" w:rsidP="00024CAC">
          <w:pPr>
            <w:spacing w:line="240" w:lineRule="auto"/>
            <w:jc w:val="left"/>
            <w:rPr>
              <w:rFonts w:cs="Arial"/>
              <w:sz w:val="16"/>
              <w:szCs w:val="16"/>
              <w:lang w:val="ro-RO" w:eastAsia="x-none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57" w:type="dxa"/>
            <w:bottom w:w="0" w:type="dxa"/>
            <w:right w:w="57" w:type="dxa"/>
          </w:tcMar>
          <w:vAlign w:val="center"/>
          <w:hideMark/>
        </w:tcPr>
        <w:p w14:paraId="1E947ED6" w14:textId="77777777" w:rsidR="00024CAC" w:rsidRPr="00493B96" w:rsidRDefault="00024CAC" w:rsidP="00024CAC">
          <w:pPr>
            <w:spacing w:line="240" w:lineRule="auto"/>
            <w:jc w:val="left"/>
            <w:rPr>
              <w:rFonts w:cs="Arial"/>
              <w:sz w:val="18"/>
              <w:szCs w:val="22"/>
              <w:lang w:val="x-none" w:eastAsia="x-none"/>
            </w:rPr>
          </w:pPr>
          <w:r w:rsidRPr="00493B96">
            <w:rPr>
              <w:rFonts w:cs="Arial"/>
              <w:sz w:val="18"/>
              <w:szCs w:val="22"/>
              <w:lang w:val="x-none" w:eastAsia="x-none"/>
            </w:rPr>
            <w:t>Rev. no.:</w:t>
          </w:r>
        </w:p>
      </w:tc>
      <w:tc>
        <w:tcPr>
          <w:tcW w:w="25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1D2AB4A" w14:textId="6D4428C4" w:rsidR="00024CAC" w:rsidRPr="00493B96" w:rsidRDefault="00024CAC" w:rsidP="00024CAC">
          <w:pPr>
            <w:spacing w:line="240" w:lineRule="auto"/>
            <w:jc w:val="center"/>
            <w:rPr>
              <w:rFonts w:cs="Arial"/>
              <w:b/>
              <w:bCs/>
              <w:sz w:val="18"/>
              <w:szCs w:val="22"/>
              <w:lang w:val="ro-RO" w:eastAsia="x-none"/>
            </w:rPr>
          </w:pPr>
          <w:r w:rsidRPr="00493B96">
            <w:rPr>
              <w:rFonts w:cs="Arial"/>
              <w:b/>
              <w:bCs/>
              <w:sz w:val="18"/>
              <w:szCs w:val="22"/>
              <w:lang w:val="ro-RO" w:eastAsia="x-none"/>
            </w:rPr>
            <w:t>0</w:t>
          </w:r>
          <w:r w:rsidR="00384DD4">
            <w:rPr>
              <w:rFonts w:cs="Arial"/>
              <w:b/>
              <w:bCs/>
              <w:sz w:val="18"/>
              <w:szCs w:val="22"/>
              <w:lang w:val="ro-RO" w:eastAsia="x-none"/>
            </w:rPr>
            <w:t>1</w:t>
          </w:r>
        </w:p>
      </w:tc>
    </w:tr>
    <w:tr w:rsidR="00024CAC" w:rsidRPr="00493B96" w14:paraId="39AA45DA" w14:textId="77777777" w:rsidTr="00BC5BCF">
      <w:trPr>
        <w:trHeight w:val="365"/>
        <w:jc w:val="center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6D3D0C" w14:textId="77777777" w:rsidR="00024CAC" w:rsidRPr="00493B96" w:rsidRDefault="00024CAC" w:rsidP="00024CAC">
          <w:pPr>
            <w:spacing w:line="240" w:lineRule="auto"/>
            <w:jc w:val="left"/>
            <w:rPr>
              <w:rFonts w:cs="Arial"/>
              <w:caps/>
              <w:sz w:val="18"/>
              <w:szCs w:val="22"/>
              <w:lang w:val="x-none" w:eastAsia="x-none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CBCA79" w14:textId="77777777" w:rsidR="00024CAC" w:rsidRPr="00493B96" w:rsidRDefault="00024CAC" w:rsidP="00024CAC">
          <w:pPr>
            <w:spacing w:line="240" w:lineRule="auto"/>
            <w:jc w:val="left"/>
            <w:rPr>
              <w:rFonts w:cs="Arial"/>
              <w:noProof/>
              <w:szCs w:val="24"/>
              <w:lang w:val="ro-RO" w:eastAsia="ro-RO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B239158" w14:textId="77777777" w:rsidR="00024CAC" w:rsidRPr="00493B96" w:rsidRDefault="00024CAC" w:rsidP="00024CAC">
          <w:pPr>
            <w:spacing w:line="240" w:lineRule="auto"/>
            <w:jc w:val="left"/>
            <w:rPr>
              <w:rFonts w:cs="Arial"/>
              <w:sz w:val="16"/>
              <w:szCs w:val="16"/>
              <w:lang w:val="ro-RO" w:eastAsia="x-none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57" w:type="dxa"/>
            <w:bottom w:w="0" w:type="dxa"/>
            <w:right w:w="57" w:type="dxa"/>
          </w:tcMar>
          <w:vAlign w:val="center"/>
          <w:hideMark/>
        </w:tcPr>
        <w:p w14:paraId="4E8BD3E1" w14:textId="77777777" w:rsidR="00024CAC" w:rsidRPr="00493B96" w:rsidRDefault="00024CAC" w:rsidP="00024CAC">
          <w:pPr>
            <w:spacing w:line="240" w:lineRule="auto"/>
            <w:jc w:val="left"/>
            <w:rPr>
              <w:rFonts w:cs="Arial"/>
              <w:sz w:val="18"/>
              <w:szCs w:val="22"/>
              <w:lang w:val="x-none" w:eastAsia="x-none"/>
            </w:rPr>
          </w:pPr>
          <w:r w:rsidRPr="00493B96">
            <w:rPr>
              <w:rFonts w:cs="Arial"/>
              <w:sz w:val="18"/>
              <w:szCs w:val="22"/>
              <w:lang w:val="x-none" w:eastAsia="x-none"/>
            </w:rPr>
            <w:t>Page no.</w:t>
          </w:r>
        </w:p>
      </w:tc>
      <w:tc>
        <w:tcPr>
          <w:tcW w:w="25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54C42C4" w14:textId="77777777" w:rsidR="00024CAC" w:rsidRPr="00493B96" w:rsidRDefault="00024CAC" w:rsidP="00024CAC">
          <w:pPr>
            <w:spacing w:line="240" w:lineRule="auto"/>
            <w:jc w:val="center"/>
            <w:rPr>
              <w:rFonts w:cs="Arial"/>
              <w:b/>
              <w:bCs/>
              <w:sz w:val="18"/>
              <w:szCs w:val="22"/>
              <w:lang w:val="x-none" w:eastAsia="x-none"/>
            </w:rPr>
          </w:pP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fldChar w:fldCharType="begin"/>
          </w: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instrText xml:space="preserve"> PAGE </w:instrText>
          </w: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fldChar w:fldCharType="separate"/>
          </w:r>
          <w:r w:rsidR="00384DD4">
            <w:rPr>
              <w:rFonts w:cs="Arial"/>
              <w:b/>
              <w:bCs/>
              <w:noProof/>
              <w:sz w:val="18"/>
              <w:szCs w:val="22"/>
              <w:lang w:val="x-none" w:eastAsia="x-none"/>
            </w:rPr>
            <w:t>3</w:t>
          </w: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fldChar w:fldCharType="end"/>
          </w: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t xml:space="preserve"> of </w:t>
          </w: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fldChar w:fldCharType="begin"/>
          </w: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instrText xml:space="preserve"> NUMPAGES </w:instrText>
          </w: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fldChar w:fldCharType="separate"/>
          </w:r>
          <w:r w:rsidR="00384DD4">
            <w:rPr>
              <w:rFonts w:cs="Arial"/>
              <w:b/>
              <w:bCs/>
              <w:noProof/>
              <w:sz w:val="18"/>
              <w:szCs w:val="22"/>
              <w:lang w:val="x-none" w:eastAsia="x-none"/>
            </w:rPr>
            <w:t>5</w:t>
          </w:r>
          <w:r w:rsidRPr="00493B96">
            <w:rPr>
              <w:rFonts w:cs="Arial"/>
              <w:b/>
              <w:bCs/>
              <w:sz w:val="18"/>
              <w:szCs w:val="22"/>
              <w:lang w:val="x-none" w:eastAsia="x-none"/>
            </w:rPr>
            <w:fldChar w:fldCharType="end"/>
          </w:r>
        </w:p>
      </w:tc>
    </w:tr>
  </w:tbl>
  <w:p w14:paraId="626B82DD" w14:textId="77777777" w:rsidR="00024CAC" w:rsidRDefault="00024C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4148E"/>
    <w:multiLevelType w:val="hybridMultilevel"/>
    <w:tmpl w:val="608434EE"/>
    <w:lvl w:ilvl="0" w:tplc="48B83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41B3B"/>
    <w:multiLevelType w:val="hybridMultilevel"/>
    <w:tmpl w:val="306A97A2"/>
    <w:lvl w:ilvl="0" w:tplc="9D6E17F6">
      <w:start w:val="1"/>
      <w:numFmt w:val="decimal"/>
      <w:pStyle w:val="Heading4"/>
      <w:lvlText w:val="1.%1."/>
      <w:lvlJc w:val="left"/>
      <w:pPr>
        <w:ind w:left="2487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13E27DBC"/>
    <w:multiLevelType w:val="hybridMultilevel"/>
    <w:tmpl w:val="C94CEF0A"/>
    <w:lvl w:ilvl="0" w:tplc="810072E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E6A3C"/>
    <w:multiLevelType w:val="hybridMultilevel"/>
    <w:tmpl w:val="612421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F0DFC"/>
    <w:multiLevelType w:val="hybridMultilevel"/>
    <w:tmpl w:val="3DB25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236F1"/>
    <w:multiLevelType w:val="hybridMultilevel"/>
    <w:tmpl w:val="EF728758"/>
    <w:lvl w:ilvl="0" w:tplc="810072E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73998"/>
    <w:multiLevelType w:val="hybridMultilevel"/>
    <w:tmpl w:val="5B44C29C"/>
    <w:lvl w:ilvl="0" w:tplc="48B83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80273"/>
    <w:multiLevelType w:val="hybridMultilevel"/>
    <w:tmpl w:val="307C4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A0215"/>
    <w:multiLevelType w:val="hybridMultilevel"/>
    <w:tmpl w:val="1DF6BF32"/>
    <w:lvl w:ilvl="0" w:tplc="3FEA5D80">
      <w:start w:val="1"/>
      <w:numFmt w:val="decimal"/>
      <w:pStyle w:val="Heading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E253D"/>
    <w:multiLevelType w:val="hybridMultilevel"/>
    <w:tmpl w:val="A8A2E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F6D4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A5F06BD"/>
    <w:multiLevelType w:val="hybridMultilevel"/>
    <w:tmpl w:val="620E1E7C"/>
    <w:lvl w:ilvl="0" w:tplc="F8C2DD04">
      <w:start w:val="1"/>
      <w:numFmt w:val="decimal"/>
      <w:pStyle w:val="Subtitle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33C5A"/>
    <w:multiLevelType w:val="hybridMultilevel"/>
    <w:tmpl w:val="8C844DB6"/>
    <w:lvl w:ilvl="0" w:tplc="810072E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00AE3"/>
    <w:multiLevelType w:val="hybridMultilevel"/>
    <w:tmpl w:val="FE4C2CB2"/>
    <w:lvl w:ilvl="0" w:tplc="ED1A9ACA">
      <w:start w:val="1"/>
      <w:numFmt w:val="decimal"/>
      <w:pStyle w:val="Heading9"/>
      <w:lvlText w:val="4.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4BDE54AE"/>
    <w:multiLevelType w:val="hybridMultilevel"/>
    <w:tmpl w:val="99E200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A2180"/>
    <w:multiLevelType w:val="hybridMultilevel"/>
    <w:tmpl w:val="4FCEE38A"/>
    <w:lvl w:ilvl="0" w:tplc="C4184126">
      <w:start w:val="1"/>
      <w:numFmt w:val="decimal"/>
      <w:pStyle w:val="Heading8"/>
      <w:lvlText w:val="3.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52C76BC8"/>
    <w:multiLevelType w:val="hybridMultilevel"/>
    <w:tmpl w:val="DC786B1A"/>
    <w:lvl w:ilvl="0" w:tplc="38EAD2CC">
      <w:start w:val="1"/>
      <w:numFmt w:val="decimal"/>
      <w:pStyle w:val="Heading1"/>
      <w:lvlText w:val="%1."/>
      <w:lvlJc w:val="left"/>
      <w:pPr>
        <w:ind w:left="1648" w:hanging="360"/>
      </w:pPr>
      <w:rPr>
        <w:rFonts w:ascii="Arial" w:hAnsi="Arial" w:hint="default"/>
        <w:spacing w:val="0"/>
        <w:w w:val="100"/>
        <w:position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368" w:hanging="360"/>
      </w:pPr>
    </w:lvl>
    <w:lvl w:ilvl="2" w:tplc="0409001B" w:tentative="1">
      <w:start w:val="1"/>
      <w:numFmt w:val="lowerRoman"/>
      <w:lvlText w:val="%3."/>
      <w:lvlJc w:val="right"/>
      <w:pPr>
        <w:ind w:left="3088" w:hanging="180"/>
      </w:pPr>
    </w:lvl>
    <w:lvl w:ilvl="3" w:tplc="0409000F" w:tentative="1">
      <w:start w:val="1"/>
      <w:numFmt w:val="decimal"/>
      <w:lvlText w:val="%4."/>
      <w:lvlJc w:val="left"/>
      <w:pPr>
        <w:ind w:left="3808" w:hanging="360"/>
      </w:pPr>
    </w:lvl>
    <w:lvl w:ilvl="4" w:tplc="04090019" w:tentative="1">
      <w:start w:val="1"/>
      <w:numFmt w:val="lowerLetter"/>
      <w:lvlText w:val="%5."/>
      <w:lvlJc w:val="left"/>
      <w:pPr>
        <w:ind w:left="4528" w:hanging="360"/>
      </w:pPr>
    </w:lvl>
    <w:lvl w:ilvl="5" w:tplc="0409001B" w:tentative="1">
      <w:start w:val="1"/>
      <w:numFmt w:val="lowerRoman"/>
      <w:lvlText w:val="%6."/>
      <w:lvlJc w:val="right"/>
      <w:pPr>
        <w:ind w:left="5248" w:hanging="180"/>
      </w:pPr>
    </w:lvl>
    <w:lvl w:ilvl="6" w:tplc="0409000F" w:tentative="1">
      <w:start w:val="1"/>
      <w:numFmt w:val="decimal"/>
      <w:lvlText w:val="%7."/>
      <w:lvlJc w:val="left"/>
      <w:pPr>
        <w:ind w:left="5968" w:hanging="360"/>
      </w:pPr>
    </w:lvl>
    <w:lvl w:ilvl="7" w:tplc="04090019" w:tentative="1">
      <w:start w:val="1"/>
      <w:numFmt w:val="lowerLetter"/>
      <w:lvlText w:val="%8."/>
      <w:lvlJc w:val="left"/>
      <w:pPr>
        <w:ind w:left="6688" w:hanging="360"/>
      </w:pPr>
    </w:lvl>
    <w:lvl w:ilvl="8" w:tplc="040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7" w15:restartNumberingAfterBreak="0">
    <w:nsid w:val="551F4606"/>
    <w:multiLevelType w:val="hybridMultilevel"/>
    <w:tmpl w:val="43D6F93C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70B1713"/>
    <w:multiLevelType w:val="hybridMultilevel"/>
    <w:tmpl w:val="E5A47172"/>
    <w:lvl w:ilvl="0" w:tplc="0B9829E0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CF20230"/>
    <w:multiLevelType w:val="hybridMultilevel"/>
    <w:tmpl w:val="E37E13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95"/>
        </w:tabs>
        <w:ind w:left="109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15"/>
        </w:tabs>
        <w:ind w:left="181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35"/>
        </w:tabs>
        <w:ind w:left="253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55"/>
        </w:tabs>
        <w:ind w:left="325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75"/>
        </w:tabs>
        <w:ind w:left="39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95"/>
        </w:tabs>
        <w:ind w:left="46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15"/>
        </w:tabs>
        <w:ind w:left="541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35"/>
        </w:tabs>
        <w:ind w:left="6135" w:hanging="360"/>
      </w:pPr>
      <w:rPr>
        <w:rFonts w:ascii="Wingdings" w:hAnsi="Wingdings" w:hint="default"/>
      </w:rPr>
    </w:lvl>
  </w:abstractNum>
  <w:abstractNum w:abstractNumId="20" w15:restartNumberingAfterBreak="0">
    <w:nsid w:val="5DD86A36"/>
    <w:multiLevelType w:val="hybridMultilevel"/>
    <w:tmpl w:val="68F2667A"/>
    <w:lvl w:ilvl="0" w:tplc="0409000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69740F"/>
    <w:multiLevelType w:val="hybridMultilevel"/>
    <w:tmpl w:val="07709A90"/>
    <w:lvl w:ilvl="0" w:tplc="2A489324">
      <w:start w:val="1"/>
      <w:numFmt w:val="decimal"/>
      <w:pStyle w:val="Heading7"/>
      <w:lvlText w:val="3.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90A6490"/>
    <w:multiLevelType w:val="hybridMultilevel"/>
    <w:tmpl w:val="4F1095D2"/>
    <w:lvl w:ilvl="0" w:tplc="1A4C5BD2">
      <w:start w:val="1"/>
      <w:numFmt w:val="decimal"/>
      <w:pStyle w:val="Heading2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175207"/>
    <w:multiLevelType w:val="hybridMultilevel"/>
    <w:tmpl w:val="31DE73D0"/>
    <w:lvl w:ilvl="0" w:tplc="6A7EF196">
      <w:start w:val="1"/>
      <w:numFmt w:val="decimal"/>
      <w:pStyle w:val="Heading5"/>
      <w:lvlText w:val="2.%1."/>
      <w:lvlJc w:val="left"/>
      <w:pPr>
        <w:ind w:left="1004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F462507"/>
    <w:multiLevelType w:val="hybridMultilevel"/>
    <w:tmpl w:val="7ADE2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457DAA"/>
    <w:multiLevelType w:val="hybridMultilevel"/>
    <w:tmpl w:val="71181A2E"/>
    <w:lvl w:ilvl="0" w:tplc="AC9EBF9A">
      <w:start w:val="1"/>
      <w:numFmt w:val="decimal"/>
      <w:pStyle w:val="Heading6"/>
      <w:lvlText w:val="2.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96609A4"/>
    <w:multiLevelType w:val="hybridMultilevel"/>
    <w:tmpl w:val="130022D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BAD669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F0C53FB"/>
    <w:multiLevelType w:val="hybridMultilevel"/>
    <w:tmpl w:val="443E713E"/>
    <w:lvl w:ilvl="0" w:tplc="744E3CF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2"/>
  </w:num>
  <w:num w:numId="2">
    <w:abstractNumId w:val="8"/>
  </w:num>
  <w:num w:numId="3">
    <w:abstractNumId w:val="1"/>
  </w:num>
  <w:num w:numId="4">
    <w:abstractNumId w:val="3"/>
  </w:num>
  <w:num w:numId="5">
    <w:abstractNumId w:val="23"/>
  </w:num>
  <w:num w:numId="6">
    <w:abstractNumId w:val="25"/>
  </w:num>
  <w:num w:numId="7">
    <w:abstractNumId w:val="21"/>
  </w:num>
  <w:num w:numId="8">
    <w:abstractNumId w:val="15"/>
  </w:num>
  <w:num w:numId="9">
    <w:abstractNumId w:val="13"/>
  </w:num>
  <w:num w:numId="10">
    <w:abstractNumId w:val="11"/>
  </w:num>
  <w:num w:numId="11">
    <w:abstractNumId w:val="16"/>
  </w:num>
  <w:num w:numId="12">
    <w:abstractNumId w:val="4"/>
  </w:num>
  <w:num w:numId="13">
    <w:abstractNumId w:val="19"/>
  </w:num>
  <w:num w:numId="14">
    <w:abstractNumId w:val="14"/>
  </w:num>
  <w:num w:numId="15">
    <w:abstractNumId w:val="0"/>
  </w:num>
  <w:num w:numId="16">
    <w:abstractNumId w:val="6"/>
  </w:num>
  <w:num w:numId="17">
    <w:abstractNumId w:val="12"/>
  </w:num>
  <w:num w:numId="18">
    <w:abstractNumId w:val="2"/>
  </w:num>
  <w:num w:numId="19">
    <w:abstractNumId w:val="5"/>
  </w:num>
  <w:num w:numId="20">
    <w:abstractNumId w:val="8"/>
    <w:lvlOverride w:ilvl="0">
      <w:startOverride w:val="1"/>
    </w:lvlOverride>
  </w:num>
  <w:num w:numId="21">
    <w:abstractNumId w:val="17"/>
  </w:num>
  <w:num w:numId="22">
    <w:abstractNumId w:val="18"/>
  </w:num>
  <w:num w:numId="23">
    <w:abstractNumId w:val="28"/>
  </w:num>
  <w:num w:numId="24">
    <w:abstractNumId w:val="10"/>
  </w:num>
  <w:num w:numId="25">
    <w:abstractNumId w:val="27"/>
  </w:num>
  <w:num w:numId="26">
    <w:abstractNumId w:val="7"/>
  </w:num>
  <w:num w:numId="27">
    <w:abstractNumId w:val="26"/>
  </w:num>
  <w:num w:numId="28">
    <w:abstractNumId w:val="9"/>
  </w:num>
  <w:num w:numId="29">
    <w:abstractNumId w:val="24"/>
  </w:num>
  <w:num w:numId="30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9EF"/>
    <w:rsid w:val="00000084"/>
    <w:rsid w:val="00000855"/>
    <w:rsid w:val="00001174"/>
    <w:rsid w:val="00001AE8"/>
    <w:rsid w:val="00004F8F"/>
    <w:rsid w:val="00007459"/>
    <w:rsid w:val="0001061B"/>
    <w:rsid w:val="00012F40"/>
    <w:rsid w:val="0001387E"/>
    <w:rsid w:val="00014E1C"/>
    <w:rsid w:val="0001674E"/>
    <w:rsid w:val="0002280F"/>
    <w:rsid w:val="00022D26"/>
    <w:rsid w:val="00023C2C"/>
    <w:rsid w:val="00024CAC"/>
    <w:rsid w:val="00027144"/>
    <w:rsid w:val="00027464"/>
    <w:rsid w:val="00027EE5"/>
    <w:rsid w:val="00031BB9"/>
    <w:rsid w:val="00035645"/>
    <w:rsid w:val="0003682F"/>
    <w:rsid w:val="00036FE8"/>
    <w:rsid w:val="000373D1"/>
    <w:rsid w:val="0004119A"/>
    <w:rsid w:val="000420AA"/>
    <w:rsid w:val="000450E9"/>
    <w:rsid w:val="00045CE0"/>
    <w:rsid w:val="00047D69"/>
    <w:rsid w:val="000504C8"/>
    <w:rsid w:val="00051B9D"/>
    <w:rsid w:val="00052F88"/>
    <w:rsid w:val="00053E7A"/>
    <w:rsid w:val="000573D3"/>
    <w:rsid w:val="00063D7C"/>
    <w:rsid w:val="00064997"/>
    <w:rsid w:val="00064CFC"/>
    <w:rsid w:val="00066F31"/>
    <w:rsid w:val="000730DC"/>
    <w:rsid w:val="00074FDC"/>
    <w:rsid w:val="000769CC"/>
    <w:rsid w:val="00082A08"/>
    <w:rsid w:val="00082F2F"/>
    <w:rsid w:val="000830FB"/>
    <w:rsid w:val="0008446A"/>
    <w:rsid w:val="000924A0"/>
    <w:rsid w:val="000934E9"/>
    <w:rsid w:val="00095F95"/>
    <w:rsid w:val="000970C4"/>
    <w:rsid w:val="000A4172"/>
    <w:rsid w:val="000A6296"/>
    <w:rsid w:val="000A6716"/>
    <w:rsid w:val="000A7061"/>
    <w:rsid w:val="000A7DE3"/>
    <w:rsid w:val="000B2F80"/>
    <w:rsid w:val="000B5E5F"/>
    <w:rsid w:val="000B6589"/>
    <w:rsid w:val="000B780E"/>
    <w:rsid w:val="000C0180"/>
    <w:rsid w:val="000C16CB"/>
    <w:rsid w:val="000C2F0D"/>
    <w:rsid w:val="000C7669"/>
    <w:rsid w:val="000C7F69"/>
    <w:rsid w:val="000D1109"/>
    <w:rsid w:val="000D281A"/>
    <w:rsid w:val="000D2E99"/>
    <w:rsid w:val="000D35B3"/>
    <w:rsid w:val="000D46CE"/>
    <w:rsid w:val="000D62B9"/>
    <w:rsid w:val="000D797D"/>
    <w:rsid w:val="000E05E6"/>
    <w:rsid w:val="000E15C3"/>
    <w:rsid w:val="000E3B50"/>
    <w:rsid w:val="000E4660"/>
    <w:rsid w:val="000E4A5C"/>
    <w:rsid w:val="000E4C8D"/>
    <w:rsid w:val="000E57EF"/>
    <w:rsid w:val="000E68C3"/>
    <w:rsid w:val="000E7CF4"/>
    <w:rsid w:val="000E7FBF"/>
    <w:rsid w:val="000F021D"/>
    <w:rsid w:val="000F0A9D"/>
    <w:rsid w:val="000F1ABB"/>
    <w:rsid w:val="000F36EA"/>
    <w:rsid w:val="000F57D5"/>
    <w:rsid w:val="0010259E"/>
    <w:rsid w:val="00102D53"/>
    <w:rsid w:val="001054AA"/>
    <w:rsid w:val="001058E9"/>
    <w:rsid w:val="001067DE"/>
    <w:rsid w:val="001108D7"/>
    <w:rsid w:val="001138EC"/>
    <w:rsid w:val="001144A8"/>
    <w:rsid w:val="00116043"/>
    <w:rsid w:val="00120B1E"/>
    <w:rsid w:val="00127A59"/>
    <w:rsid w:val="00131753"/>
    <w:rsid w:val="001331BD"/>
    <w:rsid w:val="00134997"/>
    <w:rsid w:val="0013598E"/>
    <w:rsid w:val="00136995"/>
    <w:rsid w:val="00140A6A"/>
    <w:rsid w:val="0014260E"/>
    <w:rsid w:val="00142682"/>
    <w:rsid w:val="00143A1F"/>
    <w:rsid w:val="00145896"/>
    <w:rsid w:val="00146E46"/>
    <w:rsid w:val="0015382E"/>
    <w:rsid w:val="00155C81"/>
    <w:rsid w:val="0015613C"/>
    <w:rsid w:val="001561B6"/>
    <w:rsid w:val="00156AD0"/>
    <w:rsid w:val="00156EB5"/>
    <w:rsid w:val="00160642"/>
    <w:rsid w:val="00161174"/>
    <w:rsid w:val="0016323C"/>
    <w:rsid w:val="0016772F"/>
    <w:rsid w:val="00170280"/>
    <w:rsid w:val="00172724"/>
    <w:rsid w:val="001734D4"/>
    <w:rsid w:val="00183E22"/>
    <w:rsid w:val="0018572C"/>
    <w:rsid w:val="001862AC"/>
    <w:rsid w:val="001868D5"/>
    <w:rsid w:val="0018755D"/>
    <w:rsid w:val="00190282"/>
    <w:rsid w:val="00192BCE"/>
    <w:rsid w:val="0019343D"/>
    <w:rsid w:val="00193454"/>
    <w:rsid w:val="001943A5"/>
    <w:rsid w:val="001947C2"/>
    <w:rsid w:val="0019599E"/>
    <w:rsid w:val="0019781F"/>
    <w:rsid w:val="00197FE6"/>
    <w:rsid w:val="001A17C3"/>
    <w:rsid w:val="001A355B"/>
    <w:rsid w:val="001A4E35"/>
    <w:rsid w:val="001B11D4"/>
    <w:rsid w:val="001B145B"/>
    <w:rsid w:val="001B16F6"/>
    <w:rsid w:val="001B27A5"/>
    <w:rsid w:val="001B4622"/>
    <w:rsid w:val="001B5A60"/>
    <w:rsid w:val="001B5ECA"/>
    <w:rsid w:val="001B6F56"/>
    <w:rsid w:val="001B6FEA"/>
    <w:rsid w:val="001B772F"/>
    <w:rsid w:val="001C532F"/>
    <w:rsid w:val="001C56BC"/>
    <w:rsid w:val="001C5FA4"/>
    <w:rsid w:val="001C71D1"/>
    <w:rsid w:val="001C78E8"/>
    <w:rsid w:val="001D6E19"/>
    <w:rsid w:val="001D6FC3"/>
    <w:rsid w:val="001D7210"/>
    <w:rsid w:val="001E25F8"/>
    <w:rsid w:val="001E4611"/>
    <w:rsid w:val="001E46A6"/>
    <w:rsid w:val="001E64A9"/>
    <w:rsid w:val="001F4DD1"/>
    <w:rsid w:val="001F5719"/>
    <w:rsid w:val="001F7A1C"/>
    <w:rsid w:val="00202020"/>
    <w:rsid w:val="0020291C"/>
    <w:rsid w:val="00204E6C"/>
    <w:rsid w:val="00205D84"/>
    <w:rsid w:val="00207EED"/>
    <w:rsid w:val="0021063C"/>
    <w:rsid w:val="002106E0"/>
    <w:rsid w:val="002128C8"/>
    <w:rsid w:val="00213375"/>
    <w:rsid w:val="00215456"/>
    <w:rsid w:val="002170E8"/>
    <w:rsid w:val="0021786D"/>
    <w:rsid w:val="00220AA8"/>
    <w:rsid w:val="00220F9A"/>
    <w:rsid w:val="00221B61"/>
    <w:rsid w:val="00221F68"/>
    <w:rsid w:val="002220EB"/>
    <w:rsid w:val="0022301D"/>
    <w:rsid w:val="00223345"/>
    <w:rsid w:val="002235C9"/>
    <w:rsid w:val="00223868"/>
    <w:rsid w:val="00226008"/>
    <w:rsid w:val="002267D0"/>
    <w:rsid w:val="00226F10"/>
    <w:rsid w:val="0022758D"/>
    <w:rsid w:val="00230157"/>
    <w:rsid w:val="002307C3"/>
    <w:rsid w:val="0023105F"/>
    <w:rsid w:val="0023214A"/>
    <w:rsid w:val="00232FBB"/>
    <w:rsid w:val="00234DA2"/>
    <w:rsid w:val="00235BA2"/>
    <w:rsid w:val="002378C6"/>
    <w:rsid w:val="00240E0A"/>
    <w:rsid w:val="00241A4C"/>
    <w:rsid w:val="00241CF6"/>
    <w:rsid w:val="0024223E"/>
    <w:rsid w:val="00242B5F"/>
    <w:rsid w:val="00246119"/>
    <w:rsid w:val="002504CD"/>
    <w:rsid w:val="00252E11"/>
    <w:rsid w:val="00254EFD"/>
    <w:rsid w:val="002558DD"/>
    <w:rsid w:val="0025649C"/>
    <w:rsid w:val="002564CB"/>
    <w:rsid w:val="00256F4C"/>
    <w:rsid w:val="002602C4"/>
    <w:rsid w:val="00264172"/>
    <w:rsid w:val="002651D6"/>
    <w:rsid w:val="002654FA"/>
    <w:rsid w:val="00270176"/>
    <w:rsid w:val="00271790"/>
    <w:rsid w:val="00271A91"/>
    <w:rsid w:val="00271DA8"/>
    <w:rsid w:val="002722CC"/>
    <w:rsid w:val="00272B30"/>
    <w:rsid w:val="00272C6A"/>
    <w:rsid w:val="0027373B"/>
    <w:rsid w:val="002741C6"/>
    <w:rsid w:val="002742E6"/>
    <w:rsid w:val="00275DE4"/>
    <w:rsid w:val="00276F2E"/>
    <w:rsid w:val="00280B1B"/>
    <w:rsid w:val="00280B1E"/>
    <w:rsid w:val="00281C31"/>
    <w:rsid w:val="002852AD"/>
    <w:rsid w:val="00290333"/>
    <w:rsid w:val="002903AA"/>
    <w:rsid w:val="00290453"/>
    <w:rsid w:val="00293D20"/>
    <w:rsid w:val="0029790A"/>
    <w:rsid w:val="00297E11"/>
    <w:rsid w:val="002A2AC6"/>
    <w:rsid w:val="002A3B7D"/>
    <w:rsid w:val="002A5640"/>
    <w:rsid w:val="002A5936"/>
    <w:rsid w:val="002A59D1"/>
    <w:rsid w:val="002A7578"/>
    <w:rsid w:val="002B13FD"/>
    <w:rsid w:val="002B1B83"/>
    <w:rsid w:val="002B6014"/>
    <w:rsid w:val="002B6277"/>
    <w:rsid w:val="002B7FCB"/>
    <w:rsid w:val="002C1A87"/>
    <w:rsid w:val="002C29C9"/>
    <w:rsid w:val="002C386E"/>
    <w:rsid w:val="002C4124"/>
    <w:rsid w:val="002C4F4D"/>
    <w:rsid w:val="002C550F"/>
    <w:rsid w:val="002C5E0F"/>
    <w:rsid w:val="002C68D3"/>
    <w:rsid w:val="002C77CC"/>
    <w:rsid w:val="002C7EA8"/>
    <w:rsid w:val="002D0EC7"/>
    <w:rsid w:val="002D1681"/>
    <w:rsid w:val="002D2B2D"/>
    <w:rsid w:val="002D3412"/>
    <w:rsid w:val="002D41DE"/>
    <w:rsid w:val="002E1E88"/>
    <w:rsid w:val="002E382B"/>
    <w:rsid w:val="002E6803"/>
    <w:rsid w:val="002F0C43"/>
    <w:rsid w:val="002F2864"/>
    <w:rsid w:val="002F28CD"/>
    <w:rsid w:val="002F2CEC"/>
    <w:rsid w:val="002F3996"/>
    <w:rsid w:val="002F5279"/>
    <w:rsid w:val="002F568F"/>
    <w:rsid w:val="002F7382"/>
    <w:rsid w:val="003061A8"/>
    <w:rsid w:val="00306AA4"/>
    <w:rsid w:val="003110D1"/>
    <w:rsid w:val="003112D6"/>
    <w:rsid w:val="00312443"/>
    <w:rsid w:val="00312C7E"/>
    <w:rsid w:val="00314959"/>
    <w:rsid w:val="00314A63"/>
    <w:rsid w:val="00316389"/>
    <w:rsid w:val="00316D96"/>
    <w:rsid w:val="00320E09"/>
    <w:rsid w:val="0032354D"/>
    <w:rsid w:val="00325984"/>
    <w:rsid w:val="00327F4D"/>
    <w:rsid w:val="003312B3"/>
    <w:rsid w:val="00331F52"/>
    <w:rsid w:val="003323F5"/>
    <w:rsid w:val="003335E9"/>
    <w:rsid w:val="003352B4"/>
    <w:rsid w:val="00335A34"/>
    <w:rsid w:val="00336735"/>
    <w:rsid w:val="003506C0"/>
    <w:rsid w:val="00354204"/>
    <w:rsid w:val="003549C3"/>
    <w:rsid w:val="003573D5"/>
    <w:rsid w:val="00361051"/>
    <w:rsid w:val="003619BA"/>
    <w:rsid w:val="0036353E"/>
    <w:rsid w:val="00370E25"/>
    <w:rsid w:val="0037465E"/>
    <w:rsid w:val="00374A78"/>
    <w:rsid w:val="00375305"/>
    <w:rsid w:val="00375839"/>
    <w:rsid w:val="003807B7"/>
    <w:rsid w:val="00380E50"/>
    <w:rsid w:val="0038106C"/>
    <w:rsid w:val="00381134"/>
    <w:rsid w:val="0038228B"/>
    <w:rsid w:val="00384DD4"/>
    <w:rsid w:val="00387B06"/>
    <w:rsid w:val="003906A6"/>
    <w:rsid w:val="0039081D"/>
    <w:rsid w:val="00390ECD"/>
    <w:rsid w:val="00391B30"/>
    <w:rsid w:val="0039281B"/>
    <w:rsid w:val="0039297D"/>
    <w:rsid w:val="00393447"/>
    <w:rsid w:val="00393852"/>
    <w:rsid w:val="003942AF"/>
    <w:rsid w:val="003945DF"/>
    <w:rsid w:val="003949EC"/>
    <w:rsid w:val="00394A31"/>
    <w:rsid w:val="00394B19"/>
    <w:rsid w:val="00397B77"/>
    <w:rsid w:val="003A4939"/>
    <w:rsid w:val="003A5579"/>
    <w:rsid w:val="003A6DB5"/>
    <w:rsid w:val="003A6ED4"/>
    <w:rsid w:val="003B01B0"/>
    <w:rsid w:val="003B0321"/>
    <w:rsid w:val="003B0F54"/>
    <w:rsid w:val="003B1F6E"/>
    <w:rsid w:val="003B2CCF"/>
    <w:rsid w:val="003B30D6"/>
    <w:rsid w:val="003B3C8C"/>
    <w:rsid w:val="003B4606"/>
    <w:rsid w:val="003B48C1"/>
    <w:rsid w:val="003B65DD"/>
    <w:rsid w:val="003B7D25"/>
    <w:rsid w:val="003C01AD"/>
    <w:rsid w:val="003C04AF"/>
    <w:rsid w:val="003C0DA7"/>
    <w:rsid w:val="003C1098"/>
    <w:rsid w:val="003C274B"/>
    <w:rsid w:val="003C2B4B"/>
    <w:rsid w:val="003C3AA9"/>
    <w:rsid w:val="003D006C"/>
    <w:rsid w:val="003D1811"/>
    <w:rsid w:val="003D1F62"/>
    <w:rsid w:val="003D2547"/>
    <w:rsid w:val="003D2C2C"/>
    <w:rsid w:val="003D4590"/>
    <w:rsid w:val="003D494C"/>
    <w:rsid w:val="003D66ED"/>
    <w:rsid w:val="003D718D"/>
    <w:rsid w:val="003E16AD"/>
    <w:rsid w:val="003E3A44"/>
    <w:rsid w:val="003E3A67"/>
    <w:rsid w:val="003E48B7"/>
    <w:rsid w:val="00402092"/>
    <w:rsid w:val="00405555"/>
    <w:rsid w:val="00405871"/>
    <w:rsid w:val="00406E50"/>
    <w:rsid w:val="00407023"/>
    <w:rsid w:val="00407906"/>
    <w:rsid w:val="00407AAB"/>
    <w:rsid w:val="00410FCA"/>
    <w:rsid w:val="004126D4"/>
    <w:rsid w:val="00413FD7"/>
    <w:rsid w:val="004141CC"/>
    <w:rsid w:val="00416318"/>
    <w:rsid w:val="00424321"/>
    <w:rsid w:val="004255D0"/>
    <w:rsid w:val="00425760"/>
    <w:rsid w:val="00425C65"/>
    <w:rsid w:val="00425E52"/>
    <w:rsid w:val="00426A63"/>
    <w:rsid w:val="00426B74"/>
    <w:rsid w:val="0043171A"/>
    <w:rsid w:val="00433C17"/>
    <w:rsid w:val="004354AA"/>
    <w:rsid w:val="00437682"/>
    <w:rsid w:val="0044080D"/>
    <w:rsid w:val="00442766"/>
    <w:rsid w:val="004430F6"/>
    <w:rsid w:val="00447EF9"/>
    <w:rsid w:val="00447FFD"/>
    <w:rsid w:val="00455D9D"/>
    <w:rsid w:val="00456875"/>
    <w:rsid w:val="004571B0"/>
    <w:rsid w:val="00462183"/>
    <w:rsid w:val="00465B09"/>
    <w:rsid w:val="00467CD4"/>
    <w:rsid w:val="00471191"/>
    <w:rsid w:val="004722A2"/>
    <w:rsid w:val="00475689"/>
    <w:rsid w:val="00475B26"/>
    <w:rsid w:val="0048016F"/>
    <w:rsid w:val="004806F9"/>
    <w:rsid w:val="00482D72"/>
    <w:rsid w:val="00483459"/>
    <w:rsid w:val="004865C1"/>
    <w:rsid w:val="004906BE"/>
    <w:rsid w:val="00491E3C"/>
    <w:rsid w:val="00492592"/>
    <w:rsid w:val="00493B1A"/>
    <w:rsid w:val="00493B96"/>
    <w:rsid w:val="004942F0"/>
    <w:rsid w:val="00497EBC"/>
    <w:rsid w:val="004A10EA"/>
    <w:rsid w:val="004A408B"/>
    <w:rsid w:val="004A5977"/>
    <w:rsid w:val="004A659A"/>
    <w:rsid w:val="004A6E29"/>
    <w:rsid w:val="004B1EF5"/>
    <w:rsid w:val="004B3E1D"/>
    <w:rsid w:val="004B5451"/>
    <w:rsid w:val="004B5A49"/>
    <w:rsid w:val="004B699F"/>
    <w:rsid w:val="004B6B8C"/>
    <w:rsid w:val="004C2844"/>
    <w:rsid w:val="004C3247"/>
    <w:rsid w:val="004C5048"/>
    <w:rsid w:val="004D1EA0"/>
    <w:rsid w:val="004D2436"/>
    <w:rsid w:val="004D386A"/>
    <w:rsid w:val="004D38C5"/>
    <w:rsid w:val="004D4140"/>
    <w:rsid w:val="004D4272"/>
    <w:rsid w:val="004D494C"/>
    <w:rsid w:val="004D5C14"/>
    <w:rsid w:val="004D5D02"/>
    <w:rsid w:val="004D7D2E"/>
    <w:rsid w:val="004E0235"/>
    <w:rsid w:val="004E058A"/>
    <w:rsid w:val="004E059F"/>
    <w:rsid w:val="004E1123"/>
    <w:rsid w:val="004E2198"/>
    <w:rsid w:val="004E232D"/>
    <w:rsid w:val="004E51E3"/>
    <w:rsid w:val="004E55C0"/>
    <w:rsid w:val="004F0974"/>
    <w:rsid w:val="004F20D3"/>
    <w:rsid w:val="004F33DC"/>
    <w:rsid w:val="004F44BD"/>
    <w:rsid w:val="004F4F77"/>
    <w:rsid w:val="004F69B0"/>
    <w:rsid w:val="004F7B8F"/>
    <w:rsid w:val="00500064"/>
    <w:rsid w:val="00503650"/>
    <w:rsid w:val="00503A77"/>
    <w:rsid w:val="0050640E"/>
    <w:rsid w:val="00506E8E"/>
    <w:rsid w:val="005070B9"/>
    <w:rsid w:val="00507A41"/>
    <w:rsid w:val="00507ED8"/>
    <w:rsid w:val="00510B17"/>
    <w:rsid w:val="00510EC1"/>
    <w:rsid w:val="00511A47"/>
    <w:rsid w:val="00511DAC"/>
    <w:rsid w:val="00512618"/>
    <w:rsid w:val="00512D9E"/>
    <w:rsid w:val="00513372"/>
    <w:rsid w:val="00514114"/>
    <w:rsid w:val="005142FF"/>
    <w:rsid w:val="0051605A"/>
    <w:rsid w:val="0052137A"/>
    <w:rsid w:val="00522F56"/>
    <w:rsid w:val="00523387"/>
    <w:rsid w:val="0052374F"/>
    <w:rsid w:val="00525CA3"/>
    <w:rsid w:val="005267FA"/>
    <w:rsid w:val="0052761F"/>
    <w:rsid w:val="00527E60"/>
    <w:rsid w:val="00530CC8"/>
    <w:rsid w:val="00531054"/>
    <w:rsid w:val="00531064"/>
    <w:rsid w:val="0053471F"/>
    <w:rsid w:val="00535782"/>
    <w:rsid w:val="00536CFD"/>
    <w:rsid w:val="005433EC"/>
    <w:rsid w:val="00544E5D"/>
    <w:rsid w:val="0054533D"/>
    <w:rsid w:val="00546C7C"/>
    <w:rsid w:val="00547734"/>
    <w:rsid w:val="00547CF0"/>
    <w:rsid w:val="00547FAA"/>
    <w:rsid w:val="0055053E"/>
    <w:rsid w:val="005525EB"/>
    <w:rsid w:val="00552855"/>
    <w:rsid w:val="00555F57"/>
    <w:rsid w:val="00556738"/>
    <w:rsid w:val="00556C18"/>
    <w:rsid w:val="005601CD"/>
    <w:rsid w:val="00560202"/>
    <w:rsid w:val="0056325B"/>
    <w:rsid w:val="00563AF4"/>
    <w:rsid w:val="0056479A"/>
    <w:rsid w:val="005658C4"/>
    <w:rsid w:val="0056626E"/>
    <w:rsid w:val="00570DC5"/>
    <w:rsid w:val="00572CD7"/>
    <w:rsid w:val="00573AF3"/>
    <w:rsid w:val="0057577A"/>
    <w:rsid w:val="005812B0"/>
    <w:rsid w:val="005814EF"/>
    <w:rsid w:val="00582139"/>
    <w:rsid w:val="00582515"/>
    <w:rsid w:val="00583619"/>
    <w:rsid w:val="005844D3"/>
    <w:rsid w:val="00585B2E"/>
    <w:rsid w:val="0058680C"/>
    <w:rsid w:val="0058692B"/>
    <w:rsid w:val="00590CE5"/>
    <w:rsid w:val="00591033"/>
    <w:rsid w:val="005946E2"/>
    <w:rsid w:val="005947FA"/>
    <w:rsid w:val="0059652D"/>
    <w:rsid w:val="005974ED"/>
    <w:rsid w:val="00597569"/>
    <w:rsid w:val="00597B4F"/>
    <w:rsid w:val="005A0BCC"/>
    <w:rsid w:val="005A1CC2"/>
    <w:rsid w:val="005A1EEE"/>
    <w:rsid w:val="005A32F1"/>
    <w:rsid w:val="005A3798"/>
    <w:rsid w:val="005A4A3C"/>
    <w:rsid w:val="005A55F0"/>
    <w:rsid w:val="005A5C35"/>
    <w:rsid w:val="005B169E"/>
    <w:rsid w:val="005B1742"/>
    <w:rsid w:val="005B1BCB"/>
    <w:rsid w:val="005B3961"/>
    <w:rsid w:val="005B52AC"/>
    <w:rsid w:val="005B7C71"/>
    <w:rsid w:val="005C5EDE"/>
    <w:rsid w:val="005C5F25"/>
    <w:rsid w:val="005C5F48"/>
    <w:rsid w:val="005C70EE"/>
    <w:rsid w:val="005C78AB"/>
    <w:rsid w:val="005D0147"/>
    <w:rsid w:val="005D37B7"/>
    <w:rsid w:val="005D6CEA"/>
    <w:rsid w:val="005D7309"/>
    <w:rsid w:val="005E0DD5"/>
    <w:rsid w:val="005E0E69"/>
    <w:rsid w:val="005E128C"/>
    <w:rsid w:val="005E25CA"/>
    <w:rsid w:val="005E26BB"/>
    <w:rsid w:val="005E4187"/>
    <w:rsid w:val="005E6F3F"/>
    <w:rsid w:val="005E76FF"/>
    <w:rsid w:val="005F1AAA"/>
    <w:rsid w:val="005F2A10"/>
    <w:rsid w:val="005F3B44"/>
    <w:rsid w:val="005F44BF"/>
    <w:rsid w:val="005F48FD"/>
    <w:rsid w:val="005F517F"/>
    <w:rsid w:val="005F75B7"/>
    <w:rsid w:val="006019E9"/>
    <w:rsid w:val="006022F1"/>
    <w:rsid w:val="00602C1F"/>
    <w:rsid w:val="006039EF"/>
    <w:rsid w:val="00606366"/>
    <w:rsid w:val="00610638"/>
    <w:rsid w:val="00610777"/>
    <w:rsid w:val="006109E6"/>
    <w:rsid w:val="00612A56"/>
    <w:rsid w:val="006139E7"/>
    <w:rsid w:val="00614172"/>
    <w:rsid w:val="006170B7"/>
    <w:rsid w:val="00620BC2"/>
    <w:rsid w:val="006223D8"/>
    <w:rsid w:val="00623169"/>
    <w:rsid w:val="00623768"/>
    <w:rsid w:val="006244CF"/>
    <w:rsid w:val="006307D2"/>
    <w:rsid w:val="00630854"/>
    <w:rsid w:val="00630FC7"/>
    <w:rsid w:val="0063184B"/>
    <w:rsid w:val="0063207D"/>
    <w:rsid w:val="00635682"/>
    <w:rsid w:val="00635E64"/>
    <w:rsid w:val="00641046"/>
    <w:rsid w:val="00641646"/>
    <w:rsid w:val="006425C5"/>
    <w:rsid w:val="00642EB0"/>
    <w:rsid w:val="00643178"/>
    <w:rsid w:val="00644EE8"/>
    <w:rsid w:val="00645480"/>
    <w:rsid w:val="0064567B"/>
    <w:rsid w:val="006463F9"/>
    <w:rsid w:val="0065071A"/>
    <w:rsid w:val="00650E84"/>
    <w:rsid w:val="006530F9"/>
    <w:rsid w:val="006547B8"/>
    <w:rsid w:val="006560C1"/>
    <w:rsid w:val="00656821"/>
    <w:rsid w:val="00660CCF"/>
    <w:rsid w:val="00662A2B"/>
    <w:rsid w:val="00662FAE"/>
    <w:rsid w:val="006642F3"/>
    <w:rsid w:val="00665102"/>
    <w:rsid w:val="00666CAD"/>
    <w:rsid w:val="00675B25"/>
    <w:rsid w:val="00680EE9"/>
    <w:rsid w:val="006826AC"/>
    <w:rsid w:val="00682D12"/>
    <w:rsid w:val="00683925"/>
    <w:rsid w:val="00684F5C"/>
    <w:rsid w:val="006853DE"/>
    <w:rsid w:val="00686145"/>
    <w:rsid w:val="00691186"/>
    <w:rsid w:val="006913AC"/>
    <w:rsid w:val="00691CE4"/>
    <w:rsid w:val="006935E6"/>
    <w:rsid w:val="006947D8"/>
    <w:rsid w:val="00695214"/>
    <w:rsid w:val="0069611F"/>
    <w:rsid w:val="00696BA5"/>
    <w:rsid w:val="006A103A"/>
    <w:rsid w:val="006A34E0"/>
    <w:rsid w:val="006A3555"/>
    <w:rsid w:val="006A4688"/>
    <w:rsid w:val="006A4CA9"/>
    <w:rsid w:val="006A6A3C"/>
    <w:rsid w:val="006B03DA"/>
    <w:rsid w:val="006B1B78"/>
    <w:rsid w:val="006B2600"/>
    <w:rsid w:val="006B33B8"/>
    <w:rsid w:val="006B3F14"/>
    <w:rsid w:val="006B5313"/>
    <w:rsid w:val="006C1EA5"/>
    <w:rsid w:val="006C295D"/>
    <w:rsid w:val="006C3275"/>
    <w:rsid w:val="006C3A79"/>
    <w:rsid w:val="006C3BDE"/>
    <w:rsid w:val="006C41AB"/>
    <w:rsid w:val="006D0B08"/>
    <w:rsid w:val="006D307D"/>
    <w:rsid w:val="006D4917"/>
    <w:rsid w:val="006D4ED4"/>
    <w:rsid w:val="006D5EA1"/>
    <w:rsid w:val="006D73F0"/>
    <w:rsid w:val="006D7B08"/>
    <w:rsid w:val="006E3336"/>
    <w:rsid w:val="006E4CA7"/>
    <w:rsid w:val="006E6024"/>
    <w:rsid w:val="006E7BC5"/>
    <w:rsid w:val="006E7CA4"/>
    <w:rsid w:val="006F25CC"/>
    <w:rsid w:val="006F2EEB"/>
    <w:rsid w:val="006F305C"/>
    <w:rsid w:val="006F3DC1"/>
    <w:rsid w:val="006F47DE"/>
    <w:rsid w:val="006F56DA"/>
    <w:rsid w:val="006F70A3"/>
    <w:rsid w:val="006F7983"/>
    <w:rsid w:val="007001CD"/>
    <w:rsid w:val="00701C06"/>
    <w:rsid w:val="00701D02"/>
    <w:rsid w:val="0070706C"/>
    <w:rsid w:val="00707EBA"/>
    <w:rsid w:val="00710C8E"/>
    <w:rsid w:val="00711647"/>
    <w:rsid w:val="007122B4"/>
    <w:rsid w:val="00713468"/>
    <w:rsid w:val="00716011"/>
    <w:rsid w:val="0071759E"/>
    <w:rsid w:val="00721E12"/>
    <w:rsid w:val="007227C5"/>
    <w:rsid w:val="0072293A"/>
    <w:rsid w:val="00722AF0"/>
    <w:rsid w:val="00723875"/>
    <w:rsid w:val="00723C8B"/>
    <w:rsid w:val="00724B8C"/>
    <w:rsid w:val="00725740"/>
    <w:rsid w:val="00726EEE"/>
    <w:rsid w:val="00727256"/>
    <w:rsid w:val="00727F50"/>
    <w:rsid w:val="0073161B"/>
    <w:rsid w:val="00733271"/>
    <w:rsid w:val="0073424A"/>
    <w:rsid w:val="00736A17"/>
    <w:rsid w:val="007419B0"/>
    <w:rsid w:val="00744C99"/>
    <w:rsid w:val="00744D60"/>
    <w:rsid w:val="007454F7"/>
    <w:rsid w:val="00745A08"/>
    <w:rsid w:val="00745D28"/>
    <w:rsid w:val="00747205"/>
    <w:rsid w:val="00753C08"/>
    <w:rsid w:val="00760111"/>
    <w:rsid w:val="00760EC4"/>
    <w:rsid w:val="007611CD"/>
    <w:rsid w:val="00761CC5"/>
    <w:rsid w:val="00761D98"/>
    <w:rsid w:val="0076474E"/>
    <w:rsid w:val="007663A4"/>
    <w:rsid w:val="00766D6A"/>
    <w:rsid w:val="00770884"/>
    <w:rsid w:val="00774A81"/>
    <w:rsid w:val="00775BE1"/>
    <w:rsid w:val="00776800"/>
    <w:rsid w:val="0077709F"/>
    <w:rsid w:val="00777F5A"/>
    <w:rsid w:val="007806EB"/>
    <w:rsid w:val="00784462"/>
    <w:rsid w:val="00787827"/>
    <w:rsid w:val="00787F86"/>
    <w:rsid w:val="007905FE"/>
    <w:rsid w:val="0079068A"/>
    <w:rsid w:val="00790DA1"/>
    <w:rsid w:val="007923F7"/>
    <w:rsid w:val="007924F2"/>
    <w:rsid w:val="00793191"/>
    <w:rsid w:val="00794F6D"/>
    <w:rsid w:val="00795013"/>
    <w:rsid w:val="00796777"/>
    <w:rsid w:val="007967E1"/>
    <w:rsid w:val="007A047B"/>
    <w:rsid w:val="007A37F6"/>
    <w:rsid w:val="007A394C"/>
    <w:rsid w:val="007A3D0C"/>
    <w:rsid w:val="007A414E"/>
    <w:rsid w:val="007A4303"/>
    <w:rsid w:val="007A44FE"/>
    <w:rsid w:val="007B03B6"/>
    <w:rsid w:val="007B0FD6"/>
    <w:rsid w:val="007B1444"/>
    <w:rsid w:val="007B3B38"/>
    <w:rsid w:val="007B46FC"/>
    <w:rsid w:val="007B7297"/>
    <w:rsid w:val="007B73CC"/>
    <w:rsid w:val="007C276A"/>
    <w:rsid w:val="007C2943"/>
    <w:rsid w:val="007C3D32"/>
    <w:rsid w:val="007C5F91"/>
    <w:rsid w:val="007C60CD"/>
    <w:rsid w:val="007C7C2A"/>
    <w:rsid w:val="007D02EE"/>
    <w:rsid w:val="007D4474"/>
    <w:rsid w:val="007D4781"/>
    <w:rsid w:val="007D4F3A"/>
    <w:rsid w:val="007D654B"/>
    <w:rsid w:val="007D7855"/>
    <w:rsid w:val="007E143E"/>
    <w:rsid w:val="007E1B23"/>
    <w:rsid w:val="007E25D1"/>
    <w:rsid w:val="007E348F"/>
    <w:rsid w:val="007E6FA0"/>
    <w:rsid w:val="007E7EFE"/>
    <w:rsid w:val="007F0A54"/>
    <w:rsid w:val="007F16DE"/>
    <w:rsid w:val="007F1E52"/>
    <w:rsid w:val="007F3BC4"/>
    <w:rsid w:val="007F4D4E"/>
    <w:rsid w:val="0080056C"/>
    <w:rsid w:val="0080152B"/>
    <w:rsid w:val="00801723"/>
    <w:rsid w:val="008023A3"/>
    <w:rsid w:val="00804ABE"/>
    <w:rsid w:val="00804B9E"/>
    <w:rsid w:val="008064E6"/>
    <w:rsid w:val="00806E64"/>
    <w:rsid w:val="00807CEA"/>
    <w:rsid w:val="00810834"/>
    <w:rsid w:val="00811047"/>
    <w:rsid w:val="00812677"/>
    <w:rsid w:val="00814CDA"/>
    <w:rsid w:val="0081720E"/>
    <w:rsid w:val="0081738F"/>
    <w:rsid w:val="00817C94"/>
    <w:rsid w:val="0082097D"/>
    <w:rsid w:val="00821557"/>
    <w:rsid w:val="00822F5D"/>
    <w:rsid w:val="0082383D"/>
    <w:rsid w:val="00824206"/>
    <w:rsid w:val="008262FF"/>
    <w:rsid w:val="00831CFF"/>
    <w:rsid w:val="00832A42"/>
    <w:rsid w:val="00832D3B"/>
    <w:rsid w:val="00833220"/>
    <w:rsid w:val="00833CFB"/>
    <w:rsid w:val="00834647"/>
    <w:rsid w:val="0083633B"/>
    <w:rsid w:val="00837449"/>
    <w:rsid w:val="008404F1"/>
    <w:rsid w:val="00841163"/>
    <w:rsid w:val="00841A7F"/>
    <w:rsid w:val="008422D4"/>
    <w:rsid w:val="00842E47"/>
    <w:rsid w:val="00845112"/>
    <w:rsid w:val="00845C2B"/>
    <w:rsid w:val="00847D05"/>
    <w:rsid w:val="00850970"/>
    <w:rsid w:val="00850993"/>
    <w:rsid w:val="00850D6B"/>
    <w:rsid w:val="00851E2E"/>
    <w:rsid w:val="008521C4"/>
    <w:rsid w:val="00852870"/>
    <w:rsid w:val="00853964"/>
    <w:rsid w:val="008552DB"/>
    <w:rsid w:val="00855F68"/>
    <w:rsid w:val="00856418"/>
    <w:rsid w:val="008614E5"/>
    <w:rsid w:val="008622B5"/>
    <w:rsid w:val="008653EE"/>
    <w:rsid w:val="00865679"/>
    <w:rsid w:val="00866267"/>
    <w:rsid w:val="008729D1"/>
    <w:rsid w:val="008814D2"/>
    <w:rsid w:val="00882CC9"/>
    <w:rsid w:val="0088711D"/>
    <w:rsid w:val="0089003A"/>
    <w:rsid w:val="008903DE"/>
    <w:rsid w:val="0089059A"/>
    <w:rsid w:val="00893A5B"/>
    <w:rsid w:val="0089594F"/>
    <w:rsid w:val="00896C8D"/>
    <w:rsid w:val="008A1E43"/>
    <w:rsid w:val="008A3C33"/>
    <w:rsid w:val="008A660E"/>
    <w:rsid w:val="008B07E9"/>
    <w:rsid w:val="008B40F7"/>
    <w:rsid w:val="008B67AD"/>
    <w:rsid w:val="008B6A56"/>
    <w:rsid w:val="008B777E"/>
    <w:rsid w:val="008C5643"/>
    <w:rsid w:val="008C70C4"/>
    <w:rsid w:val="008C70E6"/>
    <w:rsid w:val="008C7D9C"/>
    <w:rsid w:val="008D1607"/>
    <w:rsid w:val="008D1A2F"/>
    <w:rsid w:val="008D4D53"/>
    <w:rsid w:val="008D6EBC"/>
    <w:rsid w:val="008E0267"/>
    <w:rsid w:val="008E05CB"/>
    <w:rsid w:val="008E2506"/>
    <w:rsid w:val="008E2ACC"/>
    <w:rsid w:val="008E2E83"/>
    <w:rsid w:val="008E3C80"/>
    <w:rsid w:val="008E466C"/>
    <w:rsid w:val="008E5970"/>
    <w:rsid w:val="008E6400"/>
    <w:rsid w:val="008E7084"/>
    <w:rsid w:val="008F32F7"/>
    <w:rsid w:val="008F3AED"/>
    <w:rsid w:val="008F69DD"/>
    <w:rsid w:val="00902344"/>
    <w:rsid w:val="00902673"/>
    <w:rsid w:val="00902FA2"/>
    <w:rsid w:val="00903733"/>
    <w:rsid w:val="0090577F"/>
    <w:rsid w:val="00905A27"/>
    <w:rsid w:val="00907C60"/>
    <w:rsid w:val="00911644"/>
    <w:rsid w:val="00915AA9"/>
    <w:rsid w:val="00926463"/>
    <w:rsid w:val="00926553"/>
    <w:rsid w:val="00926A8E"/>
    <w:rsid w:val="00926D69"/>
    <w:rsid w:val="00932CCE"/>
    <w:rsid w:val="00936C72"/>
    <w:rsid w:val="00937092"/>
    <w:rsid w:val="00940157"/>
    <w:rsid w:val="009401DE"/>
    <w:rsid w:val="00940C7A"/>
    <w:rsid w:val="009442F5"/>
    <w:rsid w:val="00944717"/>
    <w:rsid w:val="009454B3"/>
    <w:rsid w:val="00946BCC"/>
    <w:rsid w:val="00946C84"/>
    <w:rsid w:val="00947806"/>
    <w:rsid w:val="00947F11"/>
    <w:rsid w:val="00950A06"/>
    <w:rsid w:val="00951BCA"/>
    <w:rsid w:val="00951EEE"/>
    <w:rsid w:val="00952765"/>
    <w:rsid w:val="00952B7C"/>
    <w:rsid w:val="00957E56"/>
    <w:rsid w:val="00960959"/>
    <w:rsid w:val="009611D1"/>
    <w:rsid w:val="00965878"/>
    <w:rsid w:val="00970146"/>
    <w:rsid w:val="00971A5A"/>
    <w:rsid w:val="00971EFD"/>
    <w:rsid w:val="00975C64"/>
    <w:rsid w:val="009764E5"/>
    <w:rsid w:val="009768BC"/>
    <w:rsid w:val="00976AB2"/>
    <w:rsid w:val="00984701"/>
    <w:rsid w:val="00986DCF"/>
    <w:rsid w:val="00987D79"/>
    <w:rsid w:val="00994A0A"/>
    <w:rsid w:val="00997077"/>
    <w:rsid w:val="009A1AB4"/>
    <w:rsid w:val="009A1BE2"/>
    <w:rsid w:val="009A21F3"/>
    <w:rsid w:val="009A224A"/>
    <w:rsid w:val="009A2E80"/>
    <w:rsid w:val="009A5D1D"/>
    <w:rsid w:val="009A6573"/>
    <w:rsid w:val="009B042F"/>
    <w:rsid w:val="009B30C1"/>
    <w:rsid w:val="009B482A"/>
    <w:rsid w:val="009B519F"/>
    <w:rsid w:val="009B51EC"/>
    <w:rsid w:val="009B569C"/>
    <w:rsid w:val="009B679F"/>
    <w:rsid w:val="009C1277"/>
    <w:rsid w:val="009C2190"/>
    <w:rsid w:val="009C28CD"/>
    <w:rsid w:val="009C43C2"/>
    <w:rsid w:val="009D0281"/>
    <w:rsid w:val="009D1686"/>
    <w:rsid w:val="009D2618"/>
    <w:rsid w:val="009D57EC"/>
    <w:rsid w:val="009D79D4"/>
    <w:rsid w:val="009E0726"/>
    <w:rsid w:val="009E3ADE"/>
    <w:rsid w:val="009E5979"/>
    <w:rsid w:val="009E733B"/>
    <w:rsid w:val="009F4090"/>
    <w:rsid w:val="009F5B5C"/>
    <w:rsid w:val="009F60F8"/>
    <w:rsid w:val="009F6254"/>
    <w:rsid w:val="009F7640"/>
    <w:rsid w:val="00A00352"/>
    <w:rsid w:val="00A049F9"/>
    <w:rsid w:val="00A05EED"/>
    <w:rsid w:val="00A061B1"/>
    <w:rsid w:val="00A06AF1"/>
    <w:rsid w:val="00A10886"/>
    <w:rsid w:val="00A11846"/>
    <w:rsid w:val="00A11BDA"/>
    <w:rsid w:val="00A11C38"/>
    <w:rsid w:val="00A146D4"/>
    <w:rsid w:val="00A16F50"/>
    <w:rsid w:val="00A20795"/>
    <w:rsid w:val="00A21CCE"/>
    <w:rsid w:val="00A222D1"/>
    <w:rsid w:val="00A23694"/>
    <w:rsid w:val="00A24975"/>
    <w:rsid w:val="00A25A60"/>
    <w:rsid w:val="00A27D67"/>
    <w:rsid w:val="00A3004D"/>
    <w:rsid w:val="00A31A09"/>
    <w:rsid w:val="00A32762"/>
    <w:rsid w:val="00A3295C"/>
    <w:rsid w:val="00A32FFF"/>
    <w:rsid w:val="00A3443C"/>
    <w:rsid w:val="00A35E53"/>
    <w:rsid w:val="00A4110E"/>
    <w:rsid w:val="00A43556"/>
    <w:rsid w:val="00A51834"/>
    <w:rsid w:val="00A52D06"/>
    <w:rsid w:val="00A55A9B"/>
    <w:rsid w:val="00A56209"/>
    <w:rsid w:val="00A56403"/>
    <w:rsid w:val="00A604B5"/>
    <w:rsid w:val="00A60EB2"/>
    <w:rsid w:val="00A61352"/>
    <w:rsid w:val="00A62A18"/>
    <w:rsid w:val="00A62F6D"/>
    <w:rsid w:val="00A63521"/>
    <w:rsid w:val="00A647D7"/>
    <w:rsid w:val="00A656BD"/>
    <w:rsid w:val="00A66EE7"/>
    <w:rsid w:val="00A67123"/>
    <w:rsid w:val="00A67B7E"/>
    <w:rsid w:val="00A71B9A"/>
    <w:rsid w:val="00A72D4B"/>
    <w:rsid w:val="00A73E94"/>
    <w:rsid w:val="00A748EC"/>
    <w:rsid w:val="00A752B3"/>
    <w:rsid w:val="00A8047C"/>
    <w:rsid w:val="00A804DA"/>
    <w:rsid w:val="00A81155"/>
    <w:rsid w:val="00A813DF"/>
    <w:rsid w:val="00A8188F"/>
    <w:rsid w:val="00A82A5E"/>
    <w:rsid w:val="00A841A8"/>
    <w:rsid w:val="00A85431"/>
    <w:rsid w:val="00A8564E"/>
    <w:rsid w:val="00A87E7C"/>
    <w:rsid w:val="00A965C9"/>
    <w:rsid w:val="00A96BCC"/>
    <w:rsid w:val="00A97550"/>
    <w:rsid w:val="00AA1307"/>
    <w:rsid w:val="00AA193F"/>
    <w:rsid w:val="00AA2245"/>
    <w:rsid w:val="00AA2492"/>
    <w:rsid w:val="00AA3B7D"/>
    <w:rsid w:val="00AA3F64"/>
    <w:rsid w:val="00AA41A5"/>
    <w:rsid w:val="00AA4E7C"/>
    <w:rsid w:val="00AA6671"/>
    <w:rsid w:val="00AA7C65"/>
    <w:rsid w:val="00AB0334"/>
    <w:rsid w:val="00AB0962"/>
    <w:rsid w:val="00AB2003"/>
    <w:rsid w:val="00AB41C0"/>
    <w:rsid w:val="00AB5069"/>
    <w:rsid w:val="00AB6F27"/>
    <w:rsid w:val="00AC082B"/>
    <w:rsid w:val="00AC1AE1"/>
    <w:rsid w:val="00AC26B5"/>
    <w:rsid w:val="00AC26BA"/>
    <w:rsid w:val="00AC4AF4"/>
    <w:rsid w:val="00AC6A73"/>
    <w:rsid w:val="00AD09F9"/>
    <w:rsid w:val="00AD0C7C"/>
    <w:rsid w:val="00AD22F7"/>
    <w:rsid w:val="00AD2748"/>
    <w:rsid w:val="00AD7738"/>
    <w:rsid w:val="00AD78A0"/>
    <w:rsid w:val="00AE2018"/>
    <w:rsid w:val="00AE3898"/>
    <w:rsid w:val="00AE3AB5"/>
    <w:rsid w:val="00AE436E"/>
    <w:rsid w:val="00AE5221"/>
    <w:rsid w:val="00AE6D09"/>
    <w:rsid w:val="00AE7453"/>
    <w:rsid w:val="00AE7A9E"/>
    <w:rsid w:val="00AF1E1C"/>
    <w:rsid w:val="00AF658D"/>
    <w:rsid w:val="00B00AAD"/>
    <w:rsid w:val="00B02750"/>
    <w:rsid w:val="00B05310"/>
    <w:rsid w:val="00B10EDA"/>
    <w:rsid w:val="00B110F9"/>
    <w:rsid w:val="00B12014"/>
    <w:rsid w:val="00B12B65"/>
    <w:rsid w:val="00B1692E"/>
    <w:rsid w:val="00B16C14"/>
    <w:rsid w:val="00B2297B"/>
    <w:rsid w:val="00B30359"/>
    <w:rsid w:val="00B308E9"/>
    <w:rsid w:val="00B31778"/>
    <w:rsid w:val="00B318AD"/>
    <w:rsid w:val="00B318E6"/>
    <w:rsid w:val="00B31DD5"/>
    <w:rsid w:val="00B34D93"/>
    <w:rsid w:val="00B35A51"/>
    <w:rsid w:val="00B37207"/>
    <w:rsid w:val="00B37975"/>
    <w:rsid w:val="00B404F5"/>
    <w:rsid w:val="00B434C1"/>
    <w:rsid w:val="00B453F4"/>
    <w:rsid w:val="00B47851"/>
    <w:rsid w:val="00B5160F"/>
    <w:rsid w:val="00B52961"/>
    <w:rsid w:val="00B53527"/>
    <w:rsid w:val="00B53CF4"/>
    <w:rsid w:val="00B54A12"/>
    <w:rsid w:val="00B57015"/>
    <w:rsid w:val="00B57311"/>
    <w:rsid w:val="00B60A9E"/>
    <w:rsid w:val="00B64B88"/>
    <w:rsid w:val="00B66B8C"/>
    <w:rsid w:val="00B67DCF"/>
    <w:rsid w:val="00B67EF8"/>
    <w:rsid w:val="00B72159"/>
    <w:rsid w:val="00B75663"/>
    <w:rsid w:val="00B82281"/>
    <w:rsid w:val="00B84FED"/>
    <w:rsid w:val="00B86EDA"/>
    <w:rsid w:val="00B87AB8"/>
    <w:rsid w:val="00B87BF8"/>
    <w:rsid w:val="00B91DAF"/>
    <w:rsid w:val="00B92914"/>
    <w:rsid w:val="00B937D0"/>
    <w:rsid w:val="00B93C87"/>
    <w:rsid w:val="00B951B8"/>
    <w:rsid w:val="00B9644E"/>
    <w:rsid w:val="00B971FC"/>
    <w:rsid w:val="00B9788B"/>
    <w:rsid w:val="00BA0B00"/>
    <w:rsid w:val="00BA11C2"/>
    <w:rsid w:val="00BA143B"/>
    <w:rsid w:val="00BA150F"/>
    <w:rsid w:val="00BA1D71"/>
    <w:rsid w:val="00BA4993"/>
    <w:rsid w:val="00BA5464"/>
    <w:rsid w:val="00BA65D6"/>
    <w:rsid w:val="00BA6657"/>
    <w:rsid w:val="00BA70E8"/>
    <w:rsid w:val="00BB0571"/>
    <w:rsid w:val="00BB1059"/>
    <w:rsid w:val="00BB51D0"/>
    <w:rsid w:val="00BB550E"/>
    <w:rsid w:val="00BB773C"/>
    <w:rsid w:val="00BC0D3C"/>
    <w:rsid w:val="00BC1815"/>
    <w:rsid w:val="00BC3112"/>
    <w:rsid w:val="00BC32EA"/>
    <w:rsid w:val="00BC3C78"/>
    <w:rsid w:val="00BD0587"/>
    <w:rsid w:val="00BD070D"/>
    <w:rsid w:val="00BD0E2D"/>
    <w:rsid w:val="00BD0F73"/>
    <w:rsid w:val="00BD13A9"/>
    <w:rsid w:val="00BD235D"/>
    <w:rsid w:val="00BD28D5"/>
    <w:rsid w:val="00BD3DEE"/>
    <w:rsid w:val="00BD3FC0"/>
    <w:rsid w:val="00BD480C"/>
    <w:rsid w:val="00BD6A8F"/>
    <w:rsid w:val="00BE20F7"/>
    <w:rsid w:val="00BE3C21"/>
    <w:rsid w:val="00BE5D39"/>
    <w:rsid w:val="00BE630C"/>
    <w:rsid w:val="00BE746D"/>
    <w:rsid w:val="00BF1FCC"/>
    <w:rsid w:val="00BF30DD"/>
    <w:rsid w:val="00BF4521"/>
    <w:rsid w:val="00BF4973"/>
    <w:rsid w:val="00BF7246"/>
    <w:rsid w:val="00C00304"/>
    <w:rsid w:val="00C01920"/>
    <w:rsid w:val="00C01AA9"/>
    <w:rsid w:val="00C03524"/>
    <w:rsid w:val="00C04F8A"/>
    <w:rsid w:val="00C068CA"/>
    <w:rsid w:val="00C07344"/>
    <w:rsid w:val="00C0766F"/>
    <w:rsid w:val="00C07D5F"/>
    <w:rsid w:val="00C12E64"/>
    <w:rsid w:val="00C1362B"/>
    <w:rsid w:val="00C13FB4"/>
    <w:rsid w:val="00C157C6"/>
    <w:rsid w:val="00C16EC9"/>
    <w:rsid w:val="00C21923"/>
    <w:rsid w:val="00C22622"/>
    <w:rsid w:val="00C248D0"/>
    <w:rsid w:val="00C262FB"/>
    <w:rsid w:val="00C279EA"/>
    <w:rsid w:val="00C30BAC"/>
    <w:rsid w:val="00C31473"/>
    <w:rsid w:val="00C325E4"/>
    <w:rsid w:val="00C34121"/>
    <w:rsid w:val="00C34804"/>
    <w:rsid w:val="00C35FE1"/>
    <w:rsid w:val="00C3702C"/>
    <w:rsid w:val="00C40149"/>
    <w:rsid w:val="00C40A19"/>
    <w:rsid w:val="00C4151A"/>
    <w:rsid w:val="00C41F41"/>
    <w:rsid w:val="00C42AF8"/>
    <w:rsid w:val="00C44997"/>
    <w:rsid w:val="00C44ABE"/>
    <w:rsid w:val="00C451BE"/>
    <w:rsid w:val="00C45668"/>
    <w:rsid w:val="00C45799"/>
    <w:rsid w:val="00C46D00"/>
    <w:rsid w:val="00C47694"/>
    <w:rsid w:val="00C50250"/>
    <w:rsid w:val="00C503AD"/>
    <w:rsid w:val="00C55459"/>
    <w:rsid w:val="00C5773F"/>
    <w:rsid w:val="00C5790C"/>
    <w:rsid w:val="00C66EA9"/>
    <w:rsid w:val="00C67397"/>
    <w:rsid w:val="00C70AFF"/>
    <w:rsid w:val="00C72FC2"/>
    <w:rsid w:val="00C73A66"/>
    <w:rsid w:val="00C73BE7"/>
    <w:rsid w:val="00C745EA"/>
    <w:rsid w:val="00C763F4"/>
    <w:rsid w:val="00C76962"/>
    <w:rsid w:val="00C8004E"/>
    <w:rsid w:val="00C82828"/>
    <w:rsid w:val="00C835E9"/>
    <w:rsid w:val="00C83F5C"/>
    <w:rsid w:val="00C867D8"/>
    <w:rsid w:val="00C92607"/>
    <w:rsid w:val="00C95AD6"/>
    <w:rsid w:val="00C9614D"/>
    <w:rsid w:val="00C962EA"/>
    <w:rsid w:val="00CA0FE1"/>
    <w:rsid w:val="00CA1835"/>
    <w:rsid w:val="00CA3552"/>
    <w:rsid w:val="00CB0873"/>
    <w:rsid w:val="00CB160B"/>
    <w:rsid w:val="00CB3936"/>
    <w:rsid w:val="00CB448B"/>
    <w:rsid w:val="00CB449B"/>
    <w:rsid w:val="00CB50AF"/>
    <w:rsid w:val="00CC0B56"/>
    <w:rsid w:val="00CC0BD3"/>
    <w:rsid w:val="00CC0FE4"/>
    <w:rsid w:val="00CC14AF"/>
    <w:rsid w:val="00CC2182"/>
    <w:rsid w:val="00CC4894"/>
    <w:rsid w:val="00CC58C8"/>
    <w:rsid w:val="00CD00BC"/>
    <w:rsid w:val="00CD0BB6"/>
    <w:rsid w:val="00CD0F8A"/>
    <w:rsid w:val="00CD20A2"/>
    <w:rsid w:val="00CD259F"/>
    <w:rsid w:val="00CD474E"/>
    <w:rsid w:val="00CD52ED"/>
    <w:rsid w:val="00CD53DF"/>
    <w:rsid w:val="00CD727E"/>
    <w:rsid w:val="00CD7412"/>
    <w:rsid w:val="00CD7D28"/>
    <w:rsid w:val="00CE1161"/>
    <w:rsid w:val="00CE1B8E"/>
    <w:rsid w:val="00CE2BD3"/>
    <w:rsid w:val="00CE7112"/>
    <w:rsid w:val="00CF0173"/>
    <w:rsid w:val="00CF04AF"/>
    <w:rsid w:val="00CF180F"/>
    <w:rsid w:val="00CF4A47"/>
    <w:rsid w:val="00CF53A6"/>
    <w:rsid w:val="00CF6BB4"/>
    <w:rsid w:val="00D02038"/>
    <w:rsid w:val="00D10FE0"/>
    <w:rsid w:val="00D11132"/>
    <w:rsid w:val="00D15480"/>
    <w:rsid w:val="00D159FB"/>
    <w:rsid w:val="00D160D4"/>
    <w:rsid w:val="00D16422"/>
    <w:rsid w:val="00D22EE4"/>
    <w:rsid w:val="00D25107"/>
    <w:rsid w:val="00D25571"/>
    <w:rsid w:val="00D26A14"/>
    <w:rsid w:val="00D274EE"/>
    <w:rsid w:val="00D3066F"/>
    <w:rsid w:val="00D30E70"/>
    <w:rsid w:val="00D31C36"/>
    <w:rsid w:val="00D329D6"/>
    <w:rsid w:val="00D32BD0"/>
    <w:rsid w:val="00D36BB6"/>
    <w:rsid w:val="00D41FD2"/>
    <w:rsid w:val="00D42388"/>
    <w:rsid w:val="00D42A62"/>
    <w:rsid w:val="00D46B04"/>
    <w:rsid w:val="00D46B34"/>
    <w:rsid w:val="00D4710F"/>
    <w:rsid w:val="00D479E3"/>
    <w:rsid w:val="00D50017"/>
    <w:rsid w:val="00D50B53"/>
    <w:rsid w:val="00D52A10"/>
    <w:rsid w:val="00D53089"/>
    <w:rsid w:val="00D53A09"/>
    <w:rsid w:val="00D56F22"/>
    <w:rsid w:val="00D571D0"/>
    <w:rsid w:val="00D61961"/>
    <w:rsid w:val="00D62871"/>
    <w:rsid w:val="00D6319F"/>
    <w:rsid w:val="00D63847"/>
    <w:rsid w:val="00D64AFD"/>
    <w:rsid w:val="00D651D1"/>
    <w:rsid w:val="00D664C6"/>
    <w:rsid w:val="00D66A0B"/>
    <w:rsid w:val="00D715FC"/>
    <w:rsid w:val="00D71BF5"/>
    <w:rsid w:val="00D74916"/>
    <w:rsid w:val="00D764FA"/>
    <w:rsid w:val="00D7689B"/>
    <w:rsid w:val="00D77AF6"/>
    <w:rsid w:val="00D81F44"/>
    <w:rsid w:val="00D83D14"/>
    <w:rsid w:val="00D85007"/>
    <w:rsid w:val="00D85A3C"/>
    <w:rsid w:val="00D902EB"/>
    <w:rsid w:val="00D933E6"/>
    <w:rsid w:val="00D9360E"/>
    <w:rsid w:val="00D9381A"/>
    <w:rsid w:val="00D940B1"/>
    <w:rsid w:val="00D97B2C"/>
    <w:rsid w:val="00DA015A"/>
    <w:rsid w:val="00DA0723"/>
    <w:rsid w:val="00DA121C"/>
    <w:rsid w:val="00DA1F74"/>
    <w:rsid w:val="00DA388D"/>
    <w:rsid w:val="00DA3A18"/>
    <w:rsid w:val="00DB13E1"/>
    <w:rsid w:val="00DB2497"/>
    <w:rsid w:val="00DB2639"/>
    <w:rsid w:val="00DB513C"/>
    <w:rsid w:val="00DB6173"/>
    <w:rsid w:val="00DB6A7C"/>
    <w:rsid w:val="00DC3807"/>
    <w:rsid w:val="00DC3ED1"/>
    <w:rsid w:val="00DC4086"/>
    <w:rsid w:val="00DC4904"/>
    <w:rsid w:val="00DC52C8"/>
    <w:rsid w:val="00DC6AA2"/>
    <w:rsid w:val="00DC6AD7"/>
    <w:rsid w:val="00DD3403"/>
    <w:rsid w:val="00DD38E3"/>
    <w:rsid w:val="00DD476D"/>
    <w:rsid w:val="00DD6486"/>
    <w:rsid w:val="00DD75D0"/>
    <w:rsid w:val="00DD77A0"/>
    <w:rsid w:val="00DE13CA"/>
    <w:rsid w:val="00DE340E"/>
    <w:rsid w:val="00DE5436"/>
    <w:rsid w:val="00DE7964"/>
    <w:rsid w:val="00DF08B4"/>
    <w:rsid w:val="00DF513B"/>
    <w:rsid w:val="00DF6180"/>
    <w:rsid w:val="00DF7E90"/>
    <w:rsid w:val="00E01329"/>
    <w:rsid w:val="00E01C85"/>
    <w:rsid w:val="00E032E8"/>
    <w:rsid w:val="00E042FA"/>
    <w:rsid w:val="00E06428"/>
    <w:rsid w:val="00E07D71"/>
    <w:rsid w:val="00E113C3"/>
    <w:rsid w:val="00E11F1B"/>
    <w:rsid w:val="00E124D9"/>
    <w:rsid w:val="00E155D8"/>
    <w:rsid w:val="00E16227"/>
    <w:rsid w:val="00E170BF"/>
    <w:rsid w:val="00E179EC"/>
    <w:rsid w:val="00E22FA8"/>
    <w:rsid w:val="00E236BC"/>
    <w:rsid w:val="00E23F33"/>
    <w:rsid w:val="00E24D2A"/>
    <w:rsid w:val="00E26612"/>
    <w:rsid w:val="00E2781B"/>
    <w:rsid w:val="00E318F8"/>
    <w:rsid w:val="00E33D4E"/>
    <w:rsid w:val="00E3501E"/>
    <w:rsid w:val="00E35C13"/>
    <w:rsid w:val="00E3661F"/>
    <w:rsid w:val="00E43819"/>
    <w:rsid w:val="00E4475A"/>
    <w:rsid w:val="00E45127"/>
    <w:rsid w:val="00E46FC2"/>
    <w:rsid w:val="00E50B7C"/>
    <w:rsid w:val="00E5328D"/>
    <w:rsid w:val="00E534FD"/>
    <w:rsid w:val="00E5367F"/>
    <w:rsid w:val="00E5466C"/>
    <w:rsid w:val="00E5528B"/>
    <w:rsid w:val="00E57879"/>
    <w:rsid w:val="00E57A77"/>
    <w:rsid w:val="00E64635"/>
    <w:rsid w:val="00E66204"/>
    <w:rsid w:val="00E667AA"/>
    <w:rsid w:val="00E70571"/>
    <w:rsid w:val="00E708F5"/>
    <w:rsid w:val="00E74CA9"/>
    <w:rsid w:val="00E74F0E"/>
    <w:rsid w:val="00E753AF"/>
    <w:rsid w:val="00E75955"/>
    <w:rsid w:val="00E75B06"/>
    <w:rsid w:val="00E7691F"/>
    <w:rsid w:val="00E7738D"/>
    <w:rsid w:val="00E77A15"/>
    <w:rsid w:val="00E812F4"/>
    <w:rsid w:val="00E81B8B"/>
    <w:rsid w:val="00E82E0A"/>
    <w:rsid w:val="00E855A1"/>
    <w:rsid w:val="00E8680E"/>
    <w:rsid w:val="00E8709E"/>
    <w:rsid w:val="00E8769A"/>
    <w:rsid w:val="00E907E0"/>
    <w:rsid w:val="00E92F07"/>
    <w:rsid w:val="00E93CE9"/>
    <w:rsid w:val="00E941D2"/>
    <w:rsid w:val="00E959C5"/>
    <w:rsid w:val="00EA03CF"/>
    <w:rsid w:val="00EA12B3"/>
    <w:rsid w:val="00EA25F9"/>
    <w:rsid w:val="00EA2B91"/>
    <w:rsid w:val="00EA39AB"/>
    <w:rsid w:val="00EA3C18"/>
    <w:rsid w:val="00EA58EF"/>
    <w:rsid w:val="00EA65ED"/>
    <w:rsid w:val="00EA769C"/>
    <w:rsid w:val="00EA7E37"/>
    <w:rsid w:val="00EB4FC7"/>
    <w:rsid w:val="00EC34D9"/>
    <w:rsid w:val="00EC54A4"/>
    <w:rsid w:val="00EC5A86"/>
    <w:rsid w:val="00EC614B"/>
    <w:rsid w:val="00EC6737"/>
    <w:rsid w:val="00ED35BC"/>
    <w:rsid w:val="00ED4997"/>
    <w:rsid w:val="00EE0323"/>
    <w:rsid w:val="00EE075E"/>
    <w:rsid w:val="00EE2077"/>
    <w:rsid w:val="00EE2148"/>
    <w:rsid w:val="00EE25FE"/>
    <w:rsid w:val="00EE2BD2"/>
    <w:rsid w:val="00EE435F"/>
    <w:rsid w:val="00EE5E15"/>
    <w:rsid w:val="00EE6DB0"/>
    <w:rsid w:val="00EE76D6"/>
    <w:rsid w:val="00EF1E2D"/>
    <w:rsid w:val="00EF2CE2"/>
    <w:rsid w:val="00EF4009"/>
    <w:rsid w:val="00EF5B40"/>
    <w:rsid w:val="00EF6EFF"/>
    <w:rsid w:val="00EF7F44"/>
    <w:rsid w:val="00F0072F"/>
    <w:rsid w:val="00F007C8"/>
    <w:rsid w:val="00F03BF0"/>
    <w:rsid w:val="00F05CAE"/>
    <w:rsid w:val="00F1123B"/>
    <w:rsid w:val="00F1150C"/>
    <w:rsid w:val="00F13886"/>
    <w:rsid w:val="00F1427C"/>
    <w:rsid w:val="00F15ABE"/>
    <w:rsid w:val="00F219CB"/>
    <w:rsid w:val="00F228B0"/>
    <w:rsid w:val="00F22C4D"/>
    <w:rsid w:val="00F23E29"/>
    <w:rsid w:val="00F24C72"/>
    <w:rsid w:val="00F25A6A"/>
    <w:rsid w:val="00F25DA5"/>
    <w:rsid w:val="00F26952"/>
    <w:rsid w:val="00F27E56"/>
    <w:rsid w:val="00F3074B"/>
    <w:rsid w:val="00F30A8C"/>
    <w:rsid w:val="00F30FC1"/>
    <w:rsid w:val="00F33AA9"/>
    <w:rsid w:val="00F34E82"/>
    <w:rsid w:val="00F411C8"/>
    <w:rsid w:val="00F41C8C"/>
    <w:rsid w:val="00F41E88"/>
    <w:rsid w:val="00F4323C"/>
    <w:rsid w:val="00F452E9"/>
    <w:rsid w:val="00F454A4"/>
    <w:rsid w:val="00F50ED7"/>
    <w:rsid w:val="00F513F1"/>
    <w:rsid w:val="00F51EE0"/>
    <w:rsid w:val="00F52E12"/>
    <w:rsid w:val="00F5353B"/>
    <w:rsid w:val="00F5376D"/>
    <w:rsid w:val="00F569C1"/>
    <w:rsid w:val="00F60157"/>
    <w:rsid w:val="00F60585"/>
    <w:rsid w:val="00F64256"/>
    <w:rsid w:val="00F64469"/>
    <w:rsid w:val="00F64A76"/>
    <w:rsid w:val="00F64EB1"/>
    <w:rsid w:val="00F65A84"/>
    <w:rsid w:val="00F67246"/>
    <w:rsid w:val="00F71929"/>
    <w:rsid w:val="00F71CA6"/>
    <w:rsid w:val="00F73712"/>
    <w:rsid w:val="00F74583"/>
    <w:rsid w:val="00F75310"/>
    <w:rsid w:val="00F753ED"/>
    <w:rsid w:val="00F80710"/>
    <w:rsid w:val="00F82921"/>
    <w:rsid w:val="00F86A37"/>
    <w:rsid w:val="00F8710B"/>
    <w:rsid w:val="00F90473"/>
    <w:rsid w:val="00F91EFC"/>
    <w:rsid w:val="00F95170"/>
    <w:rsid w:val="00F975C5"/>
    <w:rsid w:val="00FA13B9"/>
    <w:rsid w:val="00FA2707"/>
    <w:rsid w:val="00FA329C"/>
    <w:rsid w:val="00FA34F7"/>
    <w:rsid w:val="00FA68FC"/>
    <w:rsid w:val="00FA72A5"/>
    <w:rsid w:val="00FB097E"/>
    <w:rsid w:val="00FB166E"/>
    <w:rsid w:val="00FB171D"/>
    <w:rsid w:val="00FB1D7F"/>
    <w:rsid w:val="00FB4E78"/>
    <w:rsid w:val="00FB7D05"/>
    <w:rsid w:val="00FB7D33"/>
    <w:rsid w:val="00FB7E73"/>
    <w:rsid w:val="00FC1394"/>
    <w:rsid w:val="00FC2D39"/>
    <w:rsid w:val="00FC3BBE"/>
    <w:rsid w:val="00FC4535"/>
    <w:rsid w:val="00FC4953"/>
    <w:rsid w:val="00FC57A3"/>
    <w:rsid w:val="00FC5EA4"/>
    <w:rsid w:val="00FC6364"/>
    <w:rsid w:val="00FC68FF"/>
    <w:rsid w:val="00FD0AF1"/>
    <w:rsid w:val="00FD1772"/>
    <w:rsid w:val="00FD1C9A"/>
    <w:rsid w:val="00FD44E4"/>
    <w:rsid w:val="00FD59F2"/>
    <w:rsid w:val="00FE1676"/>
    <w:rsid w:val="00FE2497"/>
    <w:rsid w:val="00FE3414"/>
    <w:rsid w:val="00FE5646"/>
    <w:rsid w:val="00FE6E08"/>
    <w:rsid w:val="00FF09BE"/>
    <w:rsid w:val="00FF09FC"/>
    <w:rsid w:val="00FF14B4"/>
    <w:rsid w:val="00FF14DA"/>
    <w:rsid w:val="00FF29BF"/>
    <w:rsid w:val="00FF2B45"/>
    <w:rsid w:val="00FF2E29"/>
    <w:rsid w:val="00FF343D"/>
    <w:rsid w:val="00FF506D"/>
    <w:rsid w:val="00FF52B1"/>
    <w:rsid w:val="00FF580F"/>
    <w:rsid w:val="00FF5992"/>
    <w:rsid w:val="00F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0C7D32D8"/>
  <w15:docId w15:val="{E743D7C5-CC45-480F-91AA-02C2F637D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017"/>
    <w:pPr>
      <w:spacing w:line="240" w:lineRule="atLeast"/>
      <w:jc w:val="both"/>
    </w:pPr>
    <w:rPr>
      <w:rFonts w:ascii="Arial" w:hAnsi="Arial"/>
      <w:sz w:val="22"/>
    </w:rPr>
  </w:style>
  <w:style w:type="paragraph" w:styleId="Heading1">
    <w:name w:val="heading 1"/>
    <w:basedOn w:val="TESTO1"/>
    <w:next w:val="NormalIndent"/>
    <w:autoRedefine/>
    <w:qFormat/>
    <w:rsid w:val="00D50017"/>
    <w:pPr>
      <w:numPr>
        <w:numId w:val="11"/>
      </w:numPr>
      <w:spacing w:after="0"/>
      <w:ind w:right="0"/>
      <w:jc w:val="left"/>
      <w:outlineLvl w:val="0"/>
    </w:pPr>
    <w:rPr>
      <w:b/>
      <w:noProof/>
      <w:szCs w:val="22"/>
    </w:rPr>
  </w:style>
  <w:style w:type="paragraph" w:styleId="Heading2">
    <w:name w:val="heading 2"/>
    <w:basedOn w:val="TESTO1"/>
    <w:next w:val="NormalIndent"/>
    <w:autoRedefine/>
    <w:qFormat/>
    <w:rsid w:val="005C5F48"/>
    <w:pPr>
      <w:numPr>
        <w:numId w:val="1"/>
      </w:numPr>
      <w:spacing w:after="0"/>
      <w:ind w:left="641" w:right="170" w:hanging="357"/>
      <w:jc w:val="left"/>
      <w:outlineLvl w:val="1"/>
    </w:pPr>
    <w:rPr>
      <w:b/>
    </w:rPr>
  </w:style>
  <w:style w:type="paragraph" w:styleId="Heading3">
    <w:name w:val="heading 3"/>
    <w:basedOn w:val="TESTO1"/>
    <w:next w:val="NormalIndent"/>
    <w:qFormat/>
    <w:rsid w:val="00547734"/>
    <w:pPr>
      <w:numPr>
        <w:numId w:val="2"/>
      </w:numPr>
      <w:spacing w:after="0"/>
      <w:ind w:left="527" w:right="170" w:hanging="357"/>
      <w:outlineLvl w:val="2"/>
    </w:pPr>
    <w:rPr>
      <w:b/>
    </w:rPr>
  </w:style>
  <w:style w:type="paragraph" w:styleId="Heading4">
    <w:name w:val="heading 4"/>
    <w:basedOn w:val="TESTO1"/>
    <w:next w:val="NormalIndent"/>
    <w:qFormat/>
    <w:rsid w:val="006C295D"/>
    <w:pPr>
      <w:numPr>
        <w:numId w:val="3"/>
      </w:numPr>
      <w:spacing w:after="0"/>
      <w:ind w:left="641" w:right="170" w:hanging="357"/>
      <w:outlineLvl w:val="3"/>
    </w:pPr>
    <w:rPr>
      <w:rFonts w:cs="Arial"/>
      <w:b/>
      <w:color w:val="000000" w:themeColor="text1"/>
    </w:rPr>
  </w:style>
  <w:style w:type="paragraph" w:styleId="Heading5">
    <w:name w:val="heading 5"/>
    <w:basedOn w:val="TESTO1"/>
    <w:next w:val="NormalIndent"/>
    <w:autoRedefine/>
    <w:qFormat/>
    <w:rsid w:val="00787F86"/>
    <w:pPr>
      <w:numPr>
        <w:numId w:val="5"/>
      </w:numPr>
      <w:spacing w:after="0"/>
      <w:ind w:left="567" w:right="170" w:hanging="283"/>
      <w:outlineLvl w:val="4"/>
    </w:pPr>
    <w:rPr>
      <w:b/>
    </w:rPr>
  </w:style>
  <w:style w:type="paragraph" w:styleId="Heading6">
    <w:name w:val="heading 6"/>
    <w:basedOn w:val="TESTO1"/>
    <w:next w:val="NormalIndent"/>
    <w:autoRedefine/>
    <w:qFormat/>
    <w:rsid w:val="002852AD"/>
    <w:pPr>
      <w:numPr>
        <w:numId w:val="6"/>
      </w:numPr>
      <w:spacing w:after="0"/>
      <w:ind w:left="641" w:right="170" w:hanging="357"/>
      <w:outlineLvl w:val="5"/>
    </w:pPr>
    <w:rPr>
      <w:b/>
    </w:rPr>
  </w:style>
  <w:style w:type="paragraph" w:styleId="Heading7">
    <w:name w:val="heading 7"/>
    <w:basedOn w:val="TESTO1"/>
    <w:next w:val="NormalIndent"/>
    <w:autoRedefine/>
    <w:qFormat/>
    <w:rsid w:val="0044080D"/>
    <w:pPr>
      <w:numPr>
        <w:numId w:val="7"/>
      </w:numPr>
      <w:spacing w:after="0"/>
      <w:ind w:left="641" w:right="170" w:hanging="357"/>
      <w:outlineLvl w:val="6"/>
    </w:pPr>
    <w:rPr>
      <w:rFonts w:ascii="Arial Bold,Bold" w:hAnsi="Arial Bold,Bold" w:cs="Arial Bold,Bold"/>
      <w:b/>
      <w:bCs/>
      <w:szCs w:val="22"/>
    </w:rPr>
  </w:style>
  <w:style w:type="paragraph" w:styleId="Heading8">
    <w:name w:val="heading 8"/>
    <w:basedOn w:val="TESTO1"/>
    <w:next w:val="NormalIndent"/>
    <w:autoRedefine/>
    <w:qFormat/>
    <w:rsid w:val="002A7578"/>
    <w:pPr>
      <w:numPr>
        <w:numId w:val="8"/>
      </w:numPr>
      <w:spacing w:after="0"/>
      <w:ind w:left="641" w:right="170" w:hanging="357"/>
      <w:outlineLvl w:val="7"/>
    </w:pPr>
    <w:rPr>
      <w:rFonts w:ascii="Arial Bold,Bold" w:hAnsi="Arial Bold,Bold" w:cs="Arial Bold,Bold"/>
      <w:b/>
      <w:bCs/>
      <w:szCs w:val="22"/>
    </w:rPr>
  </w:style>
  <w:style w:type="paragraph" w:styleId="Heading9">
    <w:name w:val="heading 9"/>
    <w:basedOn w:val="TESTO1"/>
    <w:next w:val="NormalIndent"/>
    <w:autoRedefine/>
    <w:qFormat/>
    <w:rsid w:val="0039297D"/>
    <w:pPr>
      <w:numPr>
        <w:numId w:val="9"/>
      </w:numPr>
      <w:spacing w:after="0"/>
      <w:ind w:left="641" w:right="170" w:hanging="357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O1">
    <w:name w:val="TESTO 1"/>
    <w:basedOn w:val="Normal"/>
    <w:rsid w:val="00EA3C18"/>
    <w:pPr>
      <w:spacing w:after="120" w:line="360" w:lineRule="auto"/>
      <w:ind w:left="851" w:right="396"/>
    </w:pPr>
    <w:rPr>
      <w:lang w:val="en-GB"/>
    </w:rPr>
  </w:style>
  <w:style w:type="paragraph" w:styleId="NormalIndent">
    <w:name w:val="Normal Indent"/>
    <w:basedOn w:val="TESTO1"/>
    <w:rsid w:val="00EA3C18"/>
  </w:style>
  <w:style w:type="paragraph" w:styleId="TOC2">
    <w:name w:val="toc 2"/>
    <w:basedOn w:val="TESTO1"/>
    <w:uiPriority w:val="39"/>
    <w:rsid w:val="00EA3C18"/>
    <w:pPr>
      <w:tabs>
        <w:tab w:val="right" w:leader="dot" w:pos="9498"/>
        <w:tab w:val="right" w:pos="10319"/>
      </w:tabs>
      <w:spacing w:before="120"/>
      <w:ind w:left="1134" w:right="821" w:hanging="708"/>
      <w:jc w:val="left"/>
    </w:pPr>
    <w:rPr>
      <w:noProof/>
    </w:rPr>
  </w:style>
  <w:style w:type="paragraph" w:styleId="TOC1">
    <w:name w:val="toc 1"/>
    <w:basedOn w:val="TESTO1"/>
    <w:autoRedefine/>
    <w:uiPriority w:val="39"/>
    <w:rsid w:val="00FC2D39"/>
    <w:pPr>
      <w:tabs>
        <w:tab w:val="right" w:leader="dot" w:pos="9498"/>
        <w:tab w:val="right" w:pos="10319"/>
      </w:tabs>
      <w:spacing w:after="0" w:line="240" w:lineRule="auto"/>
      <w:ind w:left="284" w:right="142" w:hanging="284"/>
    </w:pPr>
    <w:rPr>
      <w:b/>
      <w:caps/>
    </w:rPr>
  </w:style>
  <w:style w:type="paragraph" w:styleId="Footer">
    <w:name w:val="footer"/>
    <w:aliases w:val="Footer1"/>
    <w:basedOn w:val="TESTO1"/>
    <w:link w:val="FooterChar"/>
    <w:rsid w:val="00EA3C18"/>
    <w:pPr>
      <w:tabs>
        <w:tab w:val="left" w:pos="4253"/>
        <w:tab w:val="left" w:pos="7938"/>
      </w:tabs>
      <w:spacing w:line="240" w:lineRule="auto"/>
      <w:ind w:left="0" w:right="0"/>
    </w:pPr>
    <w:rPr>
      <w:sz w:val="8"/>
    </w:rPr>
  </w:style>
  <w:style w:type="paragraph" w:styleId="Header">
    <w:name w:val="header"/>
    <w:aliases w:val=" Char, Caracter,Caracter,Char,Header Char Char,Caracter Caracter, Caracter Caracter Caracter Caracter, Caracter Caracter Caracter Caracter Caracter Caracter Caracter, Caracter Caracter Caracter, Caracter Caracter Caracter Caracter Caracter Caract"/>
    <w:basedOn w:val="TESTO1"/>
    <w:link w:val="HeaderChar"/>
    <w:rsid w:val="00EA3C18"/>
    <w:pPr>
      <w:spacing w:line="240" w:lineRule="auto"/>
      <w:ind w:left="0" w:right="0"/>
    </w:pPr>
    <w:rPr>
      <w:sz w:val="8"/>
    </w:rPr>
  </w:style>
  <w:style w:type="character" w:styleId="FootnoteReference">
    <w:name w:val="footnote reference"/>
    <w:basedOn w:val="DefaultParagraphFont"/>
    <w:semiHidden/>
    <w:rsid w:val="00EA3C18"/>
    <w:rPr>
      <w:position w:val="6"/>
      <w:sz w:val="16"/>
    </w:rPr>
  </w:style>
  <w:style w:type="paragraph" w:styleId="FootnoteText">
    <w:name w:val="footnote text"/>
    <w:basedOn w:val="Normal"/>
    <w:semiHidden/>
    <w:rsid w:val="00EA3C18"/>
    <w:rPr>
      <w:sz w:val="20"/>
    </w:rPr>
  </w:style>
  <w:style w:type="paragraph" w:styleId="TOC4">
    <w:name w:val="toc 4"/>
    <w:basedOn w:val="TOC3"/>
    <w:uiPriority w:val="39"/>
    <w:rsid w:val="00EA3C18"/>
  </w:style>
  <w:style w:type="paragraph" w:styleId="TOC3">
    <w:name w:val="toc 3"/>
    <w:basedOn w:val="TESTO1"/>
    <w:uiPriority w:val="39"/>
    <w:rsid w:val="00EA3C18"/>
    <w:pPr>
      <w:tabs>
        <w:tab w:val="right" w:leader="dot" w:pos="7938"/>
        <w:tab w:val="right" w:pos="8618"/>
        <w:tab w:val="right" w:pos="9639"/>
        <w:tab w:val="right" w:pos="10319"/>
      </w:tabs>
      <w:spacing w:before="120"/>
      <w:ind w:left="2381" w:right="2835"/>
      <w:jc w:val="left"/>
    </w:pPr>
  </w:style>
  <w:style w:type="paragraph" w:styleId="TOC5">
    <w:name w:val="toc 5"/>
    <w:basedOn w:val="TOC3"/>
    <w:uiPriority w:val="39"/>
    <w:rsid w:val="00EA3C18"/>
  </w:style>
  <w:style w:type="paragraph" w:styleId="TOC6">
    <w:name w:val="toc 6"/>
    <w:basedOn w:val="TOC3"/>
    <w:uiPriority w:val="39"/>
    <w:rsid w:val="00EA3C18"/>
  </w:style>
  <w:style w:type="paragraph" w:styleId="TOC7">
    <w:name w:val="toc 7"/>
    <w:basedOn w:val="TOC3"/>
    <w:uiPriority w:val="39"/>
    <w:rsid w:val="00EA3C18"/>
  </w:style>
  <w:style w:type="paragraph" w:styleId="TOC8">
    <w:name w:val="toc 8"/>
    <w:basedOn w:val="TOC3"/>
    <w:uiPriority w:val="39"/>
    <w:rsid w:val="00EA3C18"/>
  </w:style>
  <w:style w:type="paragraph" w:styleId="TOC9">
    <w:name w:val="toc 9"/>
    <w:basedOn w:val="TOC3"/>
    <w:uiPriority w:val="39"/>
    <w:rsid w:val="00EA3C18"/>
  </w:style>
  <w:style w:type="character" w:styleId="PageNumber">
    <w:name w:val="page number"/>
    <w:basedOn w:val="DefaultParagraphFont"/>
    <w:rsid w:val="00EA3C18"/>
  </w:style>
  <w:style w:type="paragraph" w:customStyle="1" w:styleId="TESTO2">
    <w:name w:val="TESTO 2"/>
    <w:basedOn w:val="Normal"/>
    <w:autoRedefine/>
    <w:rsid w:val="00EA3C18"/>
    <w:pPr>
      <w:spacing w:after="120" w:line="360" w:lineRule="auto"/>
      <w:ind w:left="1985" w:right="851"/>
    </w:pPr>
  </w:style>
  <w:style w:type="paragraph" w:customStyle="1" w:styleId="From">
    <w:name w:val="From"/>
    <w:basedOn w:val="Normal"/>
    <w:rsid w:val="00EA3C18"/>
    <w:pPr>
      <w:spacing w:before="360" w:line="240" w:lineRule="auto"/>
      <w:jc w:val="left"/>
    </w:pPr>
    <w:rPr>
      <w:sz w:val="36"/>
      <w:lang w:val="it-IT"/>
    </w:rPr>
  </w:style>
  <w:style w:type="paragraph" w:customStyle="1" w:styleId="TESTO">
    <w:name w:val="TESTO"/>
    <w:basedOn w:val="Normal"/>
    <w:rsid w:val="00EA3C18"/>
    <w:pPr>
      <w:ind w:left="1560" w:right="851" w:hanging="1135"/>
    </w:pPr>
    <w:rPr>
      <w:lang w:val="en-GB"/>
    </w:rPr>
  </w:style>
  <w:style w:type="paragraph" w:customStyle="1" w:styleId="aa">
    <w:name w:val="aa"/>
    <w:basedOn w:val="TESTO"/>
    <w:rsid w:val="00EA3C18"/>
    <w:pPr>
      <w:ind w:left="1843" w:hanging="283"/>
    </w:pPr>
  </w:style>
  <w:style w:type="paragraph" w:customStyle="1" w:styleId="ax">
    <w:name w:val="ax"/>
    <w:basedOn w:val="TESTO"/>
    <w:rsid w:val="00EA3C18"/>
    <w:pPr>
      <w:ind w:left="2127" w:hanging="567"/>
    </w:pPr>
  </w:style>
  <w:style w:type="paragraph" w:customStyle="1" w:styleId="am">
    <w:name w:val="am"/>
    <w:basedOn w:val="TESTO"/>
    <w:rsid w:val="00EA3C18"/>
    <w:pPr>
      <w:tabs>
        <w:tab w:val="left" w:pos="1560"/>
      </w:tabs>
      <w:ind w:left="2410" w:hanging="283"/>
    </w:pPr>
  </w:style>
  <w:style w:type="paragraph" w:customStyle="1" w:styleId="mu">
    <w:name w:val="mu"/>
    <w:basedOn w:val="ax"/>
    <w:rsid w:val="00EA3C18"/>
    <w:pPr>
      <w:ind w:hanging="284"/>
    </w:pPr>
  </w:style>
  <w:style w:type="paragraph" w:customStyle="1" w:styleId="xx">
    <w:name w:val="xx"/>
    <w:basedOn w:val="TESTO"/>
    <w:rsid w:val="00EA3C18"/>
    <w:pPr>
      <w:ind w:left="2410" w:hanging="283"/>
    </w:pPr>
  </w:style>
  <w:style w:type="paragraph" w:customStyle="1" w:styleId="and">
    <w:name w:val="and"/>
    <w:basedOn w:val="TESTO"/>
    <w:rsid w:val="00EA3C18"/>
    <w:pPr>
      <w:ind w:left="2694" w:hanging="284"/>
    </w:pPr>
  </w:style>
  <w:style w:type="paragraph" w:customStyle="1" w:styleId="bb">
    <w:name w:val="bb"/>
    <w:basedOn w:val="TESTO"/>
    <w:rsid w:val="00EA3C18"/>
    <w:pPr>
      <w:ind w:left="2127" w:hanging="567"/>
    </w:pPr>
  </w:style>
  <w:style w:type="paragraph" w:customStyle="1" w:styleId="an">
    <w:name w:val="an"/>
    <w:basedOn w:val="bb"/>
    <w:rsid w:val="00EA3C18"/>
    <w:pPr>
      <w:ind w:left="2552" w:hanging="425"/>
    </w:pPr>
  </w:style>
  <w:style w:type="paragraph" w:customStyle="1" w:styleId="r">
    <w:name w:val="r"/>
    <w:basedOn w:val="TESTO"/>
    <w:rsid w:val="00EA3C18"/>
    <w:pPr>
      <w:ind w:left="1985" w:hanging="425"/>
    </w:pPr>
  </w:style>
  <w:style w:type="paragraph" w:customStyle="1" w:styleId="ay">
    <w:name w:val="ay"/>
    <w:basedOn w:val="TESTO"/>
    <w:rsid w:val="00EA3C18"/>
    <w:pPr>
      <w:tabs>
        <w:tab w:val="left" w:pos="1560"/>
      </w:tabs>
      <w:ind w:left="2268" w:hanging="141"/>
    </w:pPr>
  </w:style>
  <w:style w:type="paragraph" w:customStyle="1" w:styleId="document">
    <w:name w:val="document"/>
    <w:basedOn w:val="Heading3"/>
    <w:rsid w:val="00EA3C18"/>
    <w:pPr>
      <w:keepNext/>
      <w:widowControl w:val="0"/>
      <w:tabs>
        <w:tab w:val="left" w:pos="454"/>
      </w:tabs>
      <w:ind w:left="454" w:right="0" w:firstLine="0"/>
      <w:outlineLvl w:val="9"/>
    </w:pPr>
    <w:rPr>
      <w:rFonts w:ascii="Small Fonts" w:hAnsi="Small Fonts"/>
      <w:snapToGrid w:val="0"/>
    </w:rPr>
  </w:style>
  <w:style w:type="paragraph" w:styleId="Index1">
    <w:name w:val="index 1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200" w:hanging="200"/>
      <w:jc w:val="left"/>
    </w:pPr>
    <w:rPr>
      <w:snapToGrid w:val="0"/>
    </w:rPr>
  </w:style>
  <w:style w:type="paragraph" w:customStyle="1" w:styleId="doc">
    <w:name w:val="doc"/>
    <w:basedOn w:val="document"/>
    <w:rsid w:val="00EA3C18"/>
  </w:style>
  <w:style w:type="paragraph" w:styleId="Index2">
    <w:name w:val="index 2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1560"/>
      <w:jc w:val="left"/>
    </w:pPr>
    <w:rPr>
      <w:b/>
      <w:bCs/>
      <w:snapToGrid w:val="0"/>
    </w:rPr>
  </w:style>
  <w:style w:type="paragraph" w:styleId="Index3">
    <w:name w:val="index 3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600" w:hanging="200"/>
      <w:jc w:val="left"/>
    </w:pPr>
    <w:rPr>
      <w:snapToGrid w:val="0"/>
    </w:rPr>
  </w:style>
  <w:style w:type="paragraph" w:styleId="Index4">
    <w:name w:val="index 4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800" w:hanging="200"/>
      <w:jc w:val="left"/>
    </w:pPr>
    <w:rPr>
      <w:snapToGrid w:val="0"/>
    </w:rPr>
  </w:style>
  <w:style w:type="paragraph" w:styleId="Index5">
    <w:name w:val="index 5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1000" w:hanging="200"/>
      <w:jc w:val="left"/>
    </w:pPr>
    <w:rPr>
      <w:snapToGrid w:val="0"/>
    </w:rPr>
  </w:style>
  <w:style w:type="paragraph" w:styleId="Index6">
    <w:name w:val="index 6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1200" w:hanging="200"/>
      <w:jc w:val="left"/>
    </w:pPr>
    <w:rPr>
      <w:snapToGrid w:val="0"/>
    </w:rPr>
  </w:style>
  <w:style w:type="paragraph" w:styleId="Index7">
    <w:name w:val="index 7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1400" w:hanging="200"/>
      <w:jc w:val="left"/>
    </w:pPr>
    <w:rPr>
      <w:snapToGrid w:val="0"/>
    </w:rPr>
  </w:style>
  <w:style w:type="paragraph" w:styleId="Index8">
    <w:name w:val="index 8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1600" w:hanging="200"/>
      <w:jc w:val="left"/>
    </w:pPr>
    <w:rPr>
      <w:snapToGrid w:val="0"/>
    </w:rPr>
  </w:style>
  <w:style w:type="paragraph" w:styleId="Index9">
    <w:name w:val="index 9"/>
    <w:basedOn w:val="Normal"/>
    <w:next w:val="Normal"/>
    <w:autoRedefine/>
    <w:semiHidden/>
    <w:rsid w:val="00EA3C18"/>
    <w:pPr>
      <w:widowControl w:val="0"/>
      <w:tabs>
        <w:tab w:val="right" w:leader="dot" w:pos="4459"/>
      </w:tabs>
      <w:spacing w:line="240" w:lineRule="auto"/>
      <w:ind w:left="1800" w:hanging="200"/>
      <w:jc w:val="left"/>
    </w:pPr>
    <w:rPr>
      <w:snapToGrid w:val="0"/>
    </w:rPr>
  </w:style>
  <w:style w:type="paragraph" w:styleId="IndexHeading">
    <w:name w:val="index heading"/>
    <w:basedOn w:val="Normal"/>
    <w:next w:val="Index1"/>
    <w:semiHidden/>
    <w:rsid w:val="00EA3C18"/>
    <w:pPr>
      <w:widowControl w:val="0"/>
      <w:spacing w:before="120" w:after="120" w:line="240" w:lineRule="auto"/>
      <w:jc w:val="left"/>
    </w:pPr>
    <w:rPr>
      <w:b/>
      <w:i/>
      <w:snapToGrid w:val="0"/>
    </w:rPr>
  </w:style>
  <w:style w:type="paragraph" w:styleId="BodyText">
    <w:name w:val="Body Text"/>
    <w:basedOn w:val="Normal"/>
    <w:rsid w:val="00EA3C18"/>
    <w:pPr>
      <w:widowControl w:val="0"/>
      <w:numPr>
        <w:ilvl w:val="12"/>
      </w:numPr>
      <w:spacing w:line="360" w:lineRule="auto"/>
    </w:pPr>
    <w:rPr>
      <w:rFonts w:ascii="Small Fonts" w:hAnsi="Small Fonts"/>
      <w:snapToGrid w:val="0"/>
    </w:rPr>
  </w:style>
  <w:style w:type="paragraph" w:styleId="BodyTextIndent">
    <w:name w:val="Body Text Indent"/>
    <w:basedOn w:val="Normal"/>
    <w:rsid w:val="00EA3C18"/>
    <w:pPr>
      <w:widowControl w:val="0"/>
      <w:numPr>
        <w:ilvl w:val="12"/>
      </w:numPr>
      <w:spacing w:line="360" w:lineRule="auto"/>
      <w:ind w:firstLine="915"/>
    </w:pPr>
    <w:rPr>
      <w:snapToGrid w:val="0"/>
    </w:rPr>
  </w:style>
  <w:style w:type="paragraph" w:styleId="BodyTextIndent2">
    <w:name w:val="Body Text Indent 2"/>
    <w:basedOn w:val="Normal"/>
    <w:rsid w:val="00EA3C18"/>
    <w:pPr>
      <w:widowControl w:val="0"/>
      <w:numPr>
        <w:ilvl w:val="12"/>
      </w:numPr>
      <w:spacing w:line="360" w:lineRule="auto"/>
      <w:ind w:left="915"/>
    </w:pPr>
    <w:rPr>
      <w:b/>
      <w:snapToGrid w:val="0"/>
    </w:rPr>
  </w:style>
  <w:style w:type="paragraph" w:styleId="BodyTextIndent3">
    <w:name w:val="Body Text Indent 3"/>
    <w:basedOn w:val="Normal"/>
    <w:rsid w:val="00EA3C18"/>
    <w:pPr>
      <w:widowControl w:val="0"/>
      <w:spacing w:line="360" w:lineRule="auto"/>
      <w:ind w:firstLine="908"/>
    </w:pPr>
    <w:rPr>
      <w:snapToGrid w:val="0"/>
      <w:color w:val="000000"/>
    </w:rPr>
  </w:style>
  <w:style w:type="paragraph" w:customStyle="1" w:styleId="MessageHeaderFirst">
    <w:name w:val="Message Header First"/>
    <w:basedOn w:val="MessageHeader"/>
    <w:next w:val="MessageHeader"/>
    <w:rsid w:val="00EA3C18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  <w:tab w:val="left" w:pos="4320"/>
        <w:tab w:val="left" w:pos="5040"/>
        <w:tab w:val="right" w:pos="8640"/>
      </w:tabs>
      <w:overflowPunct w:val="0"/>
      <w:autoSpaceDE w:val="0"/>
      <w:autoSpaceDN w:val="0"/>
      <w:adjustRightInd w:val="0"/>
      <w:spacing w:after="40" w:line="440" w:lineRule="atLeast"/>
      <w:ind w:left="720" w:hanging="720"/>
      <w:jc w:val="left"/>
      <w:textAlignment w:val="baseline"/>
    </w:pPr>
    <w:rPr>
      <w:rFonts w:cs="Times New Roman"/>
      <w:spacing w:val="-5"/>
      <w:sz w:val="20"/>
      <w:szCs w:val="20"/>
    </w:rPr>
  </w:style>
  <w:style w:type="paragraph" w:styleId="MessageHeader">
    <w:name w:val="Message Header"/>
    <w:basedOn w:val="Normal"/>
    <w:rsid w:val="00EA3C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Cs w:val="24"/>
    </w:rPr>
  </w:style>
  <w:style w:type="paragraph" w:styleId="PlainText">
    <w:name w:val="Plain Text"/>
    <w:basedOn w:val="Normal"/>
    <w:rsid w:val="00EA3C18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Courier New" w:hAnsi="Courier New"/>
      <w:sz w:val="20"/>
    </w:rPr>
  </w:style>
  <w:style w:type="paragraph" w:styleId="BodyText2">
    <w:name w:val="Body Text 2"/>
    <w:basedOn w:val="Normal"/>
    <w:rsid w:val="00EA3C18"/>
    <w:pPr>
      <w:overflowPunct w:val="0"/>
      <w:autoSpaceDE w:val="0"/>
      <w:autoSpaceDN w:val="0"/>
      <w:adjustRightInd w:val="0"/>
      <w:spacing w:line="360" w:lineRule="auto"/>
      <w:ind w:firstLine="720"/>
      <w:textAlignment w:val="baseline"/>
    </w:pPr>
    <w:rPr>
      <w:lang w:val="ro-RO"/>
    </w:rPr>
  </w:style>
  <w:style w:type="paragraph" w:styleId="BodyText3">
    <w:name w:val="Body Text 3"/>
    <w:basedOn w:val="Normal"/>
    <w:rsid w:val="00EA3C18"/>
    <w:pPr>
      <w:autoSpaceDE w:val="0"/>
      <w:autoSpaceDN w:val="0"/>
      <w:spacing w:line="240" w:lineRule="auto"/>
    </w:pPr>
    <w:rPr>
      <w:rFonts w:cs="Arial"/>
      <w:sz w:val="20"/>
      <w:szCs w:val="24"/>
    </w:rPr>
  </w:style>
  <w:style w:type="paragraph" w:styleId="BalloonText">
    <w:name w:val="Balloon Text"/>
    <w:basedOn w:val="Normal"/>
    <w:semiHidden/>
    <w:rsid w:val="0069118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4F5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FooterChar">
    <w:name w:val="Footer Char"/>
    <w:aliases w:val="Footer1 Char"/>
    <w:basedOn w:val="DefaultParagraphFont"/>
    <w:link w:val="Footer"/>
    <w:rsid w:val="00684F5C"/>
    <w:rPr>
      <w:rFonts w:ascii="Arial" w:hAnsi="Arial"/>
      <w:sz w:val="8"/>
      <w:lang w:val="en-GB"/>
    </w:rPr>
  </w:style>
  <w:style w:type="character" w:styleId="Emphasis">
    <w:name w:val="Emphasis"/>
    <w:basedOn w:val="DefaultParagraphFont"/>
    <w:qFormat/>
    <w:rsid w:val="00696BA5"/>
    <w:rPr>
      <w:i/>
      <w:iCs/>
    </w:rPr>
  </w:style>
  <w:style w:type="character" w:customStyle="1" w:styleId="hps">
    <w:name w:val="hps"/>
    <w:basedOn w:val="DefaultParagraphFont"/>
    <w:rsid w:val="000E15C3"/>
  </w:style>
  <w:style w:type="character" w:styleId="Hyperlink">
    <w:name w:val="Hyperlink"/>
    <w:basedOn w:val="DefaultParagraphFont"/>
    <w:uiPriority w:val="99"/>
    <w:unhideWhenUsed/>
    <w:rsid w:val="009D168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D1686"/>
  </w:style>
  <w:style w:type="character" w:styleId="Strong">
    <w:name w:val="Strong"/>
    <w:basedOn w:val="DefaultParagraphFont"/>
    <w:qFormat/>
    <w:rsid w:val="000B6589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B0334"/>
    <w:pPr>
      <w:numPr>
        <w:numId w:val="10"/>
      </w:numPr>
      <w:ind w:left="641" w:right="170" w:hanging="357"/>
      <w:outlineLvl w:val="1"/>
    </w:pPr>
    <w:rPr>
      <w:rFonts w:eastAsiaTheme="majorEastAsia" w:cstheme="majorBidi"/>
      <w:b/>
      <w:szCs w:val="24"/>
    </w:rPr>
  </w:style>
  <w:style w:type="character" w:customStyle="1" w:styleId="SubtitleChar">
    <w:name w:val="Subtitle Char"/>
    <w:basedOn w:val="DefaultParagraphFont"/>
    <w:link w:val="Subtitle"/>
    <w:rsid w:val="00AB0334"/>
    <w:rPr>
      <w:rFonts w:ascii="Arial" w:eastAsiaTheme="majorEastAsia" w:hAnsi="Arial" w:cstheme="majorBidi"/>
      <w:b/>
      <w:sz w:val="22"/>
      <w:szCs w:val="24"/>
    </w:rPr>
  </w:style>
  <w:style w:type="paragraph" w:styleId="ListParagraph">
    <w:name w:val="List Paragraph"/>
    <w:basedOn w:val="Normal"/>
    <w:uiPriority w:val="34"/>
    <w:qFormat/>
    <w:rsid w:val="0039297D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271A91"/>
    <w:rPr>
      <w:color w:val="808080"/>
    </w:rPr>
  </w:style>
  <w:style w:type="paragraph" w:customStyle="1" w:styleId="Style1">
    <w:name w:val="Style 1"/>
    <w:basedOn w:val="Normal"/>
    <w:rsid w:val="00155C81"/>
    <w:pPr>
      <w:widowControl w:val="0"/>
      <w:spacing w:line="240" w:lineRule="auto"/>
      <w:ind w:firstLine="720"/>
      <w:jc w:val="left"/>
    </w:pPr>
    <w:rPr>
      <w:rFonts w:ascii="Times New Roman" w:hAnsi="Times New Roman"/>
      <w:noProof/>
      <w:color w:val="000000"/>
      <w:sz w:val="20"/>
    </w:rPr>
  </w:style>
  <w:style w:type="paragraph" w:customStyle="1" w:styleId="Style2">
    <w:name w:val="Style 2"/>
    <w:basedOn w:val="Normal"/>
    <w:rsid w:val="00155C81"/>
    <w:pPr>
      <w:widowControl w:val="0"/>
      <w:spacing w:line="240" w:lineRule="auto"/>
      <w:ind w:left="144" w:right="144" w:firstLine="648"/>
      <w:jc w:val="left"/>
    </w:pPr>
    <w:rPr>
      <w:rFonts w:ascii="Times New Roman" w:hAnsi="Times New Roman"/>
      <w:noProof/>
      <w:color w:val="000000"/>
      <w:sz w:val="20"/>
    </w:rPr>
  </w:style>
  <w:style w:type="paragraph" w:styleId="Title">
    <w:name w:val="Title"/>
    <w:basedOn w:val="Normal"/>
    <w:next w:val="Normal"/>
    <w:link w:val="TitleChar"/>
    <w:qFormat/>
    <w:rsid w:val="0027179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7179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horttext">
    <w:name w:val="short_text"/>
    <w:basedOn w:val="DefaultParagraphFont"/>
    <w:rsid w:val="00D74916"/>
  </w:style>
  <w:style w:type="character" w:customStyle="1" w:styleId="alt-edited1">
    <w:name w:val="alt-edited1"/>
    <w:basedOn w:val="DefaultParagraphFont"/>
    <w:rsid w:val="00A604B5"/>
    <w:rPr>
      <w:color w:val="4D90F0"/>
    </w:rPr>
  </w:style>
  <w:style w:type="character" w:customStyle="1" w:styleId="HeaderChar">
    <w:name w:val="Header Char"/>
    <w:aliases w:val=" Char Char, Caracter Char,Caracter Char,Char Char,Header Char Char Char,Caracter Caracter Char, Caracter Caracter Caracter Caracter Char, Caracter Caracter Caracter Caracter Caracter Caracter Caracter Char, Caracter Caracter Caracter Char"/>
    <w:link w:val="Header"/>
    <w:rsid w:val="00BA70E8"/>
    <w:rPr>
      <w:rFonts w:ascii="Arial" w:hAnsi="Arial"/>
      <w:sz w:val="8"/>
      <w:lang w:val="en-GB"/>
    </w:rPr>
  </w:style>
  <w:style w:type="paragraph" w:customStyle="1" w:styleId="CharChar2Char">
    <w:name w:val="Char Char2 Char"/>
    <w:basedOn w:val="Normal"/>
    <w:rsid w:val="00FB7E73"/>
    <w:pPr>
      <w:spacing w:line="240" w:lineRule="auto"/>
      <w:jc w:val="left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Denumireproiect">
    <w:name w:val="Denumire_proiect"/>
    <w:basedOn w:val="Normal"/>
    <w:autoRedefine/>
    <w:rsid w:val="00146E46"/>
    <w:pPr>
      <w:spacing w:line="360" w:lineRule="auto"/>
      <w:jc w:val="center"/>
    </w:pPr>
    <w:rPr>
      <w:b/>
      <w:smallCaps/>
      <w:sz w:val="56"/>
      <w:szCs w:val="24"/>
      <w:lang w:val="en-GB" w:eastAsia="ro-RO"/>
    </w:rPr>
  </w:style>
  <w:style w:type="paragraph" w:customStyle="1" w:styleId="TOPFooter">
    <w:name w:val="TOP_Footer"/>
    <w:basedOn w:val="Normal"/>
    <w:qFormat/>
    <w:rsid w:val="00B12014"/>
    <w:pPr>
      <w:spacing w:line="240" w:lineRule="auto"/>
      <w:ind w:firstLine="57"/>
      <w:jc w:val="left"/>
    </w:pPr>
    <w:rPr>
      <w:sz w:val="18"/>
      <w:lang w:val="x-none" w:eastAsia="x-none"/>
    </w:rPr>
  </w:style>
  <w:style w:type="paragraph" w:customStyle="1" w:styleId="ListBullet2">
    <w:name w:val="List Bullet2"/>
    <w:basedOn w:val="Normal"/>
    <w:next w:val="Normal"/>
    <w:autoRedefine/>
    <w:rsid w:val="00B12014"/>
    <w:pPr>
      <w:numPr>
        <w:numId w:val="30"/>
      </w:numPr>
      <w:tabs>
        <w:tab w:val="left" w:pos="0"/>
      </w:tabs>
      <w:spacing w:line="240" w:lineRule="auto"/>
      <w:ind w:left="360"/>
      <w:jc w:val="left"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basedOn w:val="DefaultParagraphFont"/>
    <w:rsid w:val="00594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0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Modelli\Altri%20documenti\PROTOTIP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4DF5133-4A61-4319-9360-6A9382180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PROTOTIPO.dot</Template>
  <TotalTime>2</TotalTime>
  <Pages>5</Pages>
  <Words>1028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R.K. Conductă pompare ţiţei Æ 8” de la Secţia 1 Seciu la Depozitul Central</vt:lpstr>
    </vt:vector>
  </TitlesOfParts>
  <Manager>Ghitescu Eugen</Manager>
  <Company>Team Oil s.r.l.</Company>
  <LinksUpToDate>false</LinksUpToDate>
  <CharactersWithSpaces>7389</CharactersWithSpaces>
  <SharedDoc>false</SharedDoc>
  <HLinks>
    <vt:vector size="48" baseType="variant">
      <vt:variant>
        <vt:i4>6291564</vt:i4>
      </vt:variant>
      <vt:variant>
        <vt:i4>198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6291564</vt:i4>
      </vt:variant>
      <vt:variant>
        <vt:i4>195</vt:i4>
      </vt:variant>
      <vt:variant>
        <vt:i4>0</vt:i4>
      </vt:variant>
      <vt:variant>
        <vt:i4>5</vt:i4>
      </vt:variant>
      <vt:variant>
        <vt:lpwstr>javascript:void(0)</vt:lpwstr>
      </vt:variant>
      <vt:variant>
        <vt:lpwstr/>
      </vt:variant>
      <vt:variant>
        <vt:i4>7733351</vt:i4>
      </vt:variant>
      <vt:variant>
        <vt:i4>192</vt:i4>
      </vt:variant>
      <vt:variant>
        <vt:i4>0</vt:i4>
      </vt:variant>
      <vt:variant>
        <vt:i4>5</vt:i4>
      </vt:variant>
      <vt:variant>
        <vt:lpwstr>http://hallo.ro/search.do?l=en&amp;d=en&amp;query=town</vt:lpwstr>
      </vt:variant>
      <vt:variant>
        <vt:lpwstr/>
      </vt:variant>
      <vt:variant>
        <vt:i4>2031632</vt:i4>
      </vt:variant>
      <vt:variant>
        <vt:i4>189</vt:i4>
      </vt:variant>
      <vt:variant>
        <vt:i4>0</vt:i4>
      </vt:variant>
      <vt:variant>
        <vt:i4>5</vt:i4>
      </vt:variant>
      <vt:variant>
        <vt:lpwstr>http://hallo.ro/search.do?l=en&amp;d=en&amp;query=the</vt:lpwstr>
      </vt:variant>
      <vt:variant>
        <vt:lpwstr/>
      </vt:variant>
      <vt:variant>
        <vt:i4>1114123</vt:i4>
      </vt:variant>
      <vt:variant>
        <vt:i4>186</vt:i4>
      </vt:variant>
      <vt:variant>
        <vt:i4>0</vt:i4>
      </vt:variant>
      <vt:variant>
        <vt:i4>5</vt:i4>
      </vt:variant>
      <vt:variant>
        <vt:lpwstr>http://hallo.ro/search.do?l=en&amp;d=en&amp;query=of</vt:lpwstr>
      </vt:variant>
      <vt:variant>
        <vt:lpwstr/>
      </vt:variant>
      <vt:variant>
        <vt:i4>262161</vt:i4>
      </vt:variant>
      <vt:variant>
        <vt:i4>183</vt:i4>
      </vt:variant>
      <vt:variant>
        <vt:i4>0</vt:i4>
      </vt:variant>
      <vt:variant>
        <vt:i4>5</vt:i4>
      </vt:variant>
      <vt:variant>
        <vt:lpwstr>http://hallo.ro/search.do?l=en&amp;d=en&amp;query=limits</vt:lpwstr>
      </vt:variant>
      <vt:variant>
        <vt:lpwstr/>
      </vt:variant>
      <vt:variant>
        <vt:i4>2031632</vt:i4>
      </vt:variant>
      <vt:variant>
        <vt:i4>180</vt:i4>
      </vt:variant>
      <vt:variant>
        <vt:i4>0</vt:i4>
      </vt:variant>
      <vt:variant>
        <vt:i4>5</vt:i4>
      </vt:variant>
      <vt:variant>
        <vt:lpwstr>http://hallo.ro/search.do?l=en&amp;d=en&amp;query=the</vt:lpwstr>
      </vt:variant>
      <vt:variant>
        <vt:lpwstr/>
      </vt:variant>
      <vt:variant>
        <vt:i4>1572878</vt:i4>
      </vt:variant>
      <vt:variant>
        <vt:i4>177</vt:i4>
      </vt:variant>
      <vt:variant>
        <vt:i4>0</vt:i4>
      </vt:variant>
      <vt:variant>
        <vt:i4>5</vt:i4>
      </vt:variant>
      <vt:variant>
        <vt:lpwstr>http://hallo.ro/search.do?l=en&amp;d=en&amp;query=within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R.K. Conductă pompare ţiţei Æ 8” de la Secţia 1 Seciu la Depozitul Central</dc:title>
  <dc:subject>Memoriul Tehnic RK</dc:subject>
  <dc:creator>Stefan Mihai</dc:creator>
  <cp:keywords/>
  <dc:description/>
  <cp:lastModifiedBy>Piping 04 Team Oil</cp:lastModifiedBy>
  <cp:revision>3</cp:revision>
  <cp:lastPrinted>2019-08-07T06:46:00Z</cp:lastPrinted>
  <dcterms:created xsi:type="dcterms:W3CDTF">2022-05-19T08:31:00Z</dcterms:created>
  <dcterms:modified xsi:type="dcterms:W3CDTF">2022-05-19T08:33:00Z</dcterms:modified>
</cp:coreProperties>
</file>